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386E" w:rsidRPr="000D1FDD" w:rsidRDefault="00D4386E" w:rsidP="00D4386E">
      <w:pPr>
        <w:pStyle w:val="HTML0"/>
        <w:spacing w:line="276" w:lineRule="auto"/>
        <w:rPr>
          <w:rFonts w:ascii="Times New Roman" w:hAnsi="Times New Roman"/>
          <w:lang w:val="uk-UA"/>
        </w:rPr>
      </w:pPr>
    </w:p>
    <w:p w:rsidR="00D4386E" w:rsidRDefault="00D4386E" w:rsidP="00D438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1270" r="8890" b="444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4386E" w:rsidRDefault="00D4386E" w:rsidP="00D4386E"/>
    <w:p w:rsidR="00D4386E" w:rsidRDefault="00D4386E" w:rsidP="00D4386E"/>
    <w:p w:rsidR="00D4386E" w:rsidRDefault="00D4386E" w:rsidP="00D438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4386E" w:rsidRDefault="00D4386E" w:rsidP="00D438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4386E" w:rsidRDefault="00D4386E" w:rsidP="00D438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4386E" w:rsidRDefault="00D4386E" w:rsidP="00D438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4386E" w:rsidRDefault="00D4386E" w:rsidP="00D4386E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4386E" w:rsidRDefault="00D4386E" w:rsidP="00D4386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4386E" w:rsidRDefault="00D4386E" w:rsidP="00D4386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4386E" w:rsidRDefault="00D4386E" w:rsidP="00D4386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4386E" w:rsidRPr="00730562" w:rsidRDefault="00D4386E" w:rsidP="00D4386E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26.05.2020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D4386E" w:rsidRPr="002606EF" w:rsidRDefault="00D4386E" w:rsidP="00D4386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4386E" w:rsidRPr="002606EF" w:rsidRDefault="00D4386E" w:rsidP="00D4386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4386E" w:rsidRPr="002606EF" w:rsidRDefault="00D4386E" w:rsidP="00D4386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проекту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4386E" w:rsidRPr="002606EF" w:rsidRDefault="00D4386E" w:rsidP="00D4386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D4386E" w:rsidRPr="002606EF" w:rsidRDefault="00D4386E" w:rsidP="00D4386E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2606EF">
        <w:rPr>
          <w:rFonts w:ascii="Times New Roman" w:eastAsia="Calibri" w:hAnsi="Times New Roman" w:cs="Times New Roman"/>
          <w:b/>
          <w:sz w:val="24"/>
          <w:szCs w:val="24"/>
        </w:rPr>
        <w:t>Данилюку В.А.</w:t>
      </w:r>
    </w:p>
    <w:p w:rsidR="00D4386E" w:rsidRPr="002606EF" w:rsidRDefault="00D4386E" w:rsidP="00D4386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D4386E" w:rsidRPr="002606EF" w:rsidRDefault="00D4386E" w:rsidP="00D43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», статей 12,  118 та 121 Земельного кодексу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»,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Данилюка В.А.,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D4386E" w:rsidRPr="002606EF" w:rsidRDefault="00D4386E" w:rsidP="00D43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D4386E" w:rsidRPr="002606EF" w:rsidRDefault="00D4386E" w:rsidP="00D43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Відмовити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Данилюку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Віталію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Андрійовичу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B06FEB">
        <w:rPr>
          <w:rFonts w:ascii="Times New Roman" w:eastAsia="Calibri" w:hAnsi="Times New Roman" w:cs="Times New Roman"/>
          <w:sz w:val="24"/>
          <w:szCs w:val="24"/>
          <w:lang w:val="en-US"/>
        </w:rPr>
        <w:t>______________________</w:t>
      </w:r>
      <w:bookmarkStart w:id="0" w:name="_GoBack"/>
      <w:bookmarkEnd w:id="0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наданні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дозволу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проекту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0,4000 га, для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</w:t>
      </w:r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.К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>олом’є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зв’язку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з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тим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що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землі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які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вказанні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заяві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згідно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генерального плану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відносяться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до земель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сіножатей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сінокосіння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)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луків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призначена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ділянка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являється</w:t>
      </w:r>
      <w:proofErr w:type="spellEnd"/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громадським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пасовищем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нащо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даний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сільській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раді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оформлення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4386E" w:rsidRPr="002606EF" w:rsidRDefault="00D4386E" w:rsidP="00D43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     2. Контроль за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виконанням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цього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606EF">
        <w:rPr>
          <w:rFonts w:ascii="Times New Roman" w:eastAsia="Calibri" w:hAnsi="Times New Roman" w:cs="Times New Roman"/>
          <w:sz w:val="24"/>
          <w:szCs w:val="24"/>
        </w:rPr>
        <w:t>р</w:t>
      </w:r>
      <w:proofErr w:type="gramEnd"/>
      <w:r w:rsidRPr="002606EF">
        <w:rPr>
          <w:rFonts w:ascii="Times New Roman" w:eastAsia="Calibri" w:hAnsi="Times New Roman" w:cs="Times New Roman"/>
          <w:sz w:val="24"/>
          <w:szCs w:val="24"/>
        </w:rPr>
        <w:t>ішення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покласти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постійну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комісію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ради з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питань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земельних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відносин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природокористування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планування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будівництва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архітектури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охорони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пам’яток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історичного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середовища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та благоустрою (Денисюк Т.В.).</w:t>
      </w:r>
    </w:p>
    <w:p w:rsidR="00D4386E" w:rsidRPr="002606EF" w:rsidRDefault="00D4386E" w:rsidP="00D43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4386E" w:rsidRPr="00D4386E" w:rsidRDefault="00D4386E" w:rsidP="00D43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D4386E" w:rsidRPr="002606EF" w:rsidRDefault="00D4386E" w:rsidP="00D4386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F66CE" w:rsidRPr="00D4386E" w:rsidRDefault="00D4386E" w:rsidP="00D4386E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/>
        </w:rPr>
      </w:pPr>
      <w:proofErr w:type="spellStart"/>
      <w:r w:rsidRPr="002606EF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2606EF"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В.А.Михалюк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sectPr w:rsidR="00BF66CE" w:rsidRPr="00D4386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86E"/>
    <w:rsid w:val="00171A2E"/>
    <w:rsid w:val="00304C90"/>
    <w:rsid w:val="00505B6D"/>
    <w:rsid w:val="006D3977"/>
    <w:rsid w:val="007D6C18"/>
    <w:rsid w:val="00B06FEB"/>
    <w:rsid w:val="00BF66CE"/>
    <w:rsid w:val="00D1641A"/>
    <w:rsid w:val="00D43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4386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438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4386E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D4386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D4386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4386E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243</Words>
  <Characters>1390</Characters>
  <Application>Microsoft Office Word</Application>
  <DocSecurity>0</DocSecurity>
  <Lines>11</Lines>
  <Paragraphs>3</Paragraphs>
  <ScaleCrop>false</ScaleCrop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2020-05-21T17:39:00Z</dcterms:created>
  <dcterms:modified xsi:type="dcterms:W3CDTF">2020-05-21T18:03:00Z</dcterms:modified>
</cp:coreProperties>
</file>