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3B2B20" w:rsidRPr="00B623A8" w:rsidRDefault="003B2B20" w:rsidP="003B2B20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3874062" wp14:editId="36BDBC8E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63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63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4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4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4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4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4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4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4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4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4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4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5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5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5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5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5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5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5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5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5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5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6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6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B20" w:rsidRDefault="003B2B20" w:rsidP="003B2B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oirMIA&#10;AADeAAAADwAAAGRycy9kb3ducmV2LnhtbERPS4vCMBC+L/gfwix4W9NtQaWaisgqHgSx6n1opg9s&#10;JqXJav33mwXB23x8z1muBtOKO/WusazgexKBIC6sbrhScDlvv+YgnEfW2FomBU9ysMpGH0tMtX3w&#10;ie65r0QIYZeigtr7LpXSFTUZdBPbEQeutL1BH2BfSd3jI4SbVsZRNJUGGw4NNXa0qam45b9GgU12&#10;+8O1ik/JD888r4/z8joclBp/DusFCE+Df4tf7r0O85NpEsP/O+EGm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yiKs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I1lMcA&#10;AADeAAAADwAAAGRycy9kb3ducmV2LnhtbERP30vDMBB+F/wfwgl7GS7VQtVu2ZBBN/VB2BT2ejS3&#10;prO5lCTb6v56Iwi+3cf382aLwXbiRD60jhXcTTIQxLXTLTcKPj+q20cQISJr7ByTgm8KsJhfX82w&#10;1O7MGzptYyNSCIcSFZgY+1LKUBuyGCauJ07c3nmLMUHfSO3xnMJtJ++zrJAWW04NBntaGqq/tker&#10;4FC9m93y4bLy46cNXcbV27p7LZQa3QzPUxCRhvgv/nO/6DQ/L/Icft9JN8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NCNZT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gJ4cYA&#10;AADeAAAADwAAAGRycy9kb3ducmV2LnhtbESPwWrDMBBE74H+g9hCL6GRWwdT3CjBlKaEXIKdfMBi&#10;bSxTa2Us1Xb/PioUcttlZufNbnaz7cRIg28dK3hZJSCIa6dbbhRczvvnNxA+IGvsHJOCX/Kw2z4s&#10;NphrN3FJYxUaEUPY56jAhNDnUvrakEW/cj1x1K5usBjiOjRSDzjFcNvJ1yTJpMWWI8FgTx+G6u/q&#10;x0bIKcXT8Tqd918zTvh5NLwsSqWeHufiHUSgOdzN/9cHHeunWbqGv3fiDHJ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gJ4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C5QMUA&#10;AADeAAAADwAAAGRycy9kb3ducmV2LnhtbERPTUsDMRC9C/0PYQrebNbWrrI2LVIVROihrSDehs10&#10;d3EzCcnYXf+9EQRv83ifs9qMrldniqnzbOB6VoAirr3tuDHwdny+ugOVBNli75kMfFOCzXpyscLK&#10;+oH3dD5Io3IIpwoNtCKh0jrVLTlMMx+IM3fy0aFkGBttIw453PV6XhSldthxbmgx0Lal+vPw5Qzs&#10;hqfwelsuT+Ej3sx1erTyvhVjLqfjwz0ooVH+xX/uF5vnL8rFE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cLlA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YyDcQA&#10;AADeAAAADwAAAGRycy9kb3ducmV2LnhtbESP0YrCMBBF34X9hzDCvsiauoUiXaPIoov4IlY/YGjG&#10;pthMSpO19e+NIPg2w71zz53FarCNuFHna8cKZtMEBHHpdM2VgvNp+zUH4QOyxsYxKbiTh9XyY7TA&#10;XLuej3QrQiViCPscFZgQ2lxKXxqy6KeuJY7axXUWQ1y7SuoO+xhuG/mdJJm0WHMkGGzp11B5Lf5t&#10;hBxSPOwv/Wn7N2CPm73hyfqo1Od4WP+ACDSEt/l1vdOxfpqlGTzfiTP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mMg3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6CrMUA&#10;AADeAAAADwAAAGRycy9kb3ducmV2LnhtbERPTUsDMRC9C/6HMAVvNttWt7I2LVIriNCDVRBvw2a6&#10;u7iZhGTaXf+9EQRv83ifs9qMrldniqnzbGA2LUAR19523Bh4f3u6vgOVBNli75kMfFOCzfryYoWV&#10;9QO/0vkgjcohnCo00IqESutUt+QwTX0gztzRR4eSYWy0jTjkcNfreVGU2mHHuaHFQNuW6q/DyRnY&#10;D7vwsixvj+Ez3sx1erTysRVjribjwz0ooVH+xX/uZ5vnL8rFE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7oKs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QLN8cA&#10;AADeAAAADwAAAGRycy9kb3ducmV2LnhtbESPQUvDQBCF70L/wzKCF2k3GiwldltaYVFQENuC1yE7&#10;TYLZ2bC7NvHfOwfB2wzvzXvfrLeT79WFYuoCG7hbFKCI6+A6bgycjna+ApUyssM+MBn4oQTbzexq&#10;jZULI3/Q5ZAbJSGcKjTQ5jxUWqe6JY9pEQZi0c4hesyyxka7iKOE+17fF8VSe+xYGloc6Kml+uvw&#10;7Q3s38emjLf1fgqv5+fPB2udfbPG3FxPu0dQmab8b/67fnGCXy5L4ZV3ZAa9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0Czf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jkU8MA&#10;AADeAAAADwAAAGRycy9kb3ducmV2LnhtbERPS2rDMBDdF3IHMYHuGjlfUtdKCCmGULJJ2gMM1tRy&#10;bY2MpDju7atCobt5vO8U+9F2YiAfGscK5rMMBHHldMO1go/38mkLIkRkjZ1jUvBNAfa7yUOBuXZ3&#10;vtBwjbVIIRxyVGBi7HMpQ2XIYpi5njhxn85bjAn6WmqP9xRuO7nIso202HBqMNjT0VDVXm9WQfm2&#10;OA/tTfvSHcaVpbX52r4apR6n4+EFRKQx/ov/3Ced5i83y2f4fSfd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jkU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R0TMgA&#10;AADeAAAADwAAAGRycy9kb3ducmV2LnhtbESPQUsDMRCF74L/IYzgRWxWa4tsmxYrBAULxbbgddhM&#10;d5duJksSu+u/dw6CtxnmzXvvW65H36kLxdQGNvAwKUARV8G1XBs4Huz9M6iUkR12gcnADyVYr66v&#10;lli6MPAnXfa5VmLCqUQDTc59qXWqGvKYJqEnltspRI9Z1lhrF3EQc9/px6KYa48tS0KDPb02VJ33&#10;397AZjfU03hXbcbwcXr7mlnr7NYac3szvixAZRrzv/jv+91J/en8SQAER2b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BHRM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ibKMMA&#10;AADeAAAADwAAAGRycy9kb3ducmV2LnhtbERP3WrCMBS+H+wdwhnsbqY6FelMRZTCkN348wCH5th0&#10;bU5KEmv39mYw2N35+H7PejPaTgzkQ+NYwXSSgSCunG64VnA5l28rECEia+wck4IfCrApnp/WmGt3&#10;5yMNp1iLFMIhRwUmxj6XMlSGLIaJ64kTd3XeYkzQ11J7vKdw28lZli2lxYZTg8Gedoaq9nSzCsrD&#10;7Gtob9qXbjvOLS3M92pvlHp9GbcfICKN8V/85/7Uaf77cj6F33fSDbJ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ibK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Sbt74A&#10;AADeAAAADwAAAGRycy9kb3ducmV2LnhtbERPSwrCMBDdC94hjOBOU79INYoIii6tHmBoxrbYTGoT&#10;bb29EQR383jfWW1aU4oX1a6wrGA0jEAQp1YXnCm4XvaDBQjnkTWWlknBmxxs1t3OCmNtGz7TK/GZ&#10;CCHsYlSQe1/FUro0J4NuaCviwN1sbdAHWGdS19iEcFPKcRTNpcGCQ0OOFe1ySu/J0yiYvpvDI5nd&#10;o702NDpNqhP7dKZUv9dulyA8tf4v/rmPOsyfzKdj+L4TbpDr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Rkm7e+AAAA3g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oog8MA&#10;AADeAAAADwAAAGRycy9kb3ducmV2LnhtbERPTYvCMBC9C/sfwix4s+nqUtxqFFlRFk/aVc9DM7bF&#10;ZlKaqPXfG0HwNo/3OdN5Z2pxpdZVlhV8RTEI4tzqigsF+//VYAzCeWSNtWVScCcH89lHb4qptjfe&#10;0TXzhQgh7FJUUHrfpFK6vCSDLrINceBOtjXoA2wLqVu8hXBTy2EcJ9JgxaGhxIZ+S8rP2cUouCTH&#10;4Z5PG73Nlvf1z3K1cPJQKNX/7BYTEJ46/xa/3H86zB8l3yN4vhNukL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oog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wA6sYA&#10;AADeAAAADwAAAGRycy9kb3ducmV2LnhtbERPTWvCQBC9C/0PyxR6M5tqCJq6igpC66GitYfeptlp&#10;Es3OxuxW03/vCkJv83ifM5l1phZnal1lWcFzFIMgzq2uuFCw/1j1RyCcR9ZYWyYFf+RgNn3oTTDT&#10;9sJbOu98IUIIuwwVlN43mZQuL8mgi2xDHLgf2xr0AbaF1C1eQrip5SCOU2mw4tBQYkPLkvLj7tco&#10;+NyM0vFm8ZYc1u/fODT69KWrVKmnx27+AsJT5//Fd/erDvOHaZLA7Z1wg5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awA6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ky5cMA&#10;AADeAAAADwAAAGRycy9kb3ducmV2LnhtbERPS4vCMBC+L/gfwgje1nR9FKlG8YG6ePKxsNehGduy&#10;zaQ0Uau/3iwI3ubje85k1phSXKl2hWUFX90IBHFqdcGZgp/T+nMEwnlkjaVlUnAnB7Np62OCibY3&#10;PtD16DMRQtglqCD3vkqkdGlOBl3XVsSBO9vaoA+wzqSu8RbCTSl7URRLgwWHhhwrWuaU/h0vRsEj&#10;/sW92/YWq772dB+MNna33yjVaTfzMQhPjX+LX+5vHeb348EQ/t8JN8jp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hky5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LFPMMA&#10;AADeAAAADwAAAGRycy9kb3ducmV2LnhtbERPzWrCQBC+F3yHZQRvdaOmQaOrSFHorTX6AEN23ASz&#10;szG71din7xYK3ubj+53VpreNuFHna8cKJuMEBHHpdM1Gwem4f52D8AFZY+OYFDzIw2Y9eFlhrt2d&#10;D3QrghExhH2OCqoQ2lxKX1Zk0Y9dSxy5s+sshgg7I3WH9xhuGzlNkkxarDk2VNjSe0Xlpfi2Cq5u&#10;+qb7Yoefl93iqzYmvf4cUqVGw367BBGoD0/xv/tDx/mzLM3g7514g1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LFP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IGTMQA&#10;AADeAAAADwAAAGRycy9kb3ducmV2LnhtbERPyW7CMBC9V+o/WFOpt+K0lAAhDmorVeLKcuA42EMS&#10;Go/T2IWUr8dISNzm6a2Tz3vbiCN1vnas4HWQgCDWztRcKtisv18mIHxANtg4JgX/5GFePD7kmBl3&#10;4iUdV6EUMYR9hgqqENpMSq8rsugHriWO3N51FkOEXSlNh6cYbhv5liSptFhzbKiwpa+K9M/qzypY&#10;1DsapXo/tZNPvdyef8NwfDBKPT/1HzMQgfpwF9/cCxPnD9P3MVzfiTfI4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CBkz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xr6cUA&#10;AADeAAAADwAAAGRycy9kb3ducmV2LnhtbERPTWvCQBC9F/wPywje6kZbpE1dpRYKLbVCVfQ6ZKfZ&#10;YHY2ZNcY/71zKPQ2877mzXzZ+1p11MYqsIHJOANFXARbcWlgv3u/fwIVE7LFOjAZuFKE5WJwN8fc&#10;hgv/ULdNpZIQjjkacCk1udaxcOQxjkNDLNxvaD0mWdtS2xYvEu5rPc2ymfZYsVxw2NCbo+K0PXsD&#10;HW6u2dGtvp8/q3Ux3awOX1ZwMxr2ry+gEvXpX/zn/rBS/2H2KH3lHZlBL2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vGvp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0R6MMA&#10;AADeAAAADwAAAGRycy9kb3ducmV2LnhtbERPTUvDQBC9C/6HZQRvdmOUUmO3pRQqHjXtweOYnWZT&#10;szNhd22iv94VBG/zeJ+zXE++V2cKsRM2cDsrQBE3YjtuDRz2u5sFqJiQLfbCZOCLIqxXlxdLrKyM&#10;/ErnOrUqh3Cs0IBLaai0jo0jj3EmA3HmjhI8pgxDq23AMYf7XpdFMdceO84NDgfaOmo+6k9vYHxq&#10;3k/l8c267zDIrn6RU9mLMddX0+YRVKIp/Yv/3M82z7+b3z/A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0R6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Y+v8kA&#10;AADeAAAADwAAAGRycy9kb3ducmV2LnhtbESPS08DMQyE70j8h8hIvdEsRX1oaVqVPiRUtUItcDcb&#10;s7uQOKtN2m7/PT4gcbPl8cx803nnnTpTG+vABh76GSjiItiaSwPvb5v7CaiYkC26wGTgShHms9ub&#10;KeY2XPhA52MqlZhwzNFAlVKTax2LijzGfmiI5fYVWo9J1rbUtsWLmHunB1k20h5rloQKG1pWVPwc&#10;T97A5nXlvgf7w+JDp+V6/Okm2+fVzpjeXbd4ApWoS//iv+8XK/UfR0MBEByZQc9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eY+v8kAAADeAAAADwAAAAAAAAAAAAAAAACYAgAA&#10;ZHJzL2Rvd25yZXYueG1sUEsFBgAAAAAEAAQA9QAAAI4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xGsMQA&#10;AADeAAAADwAAAGRycy9kb3ducmV2LnhtbERP24rCMBB9X/Afwgi+LJqqWKQaRQTRhRW8ga9jM7bF&#10;ZlKaWLt/vxEW9m0O5zrzZWtK0VDtCssKhoMIBHFqdcGZgst505+CcB5ZY2mZFPyQg+Wi8zHHRNsX&#10;H6k5+UyEEHYJKsi9rxIpXZqTQTewFXHg7rY26AOsM6lrfIVwU8pRFMXSYMGhIceK1jmlj9PTKGgO&#10;37ds17jq6zH9dJPxbbvd66tSvW67moHw1Pp/8Z97p8P8cTwZwvudcIN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cRrD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Km2sYA&#10;AADeAAAADwAAAGRycy9kb3ducmV2LnhtbERPS2sCMRC+F/ofwhR6q1nXB7oapQqCF0FtD/U2bsbd&#10;xc1km6S6+utNodDbfHzPmc5bU4sLOV9ZVtDtJCCIc6srLhR8fqzeRiB8QNZYWyYFN/Iwnz0/TTHT&#10;9so7uuxDIWII+wwVlCE0mZQ+L8mg79iGOHIn6wyGCF0htcNrDDe1TJNkKA1WHBtKbGhZUn7e/xgF&#10;i/Fo8b3t8+a+Ox7o8HU8D1KXKPX60r5PQARqw7/4z73WcX5vOEjh9514g5w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OKm2sYAAADeAAAADwAAAAAAAAAAAAAAAACYAgAAZHJz&#10;L2Rvd25yZXYueG1sUEsFBgAAAAAEAAQA9QAAAIsDAAAAAA==&#10;" fillcolor="black" stroked="f"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0NQcYA&#10;AADeAAAADwAAAGRycy9kb3ducmV2LnhtbERPTWvCQBC9F/oflil4q5sqBkldRdsKgnpQe+hxmh2T&#10;JdnZkF01+uu7QsHbPN7nTGadrcWZWm8cK3jrJyCIc6cNFwq+D8vXMQgfkDXWjknBlTzMps9PE8y0&#10;u/COzvtQiBjCPkMFZQhNJqXPS7Lo+64hjtzRtRZDhG0hdYuXGG5rOUiSVFo0HBtKbOijpLzan6yC&#10;n3VqxjtDg9/NbfGlN6Nqsf2slOq9dPN3EIG68BD/u1c6zh+moyHc34k3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m0NQ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b4B8QA&#10;AADeAAAADwAAAGRycy9kb3ducmV2LnhtbERPTWsCMRC9C/6HMII3zVqtyNYoYil68VDb0uuwmW62&#10;u5lsk6irv74pCL3N433Oct3ZRpzJh8qxgsk4A0FcOF1xqeD97WW0ABEissbGMSm4UoD1qt9bYq7d&#10;hV/pfIylSCEcclRgYmxzKUNhyGIYu5Y4cV/OW4wJ+lJqj5cUbhv5kGVzabHi1GCwpa2hoj6erAK/&#10;+Xyub3z6qLPb4Rp2393PAo1Sw0G3eQIRqYv/4rt7r9P86fxxBn/vpBv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W+A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vr18QA&#10;AADeAAAADwAAAGRycy9kb3ducmV2LnhtbERP22oCMRB9L/gPYQRfSs1qUdvVKEUoFJSClw+Ybsbd&#10;xWSybKa69utNodC3OZzrLFadd+pCbawDGxgNM1DERbA1lwaOh/enF1BRkC26wGTgRhFWy97DAnMb&#10;rryjy15KlUI45migEmlyrWNRkcc4DA1x4k6h9SgJtqW2LV5TuHd6nGVT7bHm1FBhQ+uKivP+2xtw&#10;4y/3upnFrdyOepv9eNk9flpjBv3ubQ5KqJN/8Z/7w6b5z9PJBH7fSTfo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r69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k0+sUA&#10;AADeAAAADwAAAGRycy9kb3ducmV2LnhtbERPTWsCMRC9F/ofwhS81awWl7I1iq0Ie+nBrcXruBk3&#10;i8lk2aS69tcbodDbPN7nzJeDs+JMfWg9K5iMMxDEtdctNwp2X5vnVxAhImu0nknBlQIsF48Pcyy0&#10;v/CWzlVsRArhUKACE2NXSBlqQw7D2HfEiTv63mFMsG+k7vGSwp2V0yzLpcOWU4PBjj4M1afqxylY&#10;V52d7krzHvbfn4eDLX83tF8rNXoaVm8gIg3xX/znLnWa/5LPcri/k26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6TT6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AjV8MA&#10;AADeAAAADwAAAGRycy9kb3ducmV2LnhtbERPS2sCMRC+F/wPYQq91aSWrrIaRaSC0JOvg7chGXe3&#10;3UyWTequ/94Igrf5+J4zW/SuFhdqQ+VZw8dQgSA23lZcaDjs1+8TECEiW6w9k4YrBVjMBy8zzK3v&#10;eEuXXSxECuGQo4YyxiaXMpiSHIahb4gTd/atw5hgW0jbYpfCXS1HSmXSYcWpocSGViWZv92/0/C7&#10;lj/eKDTHw7Hb2PHpO6Naaf322i+nICL18Sl+uDc2zf/MvsZwfyfdI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AjV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dEQscA&#10;AADeAAAADwAAAGRycy9kb3ducmV2LnhtbESPQWvCQBCF70L/wzKF3nSjUpHUVWyhUFp6MIr0OGbH&#10;JCQ7G3ZXTf9951DwNsN78943q83gOnWlEBvPBqaTDBRx6W3DlYHD/n28BBUTssXOMxn4pQib9cNo&#10;hbn1N97RtUiVkhCOORqoU+pzrWNZk8M48T2xaGcfHCZZQ6VtwJuEu07PsmyhHTYsDTX29FZT2RYX&#10;Z+Dn8sXn7/nnNrymox/2sZ2dlq0xT4/D9gVUoiHdzf/XH1bw54tn4ZV3ZAa9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LXREL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Y0q8YA&#10;AADeAAAADwAAAGRycy9kb3ducmV2LnhtbERPS2sCMRC+C/0PYQreNKutoqtRtFDopVAfB72Nm3F3&#10;cTNZk6jb/vpGELzNx/ec6bwxlbiS86VlBb1uAoI4s7rkXMF289kZgfABWWNlmRT8kof57KU1xVTb&#10;G6/oug65iCHsU1RQhFCnUvqsIIO+a2viyB2tMxgidLnUDm8x3FSynyRDabDk2FBgTR8FZaf1xShY&#10;jkfL8887f/+tDnva7w6nQd8lSrVfm8UERKAmPMUP95eO89+GgzHc34k3yN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kY0q8YAAADeAAAADwAAAAAAAAAAAAAAAACYAgAAZHJz&#10;L2Rvd25yZXYueG1sUEsFBgAAAAAEAAQA9QAAAIsDAAAAAA==&#10;" fillcolor="black" stroked="f"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ZcIcUA&#10;AADeAAAADwAAAGRycy9kb3ducmV2LnhtbESPQUvEMBCF74L/IYzgzU11oUjd7FIWRPHUXRWvs83Y&#10;FJtJSWK2/nvnIHibYd68977NbvGTKhTTGNjA7aoCRdwHO/Jg4O318eYeVMrIFqfAZOCHEuy2lxcb&#10;bGw484HKMQ9KTDg1aMDlPDdap96Rx7QKM7HcPkP0mGWNg7YRz2LuJ31XVbX2OLIkOJxp76j/On57&#10;A+W079p1+Sju8BLbIYbu6f3UGXN9tbQPoDIt+V/89/1spf66rgVAcG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plwh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a9s8UA&#10;AADeAAAADwAAAGRycy9kb3ducmV2LnhtbERPTWvCQBC9F/oflil4q5sohBpdRUSl7aUaBXscstNs&#10;MDsbstuY9td3C4Xe5vE+Z7EabCN66nztWEE6TkAQl07XXCk4n3aPTyB8QNbYOCYFX+Rhtby/W2Cu&#10;3Y2P1BehEjGEfY4KTAhtLqUvDVn0Y9cSR+7DdRZDhF0ldYe3GG4bOUmSTFqsOTYYbGljqLwWn1aB&#10;Tzfby6v9nvXve8NvxYvJDpVRavQwrOcgAg3hX/znftZx/jTLUvh9J94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Rr2z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B2B20" w:rsidRDefault="003B2B20" w:rsidP="003B2B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B2B20" w:rsidRDefault="003B2B20" w:rsidP="003B2B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2B20" w:rsidRDefault="003B2B20" w:rsidP="003B2B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2B20" w:rsidRDefault="003B2B20" w:rsidP="003B2B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2B20" w:rsidRDefault="003B2B20" w:rsidP="003B2B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2B20" w:rsidRDefault="003B2B20" w:rsidP="003B2B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B2B20" w:rsidRDefault="003B2B20" w:rsidP="003B2B2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B2B20" w:rsidRDefault="003B2B20" w:rsidP="003B2B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B2B20" w:rsidRDefault="003B2B20" w:rsidP="003B2B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B2B20" w:rsidRDefault="003B2B20" w:rsidP="003B2B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2B20" w:rsidRDefault="003B2B20" w:rsidP="003B2B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B2B20" w:rsidRDefault="003B2B20" w:rsidP="003B2B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2B20" w:rsidRDefault="003B2B20" w:rsidP="003B2B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B2B20" w:rsidRPr="004A7D10" w:rsidRDefault="003B2B20" w:rsidP="003B2B2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B2B20" w:rsidRDefault="003B2B20" w:rsidP="003B2B2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B2B20" w:rsidRDefault="003B2B20" w:rsidP="003B2B20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№8</w:t>
      </w:r>
    </w:p>
    <w:p w:rsidR="003B2B20" w:rsidRDefault="003B2B20" w:rsidP="003B2B2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2B20" w:rsidRPr="00BB267D" w:rsidRDefault="003B2B20" w:rsidP="003B2B20">
      <w:pPr>
        <w:widowControl w:val="0"/>
        <w:tabs>
          <w:tab w:val="left" w:pos="4253"/>
        </w:tabs>
        <w:autoSpaceDE w:val="0"/>
        <w:autoSpaceDN w:val="0"/>
        <w:adjustRightInd w:val="0"/>
        <w:spacing w:after="0"/>
        <w:ind w:right="5102"/>
        <w:jc w:val="both"/>
        <w:rPr>
          <w:rFonts w:ascii="Times New Roman" w:hAnsi="Times New Roman"/>
          <w:b/>
          <w:sz w:val="24"/>
          <w:szCs w:val="24"/>
        </w:rPr>
      </w:pPr>
      <w:r w:rsidRPr="00BB267D">
        <w:rPr>
          <w:rFonts w:ascii="Times New Roman" w:hAnsi="Times New Roman"/>
          <w:b/>
          <w:sz w:val="24"/>
          <w:szCs w:val="24"/>
        </w:rPr>
        <w:t xml:space="preserve">Про передачу </w:t>
      </w:r>
      <w:proofErr w:type="spellStart"/>
      <w:r w:rsidRPr="00BB267D">
        <w:rPr>
          <w:rFonts w:ascii="Times New Roman" w:hAnsi="Times New Roman"/>
          <w:b/>
          <w:sz w:val="24"/>
          <w:szCs w:val="24"/>
        </w:rPr>
        <w:t>земельної</w:t>
      </w:r>
      <w:proofErr w:type="spellEnd"/>
      <w:r w:rsidRPr="00BB267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B267D">
        <w:rPr>
          <w:rFonts w:ascii="Times New Roman" w:hAnsi="Times New Roman"/>
          <w:b/>
          <w:sz w:val="24"/>
          <w:szCs w:val="24"/>
        </w:rPr>
        <w:t>ділянки</w:t>
      </w:r>
      <w:proofErr w:type="spellEnd"/>
      <w:r w:rsidRPr="00BB267D">
        <w:rPr>
          <w:rFonts w:ascii="Times New Roman" w:hAnsi="Times New Roman"/>
          <w:b/>
          <w:sz w:val="24"/>
          <w:szCs w:val="24"/>
        </w:rPr>
        <w:t xml:space="preserve"> в </w:t>
      </w:r>
      <w:proofErr w:type="spellStart"/>
      <w:r w:rsidRPr="00BB267D">
        <w:rPr>
          <w:rFonts w:ascii="Times New Roman" w:hAnsi="Times New Roman"/>
          <w:b/>
          <w:sz w:val="24"/>
          <w:szCs w:val="24"/>
        </w:rPr>
        <w:t>оренду</w:t>
      </w:r>
      <w:proofErr w:type="spellEnd"/>
      <w:r w:rsidRPr="00BB267D">
        <w:rPr>
          <w:rFonts w:ascii="Times New Roman" w:hAnsi="Times New Roman"/>
          <w:b/>
          <w:sz w:val="24"/>
          <w:szCs w:val="24"/>
        </w:rPr>
        <w:t xml:space="preserve">  </w:t>
      </w:r>
    </w:p>
    <w:p w:rsidR="003B2B20" w:rsidRPr="00BB267D" w:rsidRDefault="003B2B20" w:rsidP="003B2B2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3B2B20" w:rsidRDefault="003B2B20" w:rsidP="003B2B20">
      <w:pPr>
        <w:spacing w:after="0"/>
        <w:ind w:right="-1"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B267D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до</w:t>
      </w:r>
      <w:r>
        <w:rPr>
          <w:rFonts w:ascii="Times New Roman" w:hAnsi="Times New Roman"/>
          <w:sz w:val="24"/>
          <w:szCs w:val="24"/>
        </w:rPr>
        <w:t xml:space="preserve"> пункту 34 </w:t>
      </w:r>
      <w:proofErr w:type="spellStart"/>
      <w:r>
        <w:rPr>
          <w:rFonts w:ascii="Times New Roman" w:hAnsi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/>
          <w:sz w:val="24"/>
          <w:szCs w:val="24"/>
        </w:rPr>
        <w:t xml:space="preserve"> 26</w:t>
      </w:r>
      <w:r w:rsidRPr="00BB267D">
        <w:rPr>
          <w:rFonts w:ascii="Times New Roman" w:hAnsi="Times New Roman"/>
          <w:sz w:val="24"/>
          <w:szCs w:val="24"/>
        </w:rPr>
        <w:t xml:space="preserve">, статей 12, </w:t>
      </w:r>
      <w:r>
        <w:rPr>
          <w:rFonts w:ascii="Times New Roman" w:hAnsi="Times New Roman"/>
          <w:sz w:val="24"/>
          <w:szCs w:val="24"/>
        </w:rPr>
        <w:t>93</w:t>
      </w:r>
      <w:r w:rsidRPr="00BB267D">
        <w:rPr>
          <w:rFonts w:ascii="Times New Roman" w:hAnsi="Times New Roman"/>
          <w:sz w:val="24"/>
          <w:szCs w:val="24"/>
        </w:rPr>
        <w:t>, 122</w:t>
      </w:r>
      <w:r>
        <w:rPr>
          <w:rFonts w:ascii="Times New Roman" w:hAnsi="Times New Roman"/>
          <w:sz w:val="24"/>
          <w:szCs w:val="24"/>
        </w:rPr>
        <w:t>, 124, а</w:t>
      </w:r>
      <w:r w:rsidRPr="00BB267D">
        <w:rPr>
          <w:rFonts w:ascii="Times New Roman" w:hAnsi="Times New Roman"/>
          <w:sz w:val="24"/>
          <w:szCs w:val="24"/>
        </w:rPr>
        <w:t>бзац</w:t>
      </w:r>
      <w:r>
        <w:rPr>
          <w:rFonts w:ascii="Times New Roman" w:hAnsi="Times New Roman"/>
          <w:sz w:val="24"/>
          <w:szCs w:val="24"/>
        </w:rPr>
        <w:t>у</w:t>
      </w:r>
      <w:r w:rsidRPr="00BB26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другого</w:t>
      </w:r>
      <w:r w:rsidRPr="00BB2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267D">
        <w:rPr>
          <w:rFonts w:ascii="Times New Roman" w:hAnsi="Times New Roman"/>
          <w:sz w:val="24"/>
          <w:szCs w:val="24"/>
        </w:rPr>
        <w:t>частини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267D">
        <w:rPr>
          <w:rFonts w:ascii="Times New Roman" w:hAnsi="Times New Roman"/>
          <w:sz w:val="24"/>
          <w:szCs w:val="24"/>
        </w:rPr>
        <w:t>другої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267D">
        <w:rPr>
          <w:rFonts w:ascii="Times New Roman" w:hAnsi="Times New Roman"/>
          <w:sz w:val="24"/>
          <w:szCs w:val="24"/>
        </w:rPr>
        <w:t>статті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134 Земельного кодексу </w:t>
      </w:r>
      <w:proofErr w:type="spellStart"/>
      <w:r w:rsidRPr="00BB267D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B267D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2DBB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F82DBB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82DBB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F82DBB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F82DBB">
        <w:rPr>
          <w:rFonts w:ascii="Times New Roman" w:hAnsi="Times New Roman"/>
          <w:sz w:val="24"/>
          <w:szCs w:val="24"/>
        </w:rPr>
        <w:t>від</w:t>
      </w:r>
      <w:proofErr w:type="spellEnd"/>
      <w:r w:rsidRPr="00F82DBB">
        <w:rPr>
          <w:rFonts w:ascii="Times New Roman" w:hAnsi="Times New Roman"/>
          <w:sz w:val="24"/>
          <w:szCs w:val="24"/>
        </w:rPr>
        <w:t xml:space="preserve"> 24 </w:t>
      </w:r>
      <w:proofErr w:type="spellStart"/>
      <w:r w:rsidRPr="00F82DBB">
        <w:rPr>
          <w:rFonts w:ascii="Times New Roman" w:hAnsi="Times New Roman"/>
          <w:sz w:val="24"/>
          <w:szCs w:val="24"/>
        </w:rPr>
        <w:t>липня</w:t>
      </w:r>
      <w:proofErr w:type="spellEnd"/>
      <w:r w:rsidRPr="00F82DBB">
        <w:rPr>
          <w:rFonts w:ascii="Times New Roman" w:hAnsi="Times New Roman"/>
          <w:sz w:val="24"/>
          <w:szCs w:val="24"/>
        </w:rPr>
        <w:t xml:space="preserve"> 2020 року № 12 «Про </w:t>
      </w:r>
      <w:proofErr w:type="spellStart"/>
      <w:r w:rsidRPr="00F82DBB">
        <w:rPr>
          <w:rFonts w:ascii="Times New Roman" w:hAnsi="Times New Roman"/>
          <w:sz w:val="24"/>
          <w:szCs w:val="24"/>
        </w:rPr>
        <w:t>затвердження</w:t>
      </w:r>
      <w:proofErr w:type="spellEnd"/>
      <w:r w:rsidRPr="00F82DBB">
        <w:rPr>
          <w:rFonts w:ascii="Times New Roman" w:hAnsi="Times New Roman"/>
          <w:sz w:val="24"/>
          <w:szCs w:val="24"/>
        </w:rPr>
        <w:t xml:space="preserve"> ставок </w:t>
      </w:r>
      <w:proofErr w:type="spellStart"/>
      <w:r w:rsidRPr="00F82DBB">
        <w:rPr>
          <w:rFonts w:ascii="Times New Roman" w:hAnsi="Times New Roman"/>
          <w:sz w:val="24"/>
          <w:szCs w:val="24"/>
        </w:rPr>
        <w:t>орендної</w:t>
      </w:r>
      <w:proofErr w:type="spellEnd"/>
      <w:r w:rsidRPr="00F82DBB">
        <w:rPr>
          <w:rFonts w:ascii="Times New Roman" w:hAnsi="Times New Roman"/>
          <w:sz w:val="24"/>
          <w:szCs w:val="24"/>
        </w:rPr>
        <w:t xml:space="preserve"> плати за </w:t>
      </w:r>
      <w:proofErr w:type="spellStart"/>
      <w:r w:rsidRPr="00F82DBB">
        <w:rPr>
          <w:rFonts w:ascii="Times New Roman" w:hAnsi="Times New Roman"/>
          <w:sz w:val="24"/>
          <w:szCs w:val="24"/>
        </w:rPr>
        <w:t>земельні</w:t>
      </w:r>
      <w:proofErr w:type="spellEnd"/>
      <w:r w:rsidRPr="00F82D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2DBB">
        <w:rPr>
          <w:rFonts w:ascii="Times New Roman" w:hAnsi="Times New Roman"/>
          <w:sz w:val="24"/>
          <w:szCs w:val="24"/>
        </w:rPr>
        <w:t>ділянки</w:t>
      </w:r>
      <w:proofErr w:type="spellEnd"/>
      <w:r w:rsidRPr="00F82D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2DBB">
        <w:rPr>
          <w:rFonts w:ascii="Times New Roman" w:hAnsi="Times New Roman"/>
          <w:sz w:val="24"/>
          <w:szCs w:val="24"/>
        </w:rPr>
        <w:t>комунальної</w:t>
      </w:r>
      <w:proofErr w:type="spellEnd"/>
      <w:r w:rsidRPr="00F82D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2DBB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F82DBB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F82DBB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F82D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2DBB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F82D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82DBB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F82DBB">
        <w:rPr>
          <w:rFonts w:ascii="Times New Roman" w:hAnsi="Times New Roman"/>
          <w:sz w:val="24"/>
          <w:szCs w:val="24"/>
        </w:rPr>
        <w:t xml:space="preserve"> ради»</w:t>
      </w:r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зі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змінами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доповненнями</w:t>
      </w:r>
      <w:proofErr w:type="spellEnd"/>
      <w:r>
        <w:rPr>
          <w:rFonts w:ascii="Times New Roman" w:hAnsi="Times New Roman"/>
          <w:sz w:val="24"/>
          <w:szCs w:val="24"/>
        </w:rPr>
        <w:t xml:space="preserve">) </w:t>
      </w:r>
      <w:r w:rsidRPr="00BB267D">
        <w:rPr>
          <w:rFonts w:ascii="Times New Roman" w:hAnsi="Times New Roman"/>
          <w:sz w:val="24"/>
          <w:szCs w:val="24"/>
        </w:rPr>
        <w:t xml:space="preserve">та з метою </w:t>
      </w:r>
      <w:proofErr w:type="spellStart"/>
      <w:r w:rsidRPr="00BB267D">
        <w:rPr>
          <w:rFonts w:ascii="Times New Roman" w:hAnsi="Times New Roman"/>
          <w:sz w:val="24"/>
          <w:szCs w:val="24"/>
        </w:rPr>
        <w:t>розгляду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267D">
        <w:rPr>
          <w:rFonts w:ascii="Times New Roman" w:hAnsi="Times New Roman"/>
          <w:sz w:val="24"/>
          <w:szCs w:val="24"/>
        </w:rPr>
        <w:t>клопотання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Товариства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обмеженою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відповідальністю</w:t>
      </w:r>
      <w:proofErr w:type="spellEnd"/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Гідротехнічна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компанія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Pr="00BB2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267D">
        <w:rPr>
          <w:rFonts w:ascii="Times New Roman" w:hAnsi="Times New Roman"/>
          <w:sz w:val="24"/>
          <w:szCs w:val="24"/>
        </w:rPr>
        <w:t>від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20</w:t>
      </w:r>
      <w:r w:rsidRPr="00BB26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листопада</w:t>
      </w:r>
      <w:r w:rsidRPr="00BB267D">
        <w:rPr>
          <w:rFonts w:ascii="Times New Roman" w:hAnsi="Times New Roman"/>
          <w:sz w:val="24"/>
          <w:szCs w:val="24"/>
        </w:rPr>
        <w:t xml:space="preserve"> 2020 року № </w:t>
      </w:r>
      <w:r>
        <w:rPr>
          <w:rFonts w:ascii="Times New Roman" w:hAnsi="Times New Roman"/>
          <w:sz w:val="24"/>
          <w:szCs w:val="24"/>
        </w:rPr>
        <w:t>20-11/01</w:t>
      </w:r>
      <w:r w:rsidRPr="00BB26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267D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рада  </w:t>
      </w:r>
    </w:p>
    <w:p w:rsidR="003B2B20" w:rsidRPr="00BB267D" w:rsidRDefault="003B2B20" w:rsidP="003B2B20">
      <w:pPr>
        <w:spacing w:after="0"/>
        <w:ind w:right="-1" w:firstLine="709"/>
        <w:jc w:val="both"/>
        <w:rPr>
          <w:rFonts w:ascii="Times New Roman" w:hAnsi="Times New Roman"/>
          <w:sz w:val="24"/>
          <w:szCs w:val="24"/>
        </w:rPr>
      </w:pPr>
      <w:r w:rsidRPr="00BB267D">
        <w:rPr>
          <w:rFonts w:ascii="Times New Roman" w:hAnsi="Times New Roman"/>
          <w:sz w:val="24"/>
          <w:szCs w:val="24"/>
        </w:rPr>
        <w:t>ВИРІШИЛА:</w:t>
      </w:r>
    </w:p>
    <w:p w:rsidR="003B2B20" w:rsidRPr="00507C63" w:rsidRDefault="003B2B20" w:rsidP="003B2B20">
      <w:pPr>
        <w:pStyle w:val="af1"/>
        <w:widowControl w:val="0"/>
        <w:numPr>
          <w:ilvl w:val="0"/>
          <w:numId w:val="12"/>
        </w:numPr>
        <w:tabs>
          <w:tab w:val="left" w:pos="851"/>
        </w:tabs>
        <w:autoSpaceDE w:val="0"/>
        <w:autoSpaceDN w:val="0"/>
        <w:adjustRightInd w:val="0"/>
        <w:spacing w:after="0" w:line="276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07C63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507C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7C6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507C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7C6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507C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7C63">
        <w:rPr>
          <w:rFonts w:ascii="Times New Roman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507C63">
        <w:rPr>
          <w:rFonts w:ascii="Times New Roman" w:hAnsi="Times New Roman" w:cs="Times New Roman"/>
          <w:color w:val="000000"/>
          <w:sz w:val="24"/>
          <w:szCs w:val="24"/>
        </w:rPr>
        <w:t xml:space="preserve"> номер 6823986800:06:003:0001, </w:t>
      </w:r>
      <w:proofErr w:type="spellStart"/>
      <w:r w:rsidRPr="00507C63">
        <w:rPr>
          <w:rFonts w:ascii="Times New Roman" w:hAnsi="Times New Roman" w:cs="Times New Roman"/>
          <w:color w:val="000000"/>
          <w:sz w:val="24"/>
          <w:szCs w:val="24"/>
        </w:rPr>
        <w:t>площею</w:t>
      </w:r>
      <w:proofErr w:type="spellEnd"/>
      <w:r w:rsidRPr="00507C63">
        <w:rPr>
          <w:rFonts w:ascii="Times New Roman" w:hAnsi="Times New Roman" w:cs="Times New Roman"/>
          <w:color w:val="000000"/>
          <w:sz w:val="24"/>
          <w:szCs w:val="24"/>
        </w:rPr>
        <w:t xml:space="preserve"> 0,1983 га, яка </w:t>
      </w:r>
      <w:proofErr w:type="spellStart"/>
      <w:r w:rsidRPr="00507C63">
        <w:rPr>
          <w:rFonts w:ascii="Times New Roman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507C63">
        <w:rPr>
          <w:rFonts w:ascii="Times New Roman" w:hAnsi="Times New Roman" w:cs="Times New Roman"/>
          <w:color w:val="000000"/>
          <w:sz w:val="24"/>
          <w:szCs w:val="24"/>
        </w:rPr>
        <w:t xml:space="preserve"> с. </w:t>
      </w:r>
      <w:proofErr w:type="spellStart"/>
      <w:r w:rsidRPr="00507C63">
        <w:rPr>
          <w:rFonts w:ascii="Times New Roman" w:hAnsi="Times New Roman" w:cs="Times New Roman"/>
          <w:color w:val="000000"/>
          <w:sz w:val="24"/>
          <w:szCs w:val="24"/>
        </w:rPr>
        <w:t>Полянь</w:t>
      </w:r>
      <w:proofErr w:type="spellEnd"/>
      <w:r w:rsidRPr="00507C63">
        <w:rPr>
          <w:rFonts w:ascii="Times New Roman" w:hAnsi="Times New Roman" w:cs="Times New Roman"/>
          <w:color w:val="000000"/>
          <w:sz w:val="24"/>
          <w:szCs w:val="24"/>
        </w:rPr>
        <w:t xml:space="preserve">, на </w:t>
      </w:r>
      <w:proofErr w:type="spellStart"/>
      <w:r w:rsidRPr="00507C63">
        <w:rPr>
          <w:rFonts w:ascii="Times New Roman" w:hAnsi="Times New Roman" w:cs="Times New Roman"/>
          <w:color w:val="000000"/>
          <w:sz w:val="24"/>
          <w:szCs w:val="24"/>
        </w:rPr>
        <w:t>вул</w:t>
      </w:r>
      <w:proofErr w:type="spellEnd"/>
      <w:r w:rsidRPr="00507C63">
        <w:rPr>
          <w:rFonts w:ascii="Times New Roman" w:hAnsi="Times New Roman" w:cs="Times New Roman"/>
          <w:color w:val="000000"/>
          <w:sz w:val="24"/>
          <w:szCs w:val="24"/>
        </w:rPr>
        <w:t xml:space="preserve">. Вишнева, для </w:t>
      </w:r>
      <w:proofErr w:type="spellStart"/>
      <w:r w:rsidRPr="00507C63">
        <w:rPr>
          <w:rFonts w:ascii="Times New Roman" w:hAnsi="Times New Roman" w:cs="Times New Roman"/>
          <w:color w:val="000000"/>
          <w:sz w:val="24"/>
          <w:szCs w:val="24"/>
        </w:rPr>
        <w:t>експлуатації</w:t>
      </w:r>
      <w:proofErr w:type="spellEnd"/>
      <w:r w:rsidRPr="00507C63">
        <w:rPr>
          <w:rFonts w:ascii="Times New Roman" w:hAnsi="Times New Roman" w:cs="Times New Roman"/>
          <w:color w:val="000000"/>
          <w:sz w:val="24"/>
          <w:szCs w:val="24"/>
        </w:rPr>
        <w:t xml:space="preserve"> та догляду за </w:t>
      </w:r>
      <w:proofErr w:type="spellStart"/>
      <w:r w:rsidRPr="00507C63">
        <w:rPr>
          <w:rFonts w:ascii="Times New Roman" w:hAnsi="Times New Roman" w:cs="Times New Roman"/>
          <w:color w:val="000000"/>
          <w:sz w:val="24"/>
          <w:szCs w:val="24"/>
        </w:rPr>
        <w:t>гідротехнічними</w:t>
      </w:r>
      <w:proofErr w:type="spellEnd"/>
      <w:r w:rsidRPr="00507C63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07C63">
        <w:rPr>
          <w:rFonts w:ascii="Times New Roman" w:hAnsi="Times New Roman" w:cs="Times New Roman"/>
          <w:color w:val="000000"/>
          <w:sz w:val="24"/>
          <w:szCs w:val="24"/>
        </w:rPr>
        <w:t>іншими</w:t>
      </w:r>
      <w:proofErr w:type="spellEnd"/>
      <w:r w:rsidRPr="00507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07C63">
        <w:rPr>
          <w:rFonts w:ascii="Times New Roman" w:hAnsi="Times New Roman" w:cs="Times New Roman"/>
          <w:color w:val="000000"/>
          <w:sz w:val="24"/>
          <w:szCs w:val="24"/>
        </w:rPr>
        <w:t>водогосподарськими</w:t>
      </w:r>
      <w:proofErr w:type="spellEnd"/>
      <w:r w:rsidRPr="00507C6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07C63">
        <w:rPr>
          <w:rFonts w:ascii="Times New Roman" w:hAnsi="Times New Roman" w:cs="Times New Roman"/>
          <w:color w:val="000000"/>
          <w:sz w:val="24"/>
          <w:szCs w:val="24"/>
        </w:rPr>
        <w:t>спорудами</w:t>
      </w:r>
      <w:proofErr w:type="spellEnd"/>
      <w:r w:rsidRPr="00507C63">
        <w:rPr>
          <w:rFonts w:ascii="Times New Roman" w:hAnsi="Times New Roman" w:cs="Times New Roman"/>
          <w:color w:val="000000"/>
          <w:sz w:val="24"/>
          <w:szCs w:val="24"/>
        </w:rPr>
        <w:t xml:space="preserve"> і каналами </w:t>
      </w:r>
      <w:proofErr w:type="spellStart"/>
      <w:r w:rsidRPr="00507C63">
        <w:rPr>
          <w:rFonts w:ascii="Times New Roman" w:hAnsi="Times New Roman" w:cs="Times New Roman"/>
          <w:color w:val="000000"/>
          <w:sz w:val="24"/>
          <w:szCs w:val="24"/>
        </w:rPr>
        <w:t>строком</w:t>
      </w:r>
      <w:proofErr w:type="spellEnd"/>
      <w:r w:rsidRPr="00507C63">
        <w:rPr>
          <w:rFonts w:ascii="Times New Roman" w:hAnsi="Times New Roman" w:cs="Times New Roman"/>
          <w:color w:val="000000"/>
          <w:sz w:val="24"/>
          <w:szCs w:val="24"/>
        </w:rPr>
        <w:t xml:space="preserve">  на 5 </w:t>
      </w:r>
      <w:proofErr w:type="spellStart"/>
      <w:r w:rsidRPr="00507C63">
        <w:rPr>
          <w:rFonts w:ascii="Times New Roman" w:hAnsi="Times New Roman" w:cs="Times New Roman"/>
          <w:color w:val="000000"/>
          <w:sz w:val="24"/>
          <w:szCs w:val="24"/>
        </w:rPr>
        <w:t>рокі</w:t>
      </w:r>
      <w:proofErr w:type="gramStart"/>
      <w:r w:rsidRPr="00507C63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spellEnd"/>
      <w:proofErr w:type="gramEnd"/>
      <w:r w:rsidRPr="00507C6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B2B20" w:rsidRPr="00BB267D" w:rsidRDefault="003B2B20" w:rsidP="003B2B20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B267D">
        <w:rPr>
          <w:rFonts w:ascii="Times New Roman" w:hAnsi="Times New Roman"/>
          <w:sz w:val="24"/>
          <w:szCs w:val="24"/>
        </w:rPr>
        <w:t xml:space="preserve">2. </w:t>
      </w:r>
      <w:proofErr w:type="spellStart"/>
      <w:r w:rsidRPr="00BB267D">
        <w:rPr>
          <w:rFonts w:ascii="Times New Roman" w:hAnsi="Times New Roman"/>
          <w:sz w:val="24"/>
          <w:szCs w:val="24"/>
        </w:rPr>
        <w:t>Встановити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B267D">
        <w:rPr>
          <w:rFonts w:ascii="Times New Roman" w:hAnsi="Times New Roman"/>
          <w:sz w:val="24"/>
          <w:szCs w:val="24"/>
        </w:rPr>
        <w:t>р</w:t>
      </w:r>
      <w:proofErr w:type="gramEnd"/>
      <w:r w:rsidRPr="00BB267D">
        <w:rPr>
          <w:rFonts w:ascii="Times New Roman" w:hAnsi="Times New Roman"/>
          <w:sz w:val="24"/>
          <w:szCs w:val="24"/>
        </w:rPr>
        <w:t>ічну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плату за </w:t>
      </w:r>
      <w:proofErr w:type="spellStart"/>
      <w:r w:rsidRPr="00BB267D">
        <w:rPr>
          <w:rFonts w:ascii="Times New Roman" w:hAnsi="Times New Roman"/>
          <w:sz w:val="24"/>
          <w:szCs w:val="24"/>
        </w:rPr>
        <w:t>користування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земельною </w:t>
      </w:r>
      <w:proofErr w:type="spellStart"/>
      <w:r w:rsidRPr="00BB267D">
        <w:rPr>
          <w:rFonts w:ascii="Times New Roman" w:hAnsi="Times New Roman"/>
          <w:sz w:val="24"/>
          <w:szCs w:val="24"/>
        </w:rPr>
        <w:t>ділянкою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BB267D">
        <w:rPr>
          <w:rFonts w:ascii="Times New Roman" w:hAnsi="Times New Roman"/>
          <w:sz w:val="24"/>
          <w:szCs w:val="24"/>
        </w:rPr>
        <w:t>розмірі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</w:t>
      </w:r>
      <w:r w:rsidRPr="00BB267D">
        <w:rPr>
          <w:rFonts w:ascii="Times New Roman" w:hAnsi="Times New Roman"/>
          <w:sz w:val="24"/>
          <w:szCs w:val="24"/>
        </w:rPr>
        <w:t xml:space="preserve">% </w:t>
      </w:r>
      <w:proofErr w:type="spellStart"/>
      <w:r w:rsidRPr="00BB267D">
        <w:rPr>
          <w:rFonts w:ascii="Times New Roman" w:hAnsi="Times New Roman"/>
          <w:sz w:val="24"/>
          <w:szCs w:val="24"/>
        </w:rPr>
        <w:t>від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267D">
        <w:rPr>
          <w:rFonts w:ascii="Times New Roman" w:hAnsi="Times New Roman"/>
          <w:sz w:val="24"/>
          <w:szCs w:val="24"/>
        </w:rPr>
        <w:t>нормативної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267D">
        <w:rPr>
          <w:rFonts w:ascii="Times New Roman" w:hAnsi="Times New Roman"/>
          <w:sz w:val="24"/>
          <w:szCs w:val="24"/>
        </w:rPr>
        <w:t>грошової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267D">
        <w:rPr>
          <w:rFonts w:ascii="Times New Roman" w:hAnsi="Times New Roman"/>
          <w:sz w:val="24"/>
          <w:szCs w:val="24"/>
        </w:rPr>
        <w:t>оцінки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267D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267D">
        <w:rPr>
          <w:rFonts w:ascii="Times New Roman" w:hAnsi="Times New Roman"/>
          <w:sz w:val="24"/>
          <w:szCs w:val="24"/>
        </w:rPr>
        <w:t>ділянки</w:t>
      </w:r>
      <w:proofErr w:type="spellEnd"/>
      <w:r w:rsidRPr="00BB267D">
        <w:rPr>
          <w:rFonts w:ascii="Times New Roman" w:hAnsi="Times New Roman"/>
          <w:sz w:val="24"/>
          <w:szCs w:val="24"/>
        </w:rPr>
        <w:t>.</w:t>
      </w:r>
    </w:p>
    <w:p w:rsidR="003B2B20" w:rsidRPr="00BB267D" w:rsidRDefault="003B2B20" w:rsidP="003B2B20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BB267D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BB267D">
        <w:rPr>
          <w:rFonts w:ascii="Times New Roman" w:hAnsi="Times New Roman"/>
          <w:sz w:val="24"/>
          <w:szCs w:val="24"/>
        </w:rPr>
        <w:t>Уповноважити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267D">
        <w:rPr>
          <w:rFonts w:ascii="Times New Roman" w:hAnsi="Times New Roman"/>
          <w:sz w:val="24"/>
          <w:szCs w:val="24"/>
        </w:rPr>
        <w:t>сільського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голову </w:t>
      </w:r>
      <w:proofErr w:type="spellStart"/>
      <w:r>
        <w:rPr>
          <w:rFonts w:ascii="Times New Roman" w:hAnsi="Times New Roman"/>
          <w:sz w:val="24"/>
          <w:szCs w:val="24"/>
        </w:rPr>
        <w:t>Валерія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267D">
        <w:rPr>
          <w:rFonts w:ascii="Times New Roman" w:hAnsi="Times New Roman"/>
          <w:sz w:val="24"/>
          <w:szCs w:val="24"/>
        </w:rPr>
        <w:t>Михалюка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267D">
        <w:rPr>
          <w:rFonts w:ascii="Times New Roman" w:hAnsi="Times New Roman"/>
          <w:color w:val="000000"/>
          <w:sz w:val="24"/>
          <w:szCs w:val="24"/>
        </w:rPr>
        <w:t>укласти</w:t>
      </w:r>
      <w:proofErr w:type="spellEnd"/>
      <w:r w:rsidRPr="00BB267D">
        <w:rPr>
          <w:rFonts w:ascii="Times New Roman" w:hAnsi="Times New Roman"/>
          <w:color w:val="000000"/>
          <w:sz w:val="24"/>
          <w:szCs w:val="24"/>
        </w:rPr>
        <w:t xml:space="preserve"> з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ТОВ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Гідротехнічна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компанія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»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договір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оренди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зазначеною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пункті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1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рішення</w:t>
      </w:r>
      <w:proofErr w:type="spellEnd"/>
      <w:r w:rsidRPr="00BB267D">
        <w:rPr>
          <w:rFonts w:ascii="Times New Roman" w:hAnsi="Times New Roman"/>
          <w:sz w:val="24"/>
          <w:szCs w:val="24"/>
        </w:rPr>
        <w:t>.</w:t>
      </w:r>
    </w:p>
    <w:p w:rsidR="003B2B20" w:rsidRPr="00BB267D" w:rsidRDefault="003B2B20" w:rsidP="003B2B20">
      <w:pPr>
        <w:pStyle w:val="HTML0"/>
        <w:tabs>
          <w:tab w:val="left" w:pos="720"/>
        </w:tabs>
        <w:spacing w:line="276" w:lineRule="auto"/>
        <w:ind w:firstLine="600"/>
        <w:jc w:val="both"/>
        <w:rPr>
          <w:rFonts w:ascii="Times New Roman" w:hAnsi="Times New Roman"/>
          <w:lang w:val="uk-UA" w:eastAsia="uk-UA"/>
        </w:rPr>
      </w:pPr>
      <w:r w:rsidRPr="00BB267D">
        <w:rPr>
          <w:rFonts w:ascii="Times New Roman" w:hAnsi="Times New Roman"/>
          <w:lang w:val="uk-UA" w:eastAsia="uk-UA"/>
        </w:rPr>
        <w:t xml:space="preserve">4. Протягом місяця з моменту прийняття вказаного рішення, </w:t>
      </w:r>
      <w:r>
        <w:rPr>
          <w:rFonts w:ascii="Times New Roman" w:hAnsi="Times New Roman"/>
          <w:lang w:val="uk-UA" w:eastAsia="uk-UA"/>
        </w:rPr>
        <w:t>орендарю</w:t>
      </w:r>
      <w:r w:rsidRPr="00BB267D">
        <w:rPr>
          <w:rFonts w:ascii="Times New Roman" w:hAnsi="Times New Roman"/>
          <w:lang w:val="uk-UA" w:eastAsia="uk-UA"/>
        </w:rPr>
        <w:t xml:space="preserve"> укласти договір </w:t>
      </w:r>
      <w:r>
        <w:rPr>
          <w:rFonts w:ascii="Times New Roman" w:hAnsi="Times New Roman"/>
          <w:lang w:val="uk-UA" w:eastAsia="uk-UA"/>
        </w:rPr>
        <w:t>оренди земельної ділянки</w:t>
      </w:r>
      <w:r w:rsidRPr="00BB267D">
        <w:rPr>
          <w:rFonts w:ascii="Times New Roman" w:hAnsi="Times New Roman"/>
          <w:lang w:val="uk-UA" w:eastAsia="uk-UA"/>
        </w:rPr>
        <w:t xml:space="preserve"> та провести його державну реєстрацію відповідно чинного законодавства.</w:t>
      </w:r>
    </w:p>
    <w:p w:rsidR="003B2B20" w:rsidRPr="00BB267D" w:rsidRDefault="003B2B20" w:rsidP="003B2B20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BB267D">
        <w:rPr>
          <w:rFonts w:ascii="Times New Roman" w:hAnsi="Times New Roman"/>
          <w:sz w:val="24"/>
          <w:szCs w:val="24"/>
        </w:rPr>
        <w:t xml:space="preserve">. Контроль за </w:t>
      </w:r>
      <w:proofErr w:type="spellStart"/>
      <w:r w:rsidRPr="00BB267D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267D">
        <w:rPr>
          <w:rFonts w:ascii="Times New Roman" w:hAnsi="Times New Roman"/>
          <w:sz w:val="24"/>
          <w:szCs w:val="24"/>
        </w:rPr>
        <w:t>цього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BB267D">
        <w:rPr>
          <w:rFonts w:ascii="Times New Roman" w:hAnsi="Times New Roman"/>
          <w:sz w:val="24"/>
          <w:szCs w:val="24"/>
        </w:rPr>
        <w:t>р</w:t>
      </w:r>
      <w:proofErr w:type="gramEnd"/>
      <w:r w:rsidRPr="00BB267D">
        <w:rPr>
          <w:rFonts w:ascii="Times New Roman" w:hAnsi="Times New Roman"/>
          <w:sz w:val="24"/>
          <w:szCs w:val="24"/>
        </w:rPr>
        <w:t>ішення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267D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B267D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267D">
        <w:rPr>
          <w:rFonts w:ascii="Times New Roman" w:hAnsi="Times New Roman"/>
          <w:sz w:val="24"/>
          <w:szCs w:val="24"/>
        </w:rPr>
        <w:t>комісію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з </w:t>
      </w:r>
      <w:proofErr w:type="spellStart"/>
      <w:r w:rsidRPr="00BB267D">
        <w:rPr>
          <w:rFonts w:ascii="Times New Roman" w:hAnsi="Times New Roman"/>
          <w:sz w:val="24"/>
          <w:szCs w:val="24"/>
        </w:rPr>
        <w:t>питань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267D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267D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267D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267D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267D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267D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267D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267D">
        <w:rPr>
          <w:rFonts w:ascii="Times New Roman" w:hAnsi="Times New Roman"/>
          <w:sz w:val="24"/>
          <w:szCs w:val="24"/>
        </w:rPr>
        <w:t>охорони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267D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B267D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B267D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BB267D">
        <w:rPr>
          <w:rFonts w:ascii="Times New Roman" w:hAnsi="Times New Roman"/>
          <w:sz w:val="24"/>
          <w:szCs w:val="24"/>
        </w:rPr>
        <w:t xml:space="preserve"> та благоустрою  (Денисюк Т.В.)</w:t>
      </w:r>
    </w:p>
    <w:p w:rsidR="003B2B20" w:rsidRPr="00BB267D" w:rsidRDefault="003B2B20" w:rsidP="003B2B20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6184C" w:rsidRPr="00507C63" w:rsidRDefault="003B2B20" w:rsidP="00507C63">
      <w:pPr>
        <w:spacing w:after="0"/>
        <w:ind w:left="426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/>
          <w:sz w:val="24"/>
          <w:szCs w:val="24"/>
        </w:rPr>
        <w:t xml:space="preserve"> МИХАЛЮК</w:t>
      </w:r>
    </w:p>
    <w:sectPr w:rsidR="0006184C" w:rsidRPr="00507C63" w:rsidSect="00507C63">
      <w:pgSz w:w="12240" w:h="15840"/>
      <w:pgMar w:top="851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3EE" w:rsidRDefault="000B43EE">
      <w:pPr>
        <w:spacing w:after="0" w:line="240" w:lineRule="auto"/>
      </w:pPr>
      <w:r>
        <w:separator/>
      </w:r>
    </w:p>
  </w:endnote>
  <w:endnote w:type="continuationSeparator" w:id="0">
    <w:p w:rsidR="000B43EE" w:rsidRDefault="000B4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3EE" w:rsidRDefault="000B43EE">
      <w:pPr>
        <w:spacing w:after="0" w:line="240" w:lineRule="auto"/>
      </w:pPr>
      <w:r>
        <w:separator/>
      </w:r>
    </w:p>
  </w:footnote>
  <w:footnote w:type="continuationSeparator" w:id="0">
    <w:p w:rsidR="000B43EE" w:rsidRDefault="000B43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66702F36"/>
    <w:multiLevelType w:val="hybridMultilevel"/>
    <w:tmpl w:val="0D3889C0"/>
    <w:lvl w:ilvl="0" w:tplc="AC18C610">
      <w:start w:val="1"/>
      <w:numFmt w:val="decimal"/>
      <w:lvlText w:val="%1."/>
      <w:lvlJc w:val="left"/>
      <w:pPr>
        <w:ind w:left="9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B20"/>
    <w:rsid w:val="0006184C"/>
    <w:rsid w:val="000B43EE"/>
    <w:rsid w:val="003B2B20"/>
    <w:rsid w:val="00507C63"/>
    <w:rsid w:val="00A8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B2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af2">
    <w:name w:val="Абзац списка Знак"/>
    <w:link w:val="af1"/>
    <w:uiPriority w:val="34"/>
    <w:locked/>
    <w:rsid w:val="003B2B20"/>
    <w:rPr>
      <w:color w:val="283138" w:themeColor="text2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B2B2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3B2B2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B2B20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B2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af2">
    <w:name w:val="Абзац списка Знак"/>
    <w:link w:val="af1"/>
    <w:uiPriority w:val="34"/>
    <w:locked/>
    <w:rsid w:val="003B2B20"/>
    <w:rPr>
      <w:color w:val="283138" w:themeColor="text2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B2B2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3B2B2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B2B20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5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2020-12-24T17:00:00Z</dcterms:created>
  <dcterms:modified xsi:type="dcterms:W3CDTF">2020-12-24T18:38:00Z</dcterms:modified>
</cp:coreProperties>
</file>