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33F" w:rsidRDefault="0041333F" w:rsidP="0041333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1333F" w:rsidRDefault="00845516" w:rsidP="004133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45516">
        <w:rPr>
          <w:noProof/>
        </w:rPr>
        <w:pict>
          <v:group id="Group 2" o:spid="_x0000_s1026" style="position:absolute;left:0;text-align:left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41333F" w:rsidRDefault="0041333F" w:rsidP="0041333F"/>
    <w:p w:rsidR="0041333F" w:rsidRDefault="0041333F" w:rsidP="0041333F"/>
    <w:p w:rsidR="0041333F" w:rsidRDefault="0041333F" w:rsidP="0041333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1333F" w:rsidRDefault="0041333F" w:rsidP="0041333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1333F" w:rsidRDefault="0041333F" w:rsidP="0041333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1333F" w:rsidRDefault="0041333F" w:rsidP="0041333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1333F" w:rsidRDefault="0041333F" w:rsidP="0041333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33F" w:rsidRDefault="0041333F" w:rsidP="004133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1333F" w:rsidRDefault="0041333F" w:rsidP="004133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1333F" w:rsidRDefault="0041333F" w:rsidP="0041333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1333F" w:rsidRDefault="0041333F" w:rsidP="0041333F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24.04.2020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№36</w:t>
      </w:r>
    </w:p>
    <w:p w:rsidR="0041333F" w:rsidRDefault="0041333F" w:rsidP="0041333F">
      <w:pPr>
        <w:tabs>
          <w:tab w:val="left" w:pos="216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41333F" w:rsidRDefault="0041333F" w:rsidP="0041333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41333F" w:rsidRDefault="0041333F" w:rsidP="0041333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41333F" w:rsidRDefault="0041333F" w:rsidP="0041333F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Кучер О.В.</w:t>
      </w:r>
    </w:p>
    <w:p w:rsidR="0041333F" w:rsidRDefault="0041333F" w:rsidP="0041333F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1333F" w:rsidRDefault="0041333F" w:rsidP="0041333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Кучер О.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В.,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41333F" w:rsidRDefault="0041333F" w:rsidP="0041333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41333F" w:rsidRDefault="0041333F" w:rsidP="0041333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Кучер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Володимирівні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0,3200 га,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1333F" w:rsidRDefault="0041333F" w:rsidP="004133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Кучер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Володимирівні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яка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D229C" w:rsidRPr="00CD229C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CD229C" w:rsidRPr="00CD229C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0,3200 га,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номер: 6823984000:02:002:0076,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1333F" w:rsidRDefault="0041333F" w:rsidP="004133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3. Кучер О.В.,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41333F" w:rsidRPr="0041333F" w:rsidRDefault="0041333F" w:rsidP="0041333F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41333F" w:rsidRPr="0041333F" w:rsidRDefault="0041333F" w:rsidP="0041333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FA0186" w:rsidRPr="0041333F" w:rsidRDefault="0041333F" w:rsidP="0041333F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FA0186" w:rsidRPr="0041333F" w:rsidSect="0041333F">
      <w:pgSz w:w="12240" w:h="15840"/>
      <w:pgMar w:top="709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41333F"/>
    <w:rsid w:val="00171A2E"/>
    <w:rsid w:val="00304C90"/>
    <w:rsid w:val="0041333F"/>
    <w:rsid w:val="00505B6D"/>
    <w:rsid w:val="006D3977"/>
    <w:rsid w:val="007D6C18"/>
    <w:rsid w:val="00845516"/>
    <w:rsid w:val="00CD229C"/>
    <w:rsid w:val="00D1641A"/>
    <w:rsid w:val="00FA01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516"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1178</Words>
  <Characters>673</Characters>
  <Application>Microsoft Office Word</Application>
  <DocSecurity>0</DocSecurity>
  <Lines>5</Lines>
  <Paragraphs>3</Paragraphs>
  <ScaleCrop>false</ScaleCrop>
  <Company>Microsoft</Company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2</cp:revision>
  <dcterms:created xsi:type="dcterms:W3CDTF">2020-04-27T15:57:00Z</dcterms:created>
  <dcterms:modified xsi:type="dcterms:W3CDTF">2020-04-28T06:19:00Z</dcterms:modified>
</cp:coreProperties>
</file>