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8C" w:rsidRPr="0066767B" w:rsidRDefault="0074138C" w:rsidP="0074138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ADB83E" wp14:editId="18821FA8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638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6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jMgpe5hI8XhyQS/Ce/ub0+vPpmazd+OPhpzcXPoZ6uPWxWXyw6Fefzj/eHM+e6Jns&#10;3r7hD1+Ko+KtK9H9Q07cLTgYabGDOK2ASBKfnz3fDi4vJl3jwpEkPiMpGfSea4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LZMQA&#10;AADeAAAADwAAAGRycy9kb3ducmV2LnhtbERPTWuDQBC9B/oflgn0lqxRsKl1FSlt8RAoSZr74E5U&#10;6s6Ku03sv88GCr3N431OXs5mEBeaXG9ZwWYdgSBurO65VfB1fF9tQTiPrHGwTAp+yUFZPCxyzLS9&#10;8p4uB9+KEMIuQwWd92MmpWs6MujWdiQO3NlOBn2AUyv1hNcQbgYZR1EqDfYcGjoc6bWj5vvwYxTY&#10;5KPendp4n7zxk+fqc3s+zTulHpdz9QLC0+z/xX/uWof5cZo8w/2dcIM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1S2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0jJ8kA&#10;AADeAAAADwAAAGRycy9kb3ducmV2LnhtbESPzUvDQBDF74L/wzKCl2I3Fokauy1SiB89CP0Ar0N2&#10;zEazs2F3bWP/eucgeJth3rz3fvPl6Ht1oJi6wAaupwUo4ibYjlsD+119dQcqZWSLfWAy8EMJlovz&#10;szlWNhx5Q4dtbpWYcKrQgMt5qLROjSOPaRoGYrl9hOgxyxpbbSMexdz3elY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00jJ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ivcYA&#10;AADeAAAADwAAAGRycy9kb3ducmV2LnhtbESP0WrCQBBF3wv9h2WEvhTdaEVKdA2hNFJ8EbUfMGTH&#10;bDA7G7LbJP17VxB8m+HeuefOJhttI3rqfO1YwXyWgCAuna65UvB7LqafIHxA1tg4JgX/5CHbvr5s&#10;MNVu4CP1p1CJGMI+RQUmhDaV0peGLPqZa4mjdnGdxRDXrpK6wyGG20YukmQlLdYcCQZb+jJUXk9/&#10;NkIOH3jYX4ZzsRtxwO+94ff8qNTbZMzXIAKN4Wl+XP/oWH+xWs7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Ii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Sp8M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slq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qf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ZUc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/X7y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wZU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GUH8QA&#10;AADeAAAADwAAAGRycy9kb3ducmV2LnhtbERPTUvDQBC9C/6HZQRvdmOIUWK3RaqCCB5ahdLbkJ0m&#10;wezssjs28d+7guBtHu9zluvZjepEMQ2eDVwvClDErbcDdwY+3p+v7kAlQbY4eiYD35RgvTo/W2Jj&#10;/cRbOu2kUzmEU4MGepHQaJ3anhymhQ/EmTv66FAyjJ22Eacc7kZdFkWtHQ6cG3oMtOmp/dx9OQNv&#10;01N4va1vjuEQq1KnRyv7jRhzeTE/3IMSmuVf/Od+sXl+WVcV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hlB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sbcUA&#10;AADeAAAADwAAAGRycy9kb3ducmV2LnhtbERP32vCMBB+H/g/hBN8kZnOTRnVKDoIG0wQ3cDXoznb&#10;YnMpSbTdf78MhL3dx/fzluveNuJGPtSOFTxNMhDEhTM1lwq+v/TjK4gQkQ02jknBDwVYrwYPS8yN&#10;6/hAt2MsRQrhkKOCKsY2lzIUFVkME9cSJ+7svMWYoC+l8dilcNvIaZbNpcWaU0OFLb1VVFyOV6tg&#10;u+/KZz8utr37PL+fZlobvdNKjYb9ZgEiUh//xXf3h0nzp/OX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Cx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45cIA&#10;AADeAAAADwAAAGRycy9kb3ducmV2LnhtbERP3WrCMBS+F/YO4Qx2p+mKK9IZRSYFGd6oe4BDc2yq&#10;zUlJYu3efhEG3p2P7/cs16PtxEA+tI4VvM8yEMS10y03Cn5O1XQBIkRkjZ1jUvBLAdarl8kSS+3u&#10;fKDhGBuRQjiUqMDE2JdShtqQxTBzPXHizs5bjAn6RmqP9xRuO5lnWSEttpwaDPb0Zai+Hm9WQfWd&#10;74frTfvKbca5pQ9zWWyNUm+v4+YTRKQxPsX/7p1O8/NiXsDjnXSD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vj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XgcUA&#10;AADeAAAADwAAAGRycy9kb3ducmV2LnhtbERP32vCMBB+H/g/hBvsRWY63Zx0RplCUHAw5ga+Hs3Z&#10;FptLSTJb/3szEPZ2H9/Pmy9724gz+VA7VvA0ykAQF87UXCr4+daPMxAhIhtsHJOCCwVYLgZ3c8yN&#10;6/iLzvtYihTCIUcFVYxtLmUoKrIYRq4lTtzReYsxQV9K47FL4baR4yybSos1p4YKW1pXVJz2v1bB&#10;6rMrJ35YrHq3O24OL1ob/aGVerjv399AROrjv/jm3po0fzx9foW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he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JDMUA&#10;AADeAAAADwAAAGRycy9kb3ducmV2LnhtbESPQWvDMAyF74P9B6PBbqvT0JWS1S2lJTDGLuv2A0Ss&#10;xWljOdhumv776jDYTeI9vfdpvZ18r0aKqQtsYD4rQBE3wXbcGvj5rl9WoFJGttgHJgM3SrDdPD6s&#10;sbLhyl80HnOrJIRThQZczkOldWoceUyzMBCL9huixyxrbLWNeJVw3+uyKJbaY8fS4HCgvaPmfLx4&#10;A/VH+TmeLzbWYTctPL260+rgjHl+mnZvoDJN+d/8d/1uBb9cLoR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ck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vyf8IA&#10;AADeAAAADwAAAGRycy9kb3ducmV2LnhtbERP22rCQBB9L/gPywh9azZe0egqRUjRx0Y/YMiOSUh2&#10;Nma3Jvl7t1Do2xzOdfbHwTTiSZ2rLCuYRTEI4tzqigsFt2v6sQHhPLLGxjIpGMnB8TB522Oibc/f&#10;9Mx8IUIIuwQVlN63iZQuL8mgi2xLHLi77Qz6ALtC6g77EG4aOY/jtTRYcWgosaVTSXmd/RgFy7H/&#10;emSrOk61odll0V7Y5yul3qfD5w6Ep8H/i//cZx3mz9fLLfy+E26Qh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/J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bkMUA&#10;AADeAAAADwAAAGRycy9kb3ducmV2LnhtbESPQWvCQBCF70L/wzKF3nRjoMFGV5GKRXqq0XoesmMS&#10;zM6G7Krx3zuHQm8zzJv33rdYDa5VN+pD49nAdJKAIi69bbgycDxsxzNQISJbbD2TgQcFWC1fRgvM&#10;rb/znm5FrJSYcMjRQB1jl2sdypochonviOV29r3DKGtfadvjXcxdq9MkybTDhiWhxo4+ayovxdUZ&#10;uGan9Mjnb/tTbB5fH5vtOujfypi312E9BxVpiP/iv++dlfpp9i4AgiMz6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tuQ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OFsYA&#10;AADeAAAADwAAAGRycy9kb3ducmV2LnhtbERPS2vCQBC+F/wPywi91Y3WBo2uYgsF20ODr4O3MTsm&#10;0exsmt1q+u+7BcHbfHzPmc5bU4kLNa60rKDfi0AQZ1aXnCvYbt6fRiCcR9ZYWSYFv+RgPus8TDHR&#10;9soruqx9LkIIuwQVFN7XiZQuK8ig69maOHBH2xj0ATa51A1eQ7ip5CCKYmmw5NBQYE1vBWXn9Y9R&#10;sEtH8Th9/RiePr8O+Gz0916XsVKP3XYxAeGp9Xfxzb3UYf4gfunD/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nOF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LH9cQA&#10;AADeAAAADwAAAGRycy9kb3ducmV2LnhtbERPTWvCQBC9C/6HZQRvujG2QaKraItaerK20OuQHZNg&#10;djZk1yT217uFQm/zeJ+z2vSmEi01rrSsYDaNQBBnVpecK/j63E8WIJxH1lhZJgV3crBZDwcrTLXt&#10;+IPas89FCGGXooLC+zqV0mUFGXRTWxMH7mIbgz7AJpe6wS6Em0rGUZRIgyWHhgJreikou55vRsFP&#10;8o0nd4x3r3Pt6f60ONj300Gp8ajfLkF46v2/+M/9psP8OHmO4fedcIN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yx/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LwMMA&#10;AADeAAAADwAAAGRycy9kb3ducmV2LnhtbERPzYrCMBC+C75DGMGbpnZVtBplWRS87dr1AYZmTIvN&#10;pDZZrT69WVjY23x8v7PedrYWN2p95VjBZJyAIC6crtgoOH3vRwsQPiBrrB2Tggd52G76vTVm2t35&#10;SLc8GBFD2GeooAyhyaT0RUkW/dg1xJE7u9ZiiLA1Urd4j+G2lmmSzKXFimNDiQ19lFRc8h+r4OrS&#10;me7yHX5edsuvypjp9XmcKjUcdO8rEIG68C/+cx90nJ/OZ2/w+068QW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cLw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1X8QA&#10;AADeAAAADwAAAGRycy9kb3ducmV2LnhtbERPS08CMRC+k/AfmiHhBl1AVly3EDUx4Qp48Di2sw/Y&#10;TpdthdVfb01IuM2X7zn5preNuFDna8cKZtMEBLF2puZSwcfhfbIC4QOywcYxKfghD5v1cJBjZtyV&#10;d3TZh1LEEPYZKqhCaDMpva7Iop+6ljhyhesshgi7UpoOrzHcNnKeJKm0WHNsqLClt4r0af9tFWzr&#10;L1qmuniyq1e9+/w9h8Xj0Sg1HvUvzyAC9eEuvrm3Js6fp8sH+H8n3i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S9V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pE8YA&#10;AADeAAAADwAAAGRycy9kb3ducmV2LnhtbERP0WrCQBB8L/QfjhX6Vi8GFE09gykUWloFbamvS27N&#10;BXN7IXeN8e97guDb7M7OzM4yH2wjeup87VjBZJyAIC6drrlS8PP99jwH4QOyxsYxKbiQh3z1+LDE&#10;TLsz76jfh0pEE/YZKjAhtJmUvjRk0Y9dSxy5o+sshjh2ldQdnqO5bWSaJDNpseaYYLClV0Plaf9n&#10;FfS4vSQHU2wWH/VXmW6L308d9+ppNKxfQAQawv34pn7X8f10Np3CtU7E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+pE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Do/sIA&#10;AADeAAAADwAAAGRycy9kb3ducmV2LnhtbERPTUvDQBC9C/6HZQRvdtOAQWK3RQoVjxo99Dhmp9nU&#10;7EzYXZu0v94VBG/zeJ+z2sx+UCcKsRc2sFwUoIhbsT13Bj7ed3cPoGJCtjgIk4EzRdisr69WWFuZ&#10;+I1OTepUDuFYowGX0lhrHVtHHuNCRuLMHSR4TBmGTtuAUw73gy6LotIee84NDkfaOmq/mm9vYHpu&#10;P4/lYW/dJYyya17lWA5izO3N/PQIKtGc/sV/7heb55fVf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YOj+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dcsUA&#10;AADeAAAADwAAAGRycy9kb3ducmV2LnhtbERP22oCMRB9L/QfwhR8q9kueGE1ivUCpbSIt/dxM+5u&#10;m0yWTdT17xuh4NscznXG09YacaHGV44VvHUTEMS50xUXCva71esQhA/IGo1jUnAjD9PJ89MYM+2u&#10;vKHLNhQihrDPUEEZQp1J6fOSLPquq4kjd3KNxRBhU0jd4DWGWyPTJOlLixXHhhJrmpeU/27PVsFq&#10;vTA/6fdmdpBhvhwczfDzffGlVOelnY1ABGrDQ/zv/tBxftrvDeD+TrxB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F1y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0UlMgA&#10;AADeAAAADwAAAGRycy9kb3ducmV2LnhtbESPT2vCQBDF74V+h2UKvYjZ1KJImlVEKFqo4D/wOman&#10;STA7G7LbmH77zqHQ2wzvzXu/yZeDa1RPXag9G3hJUlDEhbc1lwbOp/fxHFSIyBYbz2TghwIsF48P&#10;OWbW3/lA/TGWSkI4ZGigirHNtA5FRQ5D4lti0b585zDK2pXadniXcNfoSZrOtMOapaHCltYVFbfj&#10;tzPQ7z+v5bYP7cdtPgrT1+tms7MXY56fhtUbqEhD/Df/XW+t4E9mU+GVd2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vRS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PEsUA&#10;AADeAAAADwAAAGRycy9kb3ducmV2LnhtbERPTWsCMRC9C/6HMEJvmnWpoqtRVBB6KajtQW/jZtxd&#10;3EzWJNVtf70pFHqbx/uc+bI1tbiT85VlBcNBAoI4t7riQsHnx7Y/AeEDssbaMin4Jg/LRbczx0zb&#10;B+/pfgiFiCHsM1RQhtBkUvq8JIN+YBviyF2sMxgidIXUDh8x3NQyTZKxNFhxbCixoU1J+fXwZRSs&#10;p5P1bffK7z/784lOx/N1lLpEqZdeu5qBCNSGf/Gf+03H+el4NIX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c8SxQAAAN4AAAAPAAAAAAAAAAAAAAAAAJgCAABkcnMv&#10;ZG93bnJldi54bWxQSwUGAAAAAAQABAD1AAAAigMAAAAA&#10;" fillcolor="black" stroked="f"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iMskA&#10;AADeAAAADwAAAGRycy9kb3ducmV2LnhtbESPS2vDMBCE74X8B7GB3hq5hprgRglNH1Boesjj0OPG&#10;2tjC1spYauL213cPhdx22dmZ+Rar0XfqTEN0gQ3czzJQxFWwjmsDh/3b3RxUTMgWu8Bk4IcirJaT&#10;mwWWNlx4S+ddqpWYcCzRQJNSX2odq4Y8xlnoieV2CoPHJOtQazvgRcx9p/MsK7RHx5LQYE/PDVXt&#10;7tsb+Poo3HzrKD9uftevdvPQrj9fWmNup+PTI6hEY7qK/7/frdTPi0I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AiiM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qm8MA&#10;AADeAAAADwAAAGRycy9kb3ducmV2LnhtbERPTWsCMRC9F/wPYQRvNauHRVajSEXspQdtxeuwGTfb&#10;3UzWJOrqr28Khd7m8T5nseptK27kQ+1YwWScgSAuna65UvD1uX2dgQgRWWPrmBQ8KMBqOXhZYKHd&#10;nfd0O8RKpBAOBSowMXaFlKE0ZDGMXUecuLPzFmOCvpLa4z2F21ZOsyyXFmtODQY7ejNUNoerVeDX&#10;p03z5OuxyZ4fj7D77i8zNEqNhv16DiJSH//Ff+53neZP83wCv++kG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Zqm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Cp8QA&#10;AADeAAAADwAAAGRycy9kb3ducmV2LnhtbERP22rCQBB9F/oPywh9Ed2Yh7SNrlKEQqFS8PIBY3ZM&#10;gruzITvV2K/vFgp9m8O5znI9eKeu1Mc2sIH5LANFXAXbcm3geHibPoOKgmzRBSYDd4qwXj2Mllja&#10;cOMdXfdSqxTCsUQDjUhXah2rhjzGWeiIE3cOvUdJsK+17fGWwr3TeZYV2mPLqaHBjjYNVZf9lzfg&#10;8pN7+XiKW7kf9Tb79rKbfFpjHsfD6wKU0CD/4j/3u03z86LI4fedd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1Qq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mmZsQA&#10;AADeAAAADwAAAGRycy9kb3ducmV2LnhtbERPTWvCQBC9C/0PyxS86aYRQkldpa0IufRgqngds9Ns&#10;6O5syG417a/vCoK3ebzPWa5HZ8WZhtB5VvA0z0AQN1533CrYf25nzyBCRNZoPZOCXwqwXj1Mllhq&#10;f+EdnevYihTCoUQFJsa+lDI0hhyGue+JE/flB4cxwaGVesBLCndW5llWSIcdpwaDPb0bar7rH6dg&#10;U/c231fmLRwPH6eTrf62dNwoNX0cX19ARBrjXXxzVzrNz4tiAdd30g1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ppm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MJMMA&#10;AADeAAAADwAAAGRycy9kb3ducmV2LnhtbERPTWvCQBC9F/oflil4q7sNJUp0DaVUEHqqxoO3YXdM&#10;otnZkN2a+O+7hUJv83ifsy4n14kbDaH1rOFlrkAQG29brjVUh+3zEkSIyBY7z6ThTgHKzePDGgvr&#10;R/6i2z7WIoVwKFBDE2NfSBlMQw7D3PfEiTv7wWFMcKilHXBM4a6TmVK5dNhyamiwp/eGzHX/7TRc&#10;tvLTG4XmWB3HnV2cPnLqlNazp+ltBSLSFP/Ff+6dTfOzPH+F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WMJ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a2MUA&#10;AADeAAAADwAAAGRycy9kb3ducmV2LnhtbERPS2vCQBC+C/6HZQq96aYpBoluRAuF0tKDWkqPY3by&#10;INnZsLtq+u/dgtDbfHzPWW9G04sLOd9aVvA0T0AQl1a3XCv4Or7OliB8QNbYWyYFv+RhU0wna8y1&#10;vfKeLodQixjCPkcFTQhDLqUvGzLo53YgjlxlncEQoauldniN4aaXaZJk0mDLsaHBgV4aKrvD2Sj4&#10;OX9w9fn8vnW78G3Ho+/S07JT6vFh3K5ABBrDv/juftNxfpplC/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YdrY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6R3cUA&#10;AADeAAAADwAAAGRycy9kb3ducmV2LnhtbERPTWvCQBC9C/6HZYTedGNog0ZX0ULBi6C2B72N2TEJ&#10;ZmfT3a2m/fVuodDbPN7nzJedacSNnK8tKxiPEhDEhdU1lwo+3t+GExA+IGtsLJOCb/KwXPR7c8y1&#10;vfOebodQihjCPkcFVQhtLqUvKjLoR7YljtzFOoMhQldK7fAew00j0yTJpMGaY0OFLb1WVFwPX0bB&#10;ejpZf+6eefuzP5/odDxfX1KXKPU06FYzEIG68C/+c290nJ9mWQa/78Qb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pHdxQAAAN4AAAAPAAAAAAAAAAAAAAAAAJgCAABkcnMv&#10;ZG93bnJldi54bWxQSwUGAAAAAAQABAD1AAAAigMAAAAA&#10;" fillcolor="black" stroked="f"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/7MMA&#10;AADeAAAADwAAAGRycy9kb3ducmV2LnhtbERP30vDMBB+H+x/CCf4tqVOqFKXjTIYik/dVHy9Nbem&#10;rLmUJGb1vzeC4Nt9fD9vvZ3sIBL50DtWcLcsQBC3TvfcKXh/2y8eQYSIrHFwTAq+KcB2M5+tsdLu&#10;ygdKx9iJHMKhQgUmxrGSMrSGLIalG4kzd3beYszQd1J7vOZwO8hVUZTSYs+5weBIO0Pt5fhlFaTT&#10;rqnv02cyh1dfd941zx+nRqnbm6l+AhFpiv/iP/eLzvNXZfk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Q/7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fvl8cA&#10;AADeAAAADwAAAGRycy9kb3ducmV2LnhtbESPQU/DMAyF70j8h8hI3Fi6HSrolk3TBAi4wArSdrQa&#10;r6nWOFUTurJfPx+QdrP1nt/7vFiNvlUD9bEJbGA6yUARV8E2XBv4+X55eAQVE7LFNjAZ+KMIq+Xt&#10;zQILG068paFMtZIQjgUacCl1hdaxcuQxTkJHLNoh9B6TrH2tbY8nCfetnmVZrj02LA0OO9o4qo7l&#10;rzcQp5vn3Yc/Pw37V8ef5bvLv2pnzP3duJ6DSjSmq/n/+s0K/izPhVfekRn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n75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74138C" w:rsidRPr="0066767B" w:rsidRDefault="0074138C" w:rsidP="0074138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0530B2" wp14:editId="0929ED2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669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67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38C" w:rsidRDefault="0074138C" w:rsidP="00741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A57olal3YAAFhZBAAOAAAAAAAAAAAAAAAAAC4CAABkcnMvZTJv&#10;RG9jLnhtbFBLAQItABQABgAIAAAAIQDfzpAw4gAAAA0BAAAPAAAAAAAAAAAAAAAAAPF4AABkcnMv&#10;ZG93bnJldi54bWxQSwUGAAAAAAQABADzAAAAAH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bOcQA&#10;AADeAAAADwAAAGRycy9kb3ducmV2LnhtbESPQYvCQAyF7wv+hyGCt3VqBZXqKCKreBBEd72HTmyL&#10;nUzpzGr99+YgeEvIy3vvW6w6V6s7taHybGA0TEAR595WXBj4+91+z0CFiGyx9kwGnhRgtex9LTCz&#10;/sEnup9jocSEQ4YGyhibTOuQl+QwDH1DLLerbx1GWdtC2xYfYu5qnSbJRDusWBJKbGhTUn47/zsD&#10;frzbHy5Fehr/8DTy+ji7XrqDMYN+t56DitTFj/j9vbdSP51MBUBwZAa9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lWz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MAccA&#10;AADeAAAADwAAAGRycy9kb3ducmV2LnhtbERPTWsCMRC9C/0PYQpepGb1sLZboxRhrfUguC30Omym&#10;m203kyVJdfXXN4VCb/N4n7NcD7YTJ/KhdaxgNs1AENdOt9woeHst7+5BhIissXNMCi4UYL26GS2x&#10;0O7MRzpVsREphEOBCkyMfSFlqA1ZDFPXEyfuw3mLMUHfSO3xnMJtJ+dZlkuLLacGgz1tDNVf1bdV&#10;8FkezPtmcd36ycORrpNy/9y95EqNb4enRxCRhvgv/nPvdJo/zxcz+H0n3S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tTA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2d8YA&#10;AADeAAAADwAAAGRycy9kb3ducmV2LnhtbESPzWrDMBCE74W8g9hCLqWR60IS3CjGhCQUX0x+HmCx&#10;NpaptTKWGjtvXxUKve0ys/PNbvLJduJOg28dK3hbJCCIa6dbbhRcL4fXNQgfkDV2jknBgzzk29nT&#10;BjPtRj7R/RwaEUPYZ6jAhNBnUvrakEW/cD1x1G5usBjiOjRSDzjGcNvJNEmW0mLLkWCwp52h+uv8&#10;bSOkeseqvI2Xw3HCEfel4ZfipNT8eSo+QASawr/57/pTx/rpcpXC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x2d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TG1s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slpe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kxt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lLmMYA&#10;AADeAAAADwAAAGRycy9kb3ducmV2LnhtbESP0WrCQBBF3wv+wzJCX0rdaIst0TUEMVLyImo/YMiO&#10;2WB2NmRXk/69Wyj0bYZ7554762y0rbhT7xvHCuazBARx5XTDtYLvc/H6CcIHZI2tY1LwQx6yzeRp&#10;jal2Ax/pfgq1iCHsU1RgQuhSKX1lyKKfuY44ahfXWwxx7WupexxiuG3lIkmW0mLDkWCwo62h6nq6&#10;2Qg5vOGhvAznYj/igLvS8Et+VOp5OuYrEIHG8G/+u/7Ssf5i+fE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lLm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H7OcQA&#10;AADeAAAADwAAAGRycy9kb3ducmV2LnhtbERPTUvDQBC9C/0PyxS82Y3BphK7LaVVEMGDVRBvQ3aa&#10;BLOzy+7YxH/vCoK3ebzPWW8nN6gzxdR7NnC9KEARN9723Bp4e324ugWVBNni4JkMfFOC7WZ2scba&#10;+pFf6HyUVuUQTjUa6ERCrXVqOnKYFj4QZ+7ko0PJMLbaRhxzuBt0WRSVdthzbugw0L6j5vP45Qw8&#10;j/fhaVUtT+Ej3pQ6Hay878WYy/m0uwMlNMm/+M/9aPP8slot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B+z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4p8UA&#10;AADeAAAADwAAAGRycy9kb3ducmV2LnhtbERP32vCMBB+H/g/hBN8kZnOsTqqUXQQNthg6Aa+Hs3Z&#10;FptLSaLt/vtlIOztPr6ft9oMthVX8qFxrOBhloEgLp1puFLw/aXvn0GEiGywdUwKfijAZj26W2Fh&#10;XM97uh5iJVIIhwIV1DF2hZShrMlimLmOOHEn5y3GBH0ljcc+hdtWzrMslxYbTg01dvRSU3k+XKyC&#10;3WdfPfppuRvc++n1+KS10R9aqcl42C5BRBriv/jmfjNp/jxf5P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ni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Xw8MA&#10;AADeAAAADwAAAGRycy9kb3ducmV2LnhtbERP3WrCMBS+H/gO4Qi7m+nKptI1iiiFIbvR7QEOzVnT&#10;tTkpSazd25vBwLvz8f2ecjvZXozkQ+tYwfMiA0FcO91yo+Drs3pagwgRWWPvmBT8UoDtZvZQYqHd&#10;lU80nmMjUgiHAhWYGIdCylAbshgWbiBO3LfzFmOCvpHa4zWF217mWbaUFltODQYH2huqu/PFKqiO&#10;+cfYXbSv3G56sfRqftYHo9TjfNq9gYg0xbv43/2u0/x8uVrB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qXw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JTsgA&#10;AADeAAAADwAAAGRycy9kb3ducmV2LnhtbESPT0sDMRDF74LfIYzgRWzWilW2TYsVgoKF0j/gddhM&#10;d5duJksSu+u3dw6Ctxnem/d+s1iNvlMXiqkNbOBhUoAiroJruTZwPNj7F1ApIzvsApOBH0qwWl5f&#10;LbB0YeAdXfa5VhLCqUQDTc59qXWqGvKYJqEnFu0Uoscsa6y1izhIuO/0tChm2mPL0tBgT28NVef9&#10;tzew3g71Y7yr1mP4PL1/PVnr7MYac3szvs5BZRrzv/nv+sMJ/nT2LLzy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xUlO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mKsMA&#10;AADeAAAADwAAAGRycy9kb3ducmV2LnhtbERP3WrCMBS+H/gO4Qx2N9MV57QaRZSCyG7m9gCH5thU&#10;m5OSxNq9vRkIuzsf3+9Zrgfbip58aBwreBtnIIgrpxuuFfx8l68zECEia2wdk4JfCrBejZ6WWGh3&#10;4y/qj7EWKYRDgQpMjF0hZagMWQxj1xEn7uS8xZigr6X2eEvhtpV5lk2lxYZTg8GOtoaqy/FqFZSH&#10;/LO/XLUv3WaYWHo359nOKPXyPGwWICIN8V/8cO91mp9PP+bw9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mmK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jheMMA&#10;AADeAAAADwAAAGRycy9kb3ducmV2LnhtbESPQYvCQAyF74L/YYjgTafqKlIdRQSX9Wj1B4RObIud&#10;TO3M2vrvN4cFbwl5ee99233vavWiNlSeDcymCSji3NuKCwO362myBhUissXaMxl4U4D9bjjYYmp9&#10;xxd6ZbFQYsIhRQNljE2qdchLchimviGW2923DqOsbaFti52Yu1rPk2SlHVYsCSU2dCwpf2S/zsDX&#10;u/t+ZstHcrKOZudFc+aYL40Zj/rDBlSkPn7E/98/VurPV2sBEByZQe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jhe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STMEA&#10;AADeAAAADwAAAGRycy9kb3ducmV2LnhtbERPy6rCMBDdC/5DmAvuNLWLotUockWRu9L6WA/N2Bab&#10;SWmi1r+/EQR3czjPmS87U4sHta6yrGA8ikAQ51ZXXCg4HTfDCQjnkTXWlknBixwsF/3eHFNtn3yg&#10;R+YLEULYpaig9L5JpXR5SQbdyDbEgbva1qAPsC2kbvEZwk0t4yhKpMGKQ0OJDf2WlN+yu1FwTy7x&#10;ia9/ep+tX9vperNy8lwoNfjpVjMQnjr/FX/cOx3mx8lkDO93wg1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WUkz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8JsYA&#10;AADeAAAADwAAAGRycy9kb3ducmV2LnhtbERPTWvCQBC9F/wPyxS81U2jhDR1FVsQtIeKVg+9TbPT&#10;JJqdjdlV03/vFgRv83ifM552phZnal1lWcHzIAJBnFtdcaFg+zV/SkE4j6yxtkwK/sjBdNJ7GGOm&#10;7YXXdN74QoQQdhkqKL1vMildXpJBN7ANceB+bWvQB9gWUrd4CeGmlnEUJdJgxaGhxIbeS8oPm5NR&#10;sFulycvqbTnaf3z+4NDo47euEqX6j93sFYSnzt/FN/dCh/lxksbw/064QU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t8J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5OKc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PjJB3D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5OK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/88MA&#10;AADeAAAADwAAAGRycy9kb3ducmV2LnhtbERPzYrCMBC+L/gOYQRva2qpotUosih4c60+wNCMabGZ&#10;1CardZ9+s7Cwt/n4fme16W0jHtT52rGCyTgBQVw6XbNRcDnv3+cgfEDW2DgmBS/ysFkP3laYa/fk&#10;Ez2KYEQMYZ+jgiqENpfSlxVZ9GPXEkfu6jqLIcLOSN3hM4bbRqZJMpMWa44NFbb0UVF5K76sgrtL&#10;p7ovdni87RaftTHZ/fuUKTUa9tsliEB9+Bf/uQ86zk9n8wx+34k3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6/8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58g8MA&#10;AADeAAAADwAAAGRycy9kb3ducmV2LnhtbERPyW7CMBC9I/UfrKnEDZyCSNMUgwoSEleWQ49Te0jS&#10;xuM0NhD4eoyExG2e3jrTeWdrcaLWV44VvA0TEMTamYoLBfvdapCB8AHZYO2YFFzIw3z20ptibtyZ&#10;N3TahkLEEPY5KihDaHIpvS7Joh+6hjhyB9daDBG2hTQtnmO4reUoSVJpseLYUGJDy5L03/ZoFayr&#10;H5qk+vBhs4XefF//w/j91yjVf+2+PkEE6sJT/HCvTZw/SrMJ3N+JN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58g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bI8YA&#10;AADeAAAADwAAAGRycy9kb3ducmV2LnhtbERP0WrCQBB8F/yHY4W+6cU8BE09gxEKLW2FqrSvS26b&#10;C+b2Qu4a49/3CkLfZnd2ZnY2xWhbMVDvG8cKlosEBHHldMO1gvPpab4C4QOyxtYxKbiRh2I7nWww&#10;1+7KHzQcQy2iCfscFZgQulxKXxmy6BeuI47ct+sthjj2tdQ9XqO5bWWaJJm02HBMMNjR3lB1Of5Y&#10;BQMebsmXKd/XL81blR7Kz1cd9+phNu4eQQQaw//xXf2s4/tptsrgr07E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0b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hIsMA&#10;AADeAAAADwAAAGRycy9kb3ducmV2LnhtbERPPU/DMBDdkfofrEPqRh0ylCrUrapKrRhLYGA84muc&#10;Et9FtmkCvx4jIbHd0/u89XbyvbpSiJ2wgftFAYq4Edtxa+D15XC3AhUTssVemAx8UYTtZnazxsrK&#10;yM90rVOrcgjHCg24lIZK69g48hgXMhBn7izBY8owtNoGHHO473VZFEvtsePc4HCgvaPmo/70BsZj&#10;834pz2/WfYdBDvVJLmUvxsxvp90jqERT+hf/uZ9snl8uVw/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xh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lR8gA&#10;AADeAAAADwAAAGRycy9kb3ducmV2LnhtbESPQU/CQBCF7yb8h82QeJOtPWBTWQiCJMZoCCD3oTu2&#10;1d3ZprtC/ffOwYTbTN6b976ZLQbv1Jn62AY2cD/JQBFXwbZcG/g4bO4KUDEhW3SBycAvRVjMRzcz&#10;LG248I7O+1QrCeFYooEmpa7UOlYNeYyT0BGL9hl6j0nWvta2x4uEe6fzLJtqjy1LQ4MdrRqqvvc/&#10;3sBmu3Zf+ftuedRp9fxwcsXr0/rNmNvxsHwElWhIV/P/9YsV/HxaCK+8Iz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K+V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dSMUA&#10;AADeAAAADwAAAGRycy9kb3ducmV2LnhtbERPTWvCQBC9F/wPywheSt2oVNKYjUihaKGCVaHXMTsm&#10;wexsyK4x/vtuoeBtHu9z0mVvatFR6yrLCibjCARxbnXFhYLj4eMlBuE8ssbaMim4k4NlNnhKMdH2&#10;xt/U7X0hQgi7BBWU3jeJlC4vyaAb24Y4cGfbGvQBtoXULd5CuKnlNIrm0mDFoaHEht5Lyi/7q1HQ&#10;7b5OxaZzzeclfnavs9N6vdU/So2G/WoBwlPvH+J/90aH+dN5/AZ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Z1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7cFckA&#10;AADeAAAADwAAAGRycy9kb3ducmV2LnhtbESPQW/CMAyF70j7D5GRdoOUakNQCGhMmsQFabAdxs00&#10;pq1onC7JoNuvnw+TdrPl5/fet1z3rlVXCrHxbGAyzkARl942XBl4f3sZzUDFhGyx9UwGvinCenU3&#10;WGJh/Y33dD2kSokJxwIN1Cl1hdaxrMlhHPuOWG5nHxwmWUOlbcCbmLtW51k21Q4bloQaO3quqbwc&#10;vpyBzXy2+Xx94N3P/nSk48fp8piHzJj7Yf+0AJWoT//iv++tlfr5dC4AgiMz6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B7cFckAAADeAAAADwAAAAAAAAAAAAAAAACYAgAA&#10;ZHJzL2Rvd25yZXYueG1sUEsFBgAAAAAEAAQA9QAAAI4DAAAAAA==&#10;" fillcolor="black" stroked="f"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3jsYA&#10;AADeAAAADwAAAGRycy9kb3ducmV2LnhtbERPS2vCQBC+F/oflil4qxsDDTZ1Fe0DCupB20OP0+yY&#10;LMnOhuyq0V/vCoK3+fieM5n1thEH6rxxrGA0TEAQF04bLhX8/nw9j0H4gKyxcUwKTuRhNn18mGCu&#10;3ZE3dNiGUsQQ9jkqqEJocyl9UZFFP3QtceR2rrMYIuxKqTs8xnDbyDRJMmnRcGyosKX3iop6u7cK&#10;/paZGW8Mpf+r8+JTr17qxfqjVmrw1M/fQATqw118c3/rOD/NXkd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F3j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Ey8QA&#10;AADeAAAADwAAAGRycy9kb3ducmV2LnhtbERPPW/CMBDdkfgP1iF1A6cZEKQYhIqqdmEAWnU9xdc4&#10;TXwOtoHAr68rIbHd0/u8xaq3rTiTD7VjBc+TDARx6XTNlYLPw9t4BiJEZI2tY1JwpQCr5XCwwEK7&#10;C+/ovI+VSCEcClRgYuwKKUNpyGKYuI44cT/OW4wJ+kpqj5cUbluZZ9lUWqw5NRjs6NVQ2exPVoFf&#10;f2+aG5++muy2vYb33/44Q6PU06hfv4CI1MeH+O7+0Gl+Pp3n8P9Ouk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RhM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XG8QA&#10;AADeAAAADwAAAGRycy9kb3ducmV2LnhtbERP22rCQBB9L/Qflin0pejGFLxEV5FCoVApePmAMTsm&#10;wd3ZkJ1q7Nd3CwXf5nCus1j13qkLdbEJbGA0zEARl8E2XBk47N8HU1BRkC26wGTgRhFWy8eHBRY2&#10;XHlLl51UKoVwLNBALdIWWseyJo9xGFrixJ1C51ES7CptO7ymcO90nmVj7bHh1FBjS281lefdtzfg&#10;8qObfU7iRm4Hvcl+vGxfvqwxz0/9eg5KqJe7+N/9YdP8fDx7hb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slx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ONcUA&#10;AADeAAAADwAAAGRycy9kb3ducmV2LnhtbERPTWsCMRC9F/ofwhS8adaliN0axVaEvfTg1uJ13Iyb&#10;xWSybFJd++tNodDbPN7nLFaDs+JCfWg9K5hOMhDEtdctNwr2n9vxHESIyBqtZ1JwowCr5ePDAgvt&#10;r7yjSxUbkUI4FKjAxNgVUobakMMw8R1x4k6+dxgT7Bupe7ymcGdlnmUz6bDl1GCwo3dD9bn6dgo2&#10;VWfzfWnewuHr43i05c+WDhulRk/D+hVEpCH+i//cpU7z89nLM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U41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ZmMMA&#10;AADeAAAADwAAAGRycy9kb3ducmV2LnhtbERPS2sCMRC+F/wPYQRvNVFwq6tRRCoIPdXHwduQjLur&#10;m8mySd3tv28Khd7m43vOatO7WjypDZVnDZOxAkFsvK240HA+7V/nIEJEtlh7Jg3fFGCzHrysMLe+&#10;4096HmMhUgiHHDWUMTa5lMGU5DCMfUOcuJtvHcYE20LaFrsU7mo5VSqTDitODSU2tCvJPI5fTsN9&#10;Lz+8UWgu50t3sG/X94xqpfVo2G+XICL18V/85z7YNH+aLWbw+066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xZm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0iMQA&#10;AADeAAAADwAAAGRycy9kb3ducmV2LnhtbERPTWvCQBC9C/0PyxR6001TCBpdRQVBKj1URTxOs2MS&#10;kp0Nu6um/94tFLzN433ObNGbVtzI+dqygvdRAoK4sLrmUsHxsBmOQfiArLG1TAp+ycNi/jKYYa7t&#10;nb/ptg+liCHsc1RQhdDlUvqiIoN+ZDviyF2sMxgidKXUDu8x3LQyTZJMGqw5NlTY0bqiotlfjYLz&#10;dceXr4/PpVuFk+0Pvkl/xo1Sb6/9cgoiUB+e4n/3Vsf5aTbJ4O+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mNI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dEYcYA&#10;AADeAAAADwAAAGRycy9kb3ducmV2LnhtbERPTWsCMRC9C/6HMIXeNNulWl2NogXBS0FtD/U2bsbd&#10;xc1km0Td+utNQehtHu9zpvPW1OJCzleWFbz0ExDEudUVFwq+Ple9EQgfkDXWlknBL3mYz7qdKWba&#10;XnlLl10oRAxhn6GCMoQmk9LnJRn0fdsQR+5oncEQoSukdniN4aaWaZIMpcGKY0OJDb2XlJ92Z6Ng&#10;OR4tfzav/HHbHva0/z6cBqlLlHp+ahcTEIHa8C9+uNc6zk+H4zf4eyfe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dEYcYAAADeAAAADwAAAAAAAAAAAAAAAACYAgAAZHJz&#10;L2Rvd25yZXYueG1sUEsFBgAAAAAEAAQA9QAAAIsDAAAAAA==&#10;" fillcolor="black" stroked="f"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bucYA&#10;AADeAAAADwAAAGRycy9kb3ducmV2LnhtbESPQUsDMRCF74L/IYzgzWatUHRtWpaCKJ62reJ1uhk3&#10;i5vJksR0/ffOQfA2w3vz3jfr7exHVSimIbCB20UFirgLduDewNvx6eYeVMrIFsfAZOCHEmw3lxdr&#10;rG04857KIfdKQjjVaMDlPNVap86Rx7QIE7FonyF6zLLGXtuIZwn3o15W1Up7HFgaHE60c9R9Hb69&#10;gXLatc1d+Shu/xqbPob2+f3UGnN9NTePoDLN+d/8d/1iBX+5eh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7bu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6K8UA&#10;AADeAAAADwAAAGRycy9kb3ducmV2LnhtbERPTWvCQBC9F/wPywi91Y0egomuUqQtrRdrFOxxyE6z&#10;odnZkN3G1F/vCgVv83ifs1wPthE9db52rGA6SUAQl07XXCk4Hl6f5iB8QNbYOCYFf+RhvRo9LDHX&#10;7sx76otQiRjCPkcFJoQ2l9KXhiz6iWuJI/ftOoshwq6SusNzDLeNnCVJKi3WHBsMtrQxVP4Uv1aB&#10;n25eTlt7yfqvN8O74sOkn5VR6nE8PC9ABBrCXfzvftdx/izNMri9E2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jo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138C" w:rsidRDefault="0074138C" w:rsidP="00741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74138C" w:rsidRPr="0066767B" w:rsidRDefault="0074138C" w:rsidP="0074138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74138C" w:rsidRPr="0066767B" w:rsidRDefault="0074138C" w:rsidP="00741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138C" w:rsidRDefault="0074138C" w:rsidP="0074138C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74138C" w:rsidRDefault="0074138C" w:rsidP="00741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138C" w:rsidRDefault="0074138C" w:rsidP="00741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Мельничук Т.В.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»,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Мельничук  Т.В.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138C" w:rsidRPr="00717B0B" w:rsidRDefault="0074138C" w:rsidP="0074138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Мельничук Тетяні Віталіївні,  яка  зареєстрована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FB6ECE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  <w:lang w:val="uk-UA"/>
        </w:rPr>
        <w:t>0,20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</w:t>
      </w:r>
      <w:r>
        <w:rPr>
          <w:rFonts w:ascii="Times New Roman" w:eastAsia="Calibri" w:hAnsi="Times New Roman" w:cs="Times New Roman"/>
          <w:sz w:val="24"/>
          <w:lang w:val="uk-UA"/>
        </w:rPr>
        <w:t>в</w:t>
      </w:r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74138C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Мельничук Т.В.</w:t>
      </w:r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74138C" w:rsidRPr="00717B0B" w:rsidRDefault="0074138C" w:rsidP="0074138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138C" w:rsidRPr="00717B0B" w:rsidRDefault="0074138C" w:rsidP="0074138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138C" w:rsidRDefault="0074138C" w:rsidP="0074138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033EE8" w:rsidRDefault="00033EE8"/>
    <w:sectPr w:rsidR="00033EE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75" w:rsidRDefault="00936E75">
      <w:pPr>
        <w:spacing w:after="0" w:line="240" w:lineRule="auto"/>
      </w:pPr>
      <w:r>
        <w:separator/>
      </w:r>
    </w:p>
  </w:endnote>
  <w:endnote w:type="continuationSeparator" w:id="0">
    <w:p w:rsidR="00936E75" w:rsidRDefault="0093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75" w:rsidRDefault="00936E75">
      <w:pPr>
        <w:spacing w:after="0" w:line="240" w:lineRule="auto"/>
      </w:pPr>
      <w:r>
        <w:separator/>
      </w:r>
    </w:p>
  </w:footnote>
  <w:footnote w:type="continuationSeparator" w:id="0">
    <w:p w:rsidR="00936E75" w:rsidRDefault="00936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8C"/>
    <w:rsid w:val="00033EE8"/>
    <w:rsid w:val="001535E3"/>
    <w:rsid w:val="0074138C"/>
    <w:rsid w:val="00936E75"/>
    <w:rsid w:val="00FB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8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8C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2021-01-18T12:10:00Z</dcterms:created>
  <dcterms:modified xsi:type="dcterms:W3CDTF">2021-01-18T12:28:00Z</dcterms:modified>
</cp:coreProperties>
</file>