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949" w:rsidRPr="00012FA3" w:rsidRDefault="00092949" w:rsidP="00092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4AA050" wp14:editId="6EF503C9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468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469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B5VlesGHgAAH9ZBAAOAAAAAAAAAAAAAAAAAC4CAABkcnMvZTJvRG9jLnhtbFBLAQItABQA&#10;BgAIAAAAIQDkDhvi4QAAAAoBAAAPAAAAAAAAAAAAAAAAAHJ6AABkcnMvZG93bnJldi54bWxQSwUG&#10;AAAAAAQABADzAAAAgHs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gq8UA&#10;AADcAAAADwAAAGRycy9kb3ducmV2LnhtbESPQWvCQBSE70L/w/IK3nRjlNimrlIqitCT2pYeH9nX&#10;JJh9G3bXGP+9WxA8DjPzDbNY9aYRHTlfW1YwGScgiAuray4VfB03oxcQPiBrbCyTgit5WC2fBgvM&#10;tb3wnrpDKEWEsM9RQRVCm0vpi4oM+rFtiaP3Z53BEKUrpXZ4iXDTyDRJMmmw5rhQYUsfFRWnw9ko&#10;+OzS7Od3uzbHaZnOXTH9Xqd1o9TwuX9/AxGoD4/wvb3TCmbZK/yf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mGCr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/mv8AA&#10;AADcAAAADwAAAGRycy9kb3ducmV2LnhtbERPy4rCMBTdD/gP4QpuBk0rMko1igiCDxiwCm4vzbWt&#10;NjeliVr/3iwEl4fzni1aU4kHNa60rCAeRCCIM6tLzhWcjuv+BITzyBory6TgRQ4W887PDBNtn3yg&#10;R+pzEULYJaig8L5OpHRZQQbdwNbEgbvYxqAPsMmlbvAZwk0lh1H0Jw2WHBoKrGlVUHZL70aBPKZb&#10;vx2X5jfenf/b2F5X++yqVK/bLqcgPLX+K/64N1rBaBzmhzPhCM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4/mv8AAAADc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x4vMcA&#10;AADcAAAADwAAAGRycy9kb3ducmV2LnhtbESPQWsCMRSE70L/Q3gFL6VmFW11axQVLNJDodren5vX&#10;3dXNy5pE3frrjVDwOMzMN8x42phKnMj50rKCbicBQZxZXXKu4HuzfB6C8AFZY2WZFPyRh+nkoTXG&#10;VNszf9FpHXIRIexTVFCEUKdS+qwgg75ja+Lo/VpnMETpcqkdniPcVLKXJC/SYMlxocCaFgVl+/XR&#10;KFiuaD/6qQ/v/Ysb5MPd9vNjvnlSqv3YzN5ABGrCPfzfXmkF/dcu3M7EI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ceLz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Lw8MA&#10;AADcAAAADwAAAGRycy9kb3ducmV2LnhtbESPQYvCMBSE7wv+h/AEb2uq6CrVKKIogqdV0euzebbV&#10;5qU00dZ/bxYWPA4z8w0znTemEE+qXG5ZQa8bgSBOrM45VXA8rL/HIJxH1lhYJgUvcjCftb6mGGtb&#10;8y899z4VAcIuRgWZ92UspUsyMui6tiQO3tVWBn2QVSp1hXWAm0L2o+hHGsw5LGRY0jKj5L5/GAXR&#10;blhcriduxufVJrnf6jXXeU+pTrtZTEB4avwn/N/eagWDUR/+zoQj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ULw8MAAADc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JDUMgA&#10;AADcAAAADwAAAGRycy9kb3ducmV2LnhtbESPQU/CQBSE7yb+h80z4UJkq6BiYUvUBEI4mAh6f3Yf&#10;bW33bd1doPDrXRISj5OZ+SYznXWmEXtyvrKs4G6QgCDOra64UPC5md+OQfiArLGxTAqO5GGWXV9N&#10;MdX2wB+0X4dCRAj7FBWUIbSplD4vyaAf2JY4elvrDIYoXSG1w0OEm0beJ8mjNFhxXCixpbeS8nq9&#10;MwrmS6qfv9rfxejkHorxz/f76nXTV6p3071MQATqwn/40l5qBaOnIZzPxCMg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QkNQyAAAANw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A2LMMA&#10;AADcAAAADwAAAGRycy9kb3ducmV2LnhtbESPQYvCMBSE7wv+h/AEb2uq6CrVKKIogqdV0euzebbV&#10;5qU00dZ/bxYWPA4z8w0znTemEE+qXG5ZQa8bgSBOrM45VXA8rL/HIJxH1lhYJgUvcjCftb6mGGtb&#10;8y899z4VAcIuRgWZ92UspUsyMui6tiQO3tVWBn2QVSp1hXWAm0L2o+hHGsw5LGRY0jKj5L5/GAXR&#10;blhcriduxufVJrnf6jXXeU+pTrtZTEB4avwn/N/eagWD0QD+zoQj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A2LMMAAADc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sHsUA&#10;AADcAAAADwAAAGRycy9kb3ducmV2LnhtbESPQWvCQBSE7wX/w/IEb3VTrVVTV5HYQq9qPHh7Zp9J&#10;SPZtyK4x7a/vFoQeh5n5hlltelOLjlpXWlbwMo5AEGdWl5wrSI+fzwsQziNrrC2Tgm9ysFkPnlYY&#10;a3vnPXUHn4sAYRejgsL7JpbSZQUZdGPbEAfvaluDPsg2l7rFe4CbWk6i6E0aLDksFNhQUlBWHW5G&#10;wWlXVdMlR9Ofc5csXHJJ08n1Q6nRsN++g/DU+//wo/2lFbzOZ/B3Jhw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mGwe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jWCccA&#10;AADcAAAADwAAAGRycy9kb3ducmV2LnhtbESPT2vCQBTE7wW/w/KEXopulKISXUVEoYI9VMU/t0f2&#10;mQSzb2N2jbGfvlso9DjM/GaYyawxhaipcrllBb1uBII4sTrnVMF+t+qMQDiPrLGwTAqe5GA2bb1M&#10;MNb2wV9Ub30qQgm7GBVk3pexlC7JyKDr2pI4eBdbGfRBVqnUFT5CuSlkP4oG0mDOYSHDkhYZJdft&#10;3Sh4p/o033yfPw+n29Lby9tx7XpHpV7bzXwMwlPj/8N/9IcO3HAAv2fCEZD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Y1gnHAAAA3A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ZX8sUA&#10;AADcAAAADwAAAGRycy9kb3ducmV2LnhtbESPQWvCQBSE7wX/w/IEb3WjlqrRVSRV6LUaD96e2WcS&#10;kn0bstsY++u7hYLHYWa+Ydbb3tSio9aVlhVMxhEI4szqknMF6enwugDhPLLG2jIpeJCD7WbwssZY&#10;2zt/UXf0uQgQdjEqKLxvYildVpBBN7YNcfButjXog2xzqVu8B7ip5TSK3qXBksNCgQ0lBWXV8dso&#10;OH9U1WzJ0ezn0iULl1zTdHrbKzUa9rsVCE+9f4b/259awdt8Dn9nw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Blfy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vn4MQA&#10;AADcAAAADwAAAGRycy9kb3ducmV2LnhtbERPTWvCQBC9F/oflil4KbpRSltSVxFRUGgPtUXtbciO&#10;STA7G7NrjP31zqHQ4+N9j6edq1RLTSg9GxgOElDEmbcl5wa+v5b9V1AhIlusPJOBKwWYTu7vxpha&#10;f+FPajcxVxLCIUUDRYx1qnXICnIYBr4mFu7gG4dRYJNr2+BFwl2lR0nyrB2WLA0F1jQvKDtuzs7A&#10;E7X72fvvz8d2f1pEf3jcrcNwZ0zvoZu9gYrUxX/xn3tlxfcia+WMHAE9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L5+D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WlYscA&#10;AADcAAAADwAAAGRycy9kb3ducmV2LnhtbESPQWvCQBSE74L/YXmF3nTTVrRNXaVYtIIgmBa9PrKv&#10;2Wj2bZpdTdpf3xUKPQ4z8w0znXe2EhdqfOlYwd0wAUGcO11yoeDjfTl4BOEDssbKMSn4Jg/zWb83&#10;xVS7lnd0yUIhIoR9igpMCHUqpc8NWfRDVxNH79M1FkOUTSF1g22E20reJ8lYWiw5LhisaWEoP2Vn&#10;q+Awetg685a5c/u6+jntvibH/WKj1O1N9/IMIlAX/sN/7bVWMJo8wfVMPAJ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VpWL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NJKcEA&#10;AADcAAAADwAAAGRycy9kb3ducmV2LnhtbERPyW7CMBC9I/EP1iBxA6dlURQwCBAgVE7Qch/FQxI1&#10;HqexCe7f14dKHJ/evlwHU4uOWldZVvA2TkAQ51ZXXCj4+jyMUhDOI2usLZOCX3KwXvV7S8y0ffKF&#10;uqsvRAxhl6GC0vsmk9LlJRl0Y9sQR+5uW4M+wraQusVnDDe1fE+SuTRYcWwosaFdSfn39WEUTD5m&#10;P0e9LfZdnR7d+XQ/hCrclBoOwmYBwlPwL/G/+6QVTNM4P56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DSSnBAAAA3AAAAA8AAAAAAAAAAAAAAAAAmAIAAGRycy9kb3du&#10;cmV2LnhtbFBLBQYAAAAABAAEAPUAAACG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KAu8IA&#10;AADcAAAADwAAAGRycy9kb3ducmV2LnhtbESPQYvCMBSE7wv+h/AEb2taEVerUUQRBPGw6sHjo3k2&#10;xealNLHWf28WFjwOM/MNs1h1thItNb50rCAdJiCIc6dLLhRczrvvKQgfkDVWjknBizyslr2vBWba&#10;PfmX2lMoRISwz1CBCaHOpPS5IYt+6Gri6N1cYzFE2RRSN/iMcFvJUZJMpMWS44LBmjaG8vvpYRVc&#10;Z8dZ2pltcmh/1vuQM+K9nSg16HfrOYhAXfiE/9t7rWA8TeHvTDw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oC7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Ry18cA&#10;AADcAAAADwAAAGRycy9kb3ducmV2LnhtbESPT2vCQBTE74LfYXlCb2ZjFLGpq5RCxIuHav8dH9nX&#10;JJp9m2S3mvbTuwXB4zAzv2GW697U4kydqywrmEQxCOLc6ooLBW+HbLwA4TyyxtoyKfglB+vVcLDE&#10;VNsLv9J57wsRIOxSVFB636RSurwkgy6yDXHwvm1n0AfZFVJ3eAlwU8skjufSYMVhocSGXkrKT/sf&#10;o+Bzsvt7bKb9e/Ll2+0x2bR59jFX6mHUPz+B8NT7e/jW3moFs0UC/2fC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Ectf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awcMIA&#10;AADcAAAADwAAAGRycy9kb3ducmV2LnhtbESPUWvCMBSF3wf+h3CFvc10KiqdUYpDUHyy+gMuzV1b&#10;19yEJLPdvzeDgY+Hc853OOvtYDpxJx9aywreJxkI4srqlmsF18v+bQUiRGSNnWVS8EsBtpvRyxpz&#10;bXs+072MtUgQDjkqaGJ0uZShashgmFhHnLwv6w3GJH0ttcc+wU0np1m2kAZbTgsNOto1VH2XP0YB&#10;erf8dKXsz4vbCQ+3Y0FzWyj1Oh6KDxCRhvgM/7cPWsF8NYO/M+kI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BrBw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V7o8cA&#10;AADcAAAADwAAAGRycy9kb3ducmV2LnhtbESPQWvCQBSE74X+h+UVvNWNVTSkrmJbA9LmYtoevD2y&#10;zySYfRuyq0Z/vVsQehxm5htmvuxNI07UudqygtEwAkFcWF1zqeDnO32OQTiPrLGxTAou5GC5eHyY&#10;Y6Ltmbd0yn0pAoRdggoq79tESldUZNANbUscvL3tDPogu1LqDs8Bbhr5EkVTabDmsFBhS+8VFYf8&#10;aBRkadZmX7yOdx/Ht/Fuc/2d8Weq1OCpX72C8NT7//C9vdEKJvEE/s6EI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Ve6P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q/tMYA&#10;AADcAAAADwAAAGRycy9kb3ducmV2LnhtbESPQWsCMRSE70L/Q3hCb5pVqtjVKCJIK1ihtlCPz81z&#10;d+nmZU3iuv57IxR6HGbmG2a2aE0lGnK+tKxg0E9AEGdWl5wr+P5a9yYgfEDWWFkmBTfysJg/dWaY&#10;anvlT2r2IRcRwj5FBUUIdSqlzwoy6Pu2Jo7eyTqDIUqXS+3wGuGmksMkGUuDJceFAmtaFZT97i9G&#10;we48vmybn8Pb0bXr+lxtVh/6tVTqudsupyACteE//Nd+1wpeJiN4nIlH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q/tM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3NpsUA&#10;AADcAAAADwAAAGRycy9kb3ducmV2LnhtbESP0WrCQBRE3wv9h+UW+mY2LdWG1FVEsIoIYuoHXLK3&#10;2dDs3ZBdk+jXu4VCH4eZOcPMl6NtRE+drx0reElSEMSl0zVXCs5fm0kGwgdkjY1jUnAlD8vF48Mc&#10;c+0GPlFfhEpECPscFZgQ2lxKXxqy6BPXEkfv23UWQ5RdJXWHQ4TbRr6m6UxarDkuGGxpbaj8KS5W&#10;AadyczyUjZaft/P7fmuK/fRSKPX8NK4+QAQaw3/4r73TCt6yGfye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vc2mxQAAANw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KagcYA&#10;AADcAAAADwAAAGRycy9kb3ducmV2LnhtbESPQWvCQBSE70L/w/IEb7rRapumrmK1gvVmWijeHtln&#10;Epp9G7Krpv56VxA8DjPzDTOdt6YSJ2pcaVnBcBCBIM6sLjlX8PO97scgnEfWWFkmBf/kYD576kwx&#10;0fbMOzqlPhcBwi5BBYX3dSKlywoy6Aa2Jg7ewTYGfZBNLnWD5wA3lRxF0Ys0WHJYKLCmZUHZX3o0&#10;CtLDfq8/+HP8FU/ccrt9vrz9rldK9brt4h2Ep9Y/wvf2RisYx69wOxOO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KagcYAAADc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bad74A&#10;AADcAAAADwAAAGRycy9kb3ducmV2LnhtbERPSwrCMBDdC94hjOBOUz+IVKOIKLhw4e8AQzM21WZS&#10;m6j19mYhuHy8/3zZ2FK8qPaFYwWDfgKCOHO64FzB5bztTUH4gKyxdEwKPuRhuWi35phq9+YjvU4h&#10;FzGEfYoKTAhVKqXPDFn0fVcRR+7qaoshwjqXusZ3DLelHCbJRFosODYYrGhtKLufnlbB8LK6ra+H&#10;0f72GCW8sabZPI9GqW6nWc1ABGrCX/xz77SC8TSujWfiEZC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m22ne+AAAA3AAAAA8AAAAAAAAAAAAAAAAAmAIAAGRycy9kb3ducmV2&#10;LnhtbFBLBQYAAAAABAAEAPUAAACD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absYA&#10;AADcAAAADwAAAGRycy9kb3ducmV2LnhtbESPT2sCMRTE7wW/Q3iCt5pVbFlXo2hB6KVQ/xz09tw8&#10;dxc3L9sk1dVP3xQEj8PM/IaZzltTiws5X1lWMOgnIIhzqysuFOy2q9cUhA/IGmvLpOBGHuazzssU&#10;M22vvKbLJhQiQthnqKAMocmk9HlJBn3fNsTRO1lnMETpCqkdXiPc1HKYJO/SYMVxocSGPkrKz5tf&#10;o2A5Tpc/3yP+uq+PBzrsj+e3oUuU6nXbxQREoDY8w4/2p1YwSsfwfy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pabsYAAADcAAAADwAAAAAAAAAAAAAAAACYAgAAZHJz&#10;L2Rvd25yZXYueG1sUEsFBgAAAAAEAAQA9QAAAIsDAAAAAA=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LTvcMA&#10;AADcAAAADwAAAGRycy9kb3ducmV2LnhtbERPTWuDQBC9F/oflin0UpLVIiEx2UgIKbS9BE0KPQ7u&#10;REV3VtyN2n/fPRR6fLzvXTabTow0uMaygngZgSAurW64UnC9vC3WIJxH1thZJgU/5CDbPz7sMNV2&#10;4pzGwlcihLBLUUHtfZ9K6cqaDLql7YkDd7ODQR/gUEk94BTCTSdfo2glDTYcGmrs6VhT2RZ3o+BT&#10;luPLR0LxuRq/29N5/WVWeazU89N82ILwNPt/8Z/7XStINmF+OBOOgN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LTvcMAAADcAAAADwAAAAAAAAAAAAAAAACYAgAAZHJzL2Rv&#10;d25yZXYueG1sUEsFBgAAAAAEAAQA9QAAAIg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tdWcQA&#10;AADcAAAADwAAAGRycy9kb3ducmV2LnhtbESPUWvCQBCE3wv+h2OFvtWLokVTTxFRsFAoVX/Acrcm&#10;wdxeyK0m9df3CoU+DjPzDbNc975Wd2pjFdjAeJSBIrbBVVwYOJ/2L3NQUZAd1oHJwDdFWK8GT0vM&#10;Xej4i+5HKVSCcMzRQCnS5FpHW5LHOAoNcfIuofUoSbaFdi12Ce5rPcmyV+2x4rRQYkPbkuz1ePMG&#10;Jjcr1i/eHx+7s8w+T02XzeYbY56H/eYNlFAv/+G/9sEZmC7G8HsmHQ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bXVnEAAAA3A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y7tsYA&#10;AADcAAAADwAAAGRycy9kb3ducmV2LnhtbESPQWsCMRSE74L/IbxCbzXbrZR2axSRVhS2FW0vvT2S&#10;52Zx87Jsoq7/3hQKHoeZ+YaZzHrXiBN1ofas4HGUgSDW3tRcKfj5/nh4AREissHGMym4UIDZdDiY&#10;YGH8mbd02sVKJAiHAhXYGNtCyqAtOQwj3xInb+87hzHJrpKmw3OCu0bmWfYsHdacFiy2tLCkD7uj&#10;U6CXT+X7uvy1+phvPqv6a1O67V6p+7t+/gYiUh9v4f/2yigYv+bwdyYdAT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+y7ts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v//sUA&#10;AADcAAAADwAAAGRycy9kb3ducmV2LnhtbESPQWvCQBSE7wX/w/KE3uomtoQaXYMIgl4KTRU9PrLP&#10;JJh9G7JrEvvru4VCj8PMfMOsstE0oqfO1ZYVxLMIBHFhdc2lguPX7uUdhPPIGhvLpOBBDrL15GmF&#10;qbYDf1Kf+1IECLsUFVTet6mUrqjIoJvZljh4V9sZ9EF2pdQdDgFuGjmPokQarDksVNjStqLilt+N&#10;gtZ8n46Xw0cfxWec62HLwy1hpZ6n42YJwtPo/8N/7b1W8LZ4hd8z4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6//+xQAAANwAAAAPAAAAAAAAAAAAAAAAAJgCAABkcnMv&#10;ZG93bnJldi54bWxQSwUGAAAAAAQABAD1AAAAig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yXm8UA&#10;AADcAAAADwAAAGRycy9kb3ducmV2LnhtbESPQWuDQBSE74H+h+UFekvWlFASmzWEQoonoTFge3u4&#10;ryq6b8XdqO2v7xYKOQ4z3wxzOM6mEyMNrrGsYLOOQBCXVjdcKbjm59UOhPPIGjvLpOCbHByTh8UB&#10;Y20nfqfx4isRStjFqKD2vo+ldGVNBt3a9sTB+7KDQR/kUEk94BTKTSefouhZGmw4LNTY02tNZXu5&#10;GQXbj/0pL+jzpy3ebCHTPLPZ+abU43I+vYDwNPt7+J9OdeD2W/g7E4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3JebxQAAANw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TXScYA&#10;AADcAAAADwAAAGRycy9kb3ducmV2LnhtbESPQWvCQBSE7wX/w/IEb3Wj1mBTVykVoSIItYVen9nX&#10;JCb7Nu5uNf77riD0OMzMN8x82ZlGnMn5yrKC0TABQZxbXXGh4Otz/TgD4QOyxsYyKbiSh+Wi9zDH&#10;TNsLf9B5HwoRIewzVFCG0GZS+rwkg35oW+Lo/VhnMETpCqkdXiLcNHKcJKk0WHFcKLGlt5Lyev9r&#10;FJwmq3rnDt/Hw3Yzu6Z1fhrLTarUoN+9voAI1IX/8L39rhU8PU/hdiYe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TXScYAAADcAAAADwAAAAAAAAAAAAAAAACYAgAAZHJz&#10;L2Rvd25yZXYueG1sUEsFBgAAAAAEAAQA9QAAAIs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xYwcYA&#10;AADcAAAADwAAAGRycy9kb3ducmV2LnhtbESPQWsCMRSE74L/ITyhNzerqOjWKFUQeilU20O9PTfP&#10;3cXNyzZJdfXXN4LgcZiZb5j5sjW1OJPzlWUFgyQFQZxbXXGh4Ptr05+C8AFZY22ZFFzJw3LR7cwx&#10;0/bCWzrvQiEihH2GCsoQmkxKn5dk0Ce2IY7e0TqDIUpXSO3wEuGmlsM0nUiDFceFEhtal5Sfdn9G&#10;wWo2Xf1+jvjjtj3saf9zOI2HLlXqpde+vYII1IZn+NF+1wpGswncz8Qj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xYwcYAAADc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Afv8YA&#10;AADcAAAADwAAAGRycy9kb3ducmV2LnhtbESP3WoCMRSE7wu+QzhCb0rNVkTrapRSWmjpwuLPAxw3&#10;x93F5GRJUl3fvikIXg4z8w2zXPfWiDP50DpW8DLKQBBXTrdcK9jvPp9fQYSIrNE4JgVXCrBeDR6W&#10;mGt34Q2dt7EWCcIhRwVNjF0uZagashhGriNO3tF5izFJX0vt8ZLg1shxlk2lxZbTQoMdvTdUnba/&#10;VsHH+ODLA/6YKtvVpvgui6d5WSj1OOzfFiAi9fEevrW/tILJfAb/Z9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Afv8YAAADc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5ddcIA&#10;AADcAAAADwAAAGRycy9kb3ducmV2LnhtbERPy4rCMBTdD/gP4QruxtQHoh2jqFAQBJ3RWczyTnNt&#10;is1NbaLWvzeLgVkeznu+bG0l7tT40rGCQT8BQZw7XXKh4PuUvU9B+ICssXJMCp7kYbnovM0x1e7B&#10;X3Q/hkLEEPYpKjAh1KmUPjdk0fddTRy5s2sshgibQuoGHzHcVnKYJBNpseTYYLCmjaH8crxZBVbi&#10;z28xyfL9arQ77Gbl+vOaGaV63Xb1ASJQG/7Ff+6tVjCexbXxTDw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bl11wgAAANwAAAAPAAAAAAAAAAAAAAAAAJgCAABkcnMvZG93&#10;bnJldi54bWxQSwUGAAAAAAQABAD1AAAAhwMAAAAA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092949" w:rsidRPr="00012FA3" w:rsidRDefault="00092949" w:rsidP="00092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92949" w:rsidRPr="00012FA3" w:rsidRDefault="00092949" w:rsidP="00092949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092949" w:rsidRPr="00012FA3" w:rsidRDefault="00092949" w:rsidP="00092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У К Р А Ї Н А</w:t>
      </w:r>
    </w:p>
    <w:p w:rsidR="00092949" w:rsidRPr="00012FA3" w:rsidRDefault="00092949" w:rsidP="00092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92949" w:rsidRPr="00012FA3" w:rsidRDefault="00092949" w:rsidP="00092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92949" w:rsidRPr="00012FA3" w:rsidRDefault="00092949" w:rsidP="00092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92949" w:rsidRPr="00012FA3" w:rsidRDefault="00092949" w:rsidP="00092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2949" w:rsidRPr="00012FA3" w:rsidRDefault="00092949" w:rsidP="00092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92949" w:rsidRPr="00012FA3" w:rsidRDefault="00092949" w:rsidP="00092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2949" w:rsidRPr="00012FA3" w:rsidRDefault="00092949" w:rsidP="00092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РІШЕННЯ</w:t>
      </w:r>
    </w:p>
    <w:p w:rsidR="00092949" w:rsidRPr="00012FA3" w:rsidRDefault="00092949" w:rsidP="00092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92949" w:rsidRPr="00012FA3" w:rsidRDefault="00092949" w:rsidP="00092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>19.08.2021                                                 Крупець                                                           №71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виконавчого комітету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2FA3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012FA3">
        <w:rPr>
          <w:rFonts w:ascii="Times New Roman" w:hAnsi="Times New Roman" w:cs="Times New Roman"/>
          <w:b/>
          <w:sz w:val="24"/>
          <w:szCs w:val="24"/>
        </w:rPr>
        <w:t xml:space="preserve"> сільської ради від 21.12.2018 року №135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 xml:space="preserve">«Про утворення групи соціального патрулювання в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2FA3">
        <w:rPr>
          <w:rFonts w:ascii="Times New Roman" w:hAnsi="Times New Roman" w:cs="Times New Roman"/>
          <w:b/>
          <w:sz w:val="24"/>
          <w:szCs w:val="24"/>
        </w:rPr>
        <w:t>осінньо</w:t>
      </w:r>
      <w:proofErr w:type="spellEnd"/>
      <w:r w:rsidRPr="00012FA3">
        <w:rPr>
          <w:rFonts w:ascii="Times New Roman" w:hAnsi="Times New Roman" w:cs="Times New Roman"/>
          <w:b/>
          <w:sz w:val="24"/>
          <w:szCs w:val="24"/>
        </w:rPr>
        <w:t xml:space="preserve"> – зимовий період»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92949" w:rsidRPr="00012FA3" w:rsidRDefault="00092949" w:rsidP="00092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A3">
        <w:rPr>
          <w:rFonts w:ascii="Times New Roman" w:hAnsi="Times New Roman"/>
          <w:sz w:val="24"/>
          <w:szCs w:val="24"/>
          <w:lang w:eastAsia="ru-RU"/>
        </w:rPr>
        <w:t xml:space="preserve">          Відповідно до статті 40 Закону України «Про місцеве самоврядування в Україні» , з метою належної підготовки до дій з попередження та оперативного реагування на можливі надзвичайні ситуації природного характеру протягом </w:t>
      </w:r>
      <w:proofErr w:type="spellStart"/>
      <w:r w:rsidRPr="00012FA3">
        <w:rPr>
          <w:rFonts w:ascii="Times New Roman" w:hAnsi="Times New Roman"/>
          <w:sz w:val="24"/>
          <w:szCs w:val="24"/>
          <w:lang w:eastAsia="ru-RU"/>
        </w:rPr>
        <w:t>осінньо</w:t>
      </w:r>
      <w:proofErr w:type="spellEnd"/>
      <w:r w:rsidRPr="00012FA3">
        <w:rPr>
          <w:rFonts w:ascii="Times New Roman" w:hAnsi="Times New Roman"/>
          <w:sz w:val="24"/>
          <w:szCs w:val="24"/>
          <w:lang w:eastAsia="ru-RU"/>
        </w:rPr>
        <w:t xml:space="preserve"> – зимового періоду та запобігання переохолодженню та замерзанню самотніх , бездомних осіб , які не мають постійного місця проживання та не користуються послугами соціального захисту та підтримки , дітей та осіб , що перебувають в складних життєвих обставинах виконавчий комітет сільської ради </w:t>
      </w:r>
    </w:p>
    <w:p w:rsidR="00092949" w:rsidRPr="00012FA3" w:rsidRDefault="00092949" w:rsidP="00092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A3">
        <w:rPr>
          <w:rFonts w:ascii="Times New Roman" w:hAnsi="Times New Roman"/>
          <w:sz w:val="24"/>
          <w:szCs w:val="24"/>
          <w:lang w:eastAsia="ru-RU"/>
        </w:rPr>
        <w:t xml:space="preserve">         ВИРІШИВ: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A3">
        <w:rPr>
          <w:rFonts w:ascii="Times New Roman" w:hAnsi="Times New Roman"/>
          <w:sz w:val="24"/>
          <w:szCs w:val="24"/>
          <w:lang w:eastAsia="ru-RU"/>
        </w:rPr>
        <w:t xml:space="preserve">       1.Внести зміни до рішення </w:t>
      </w:r>
      <w:r w:rsidRPr="00012FA3">
        <w:rPr>
          <w:rFonts w:ascii="Times New Roman" w:hAnsi="Times New Roman" w:cs="Times New Roman"/>
          <w:sz w:val="24"/>
          <w:szCs w:val="24"/>
        </w:rPr>
        <w:t xml:space="preserve">виконавчого комітету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сільської ради від 21.12.2018 року №135  «Про утворення групи соціального патрулювання в 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осінньо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– зимовий період», а саме склад групи соціального патрулювання викласти </w:t>
      </w:r>
      <w:r w:rsidRPr="00012FA3">
        <w:rPr>
          <w:rFonts w:ascii="Times New Roman" w:hAnsi="Times New Roman"/>
          <w:sz w:val="24"/>
          <w:szCs w:val="24"/>
          <w:lang w:eastAsia="ru-RU"/>
        </w:rPr>
        <w:t>у новій редакції, згідно додатку 1, що додається.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A3">
        <w:rPr>
          <w:rFonts w:ascii="Times New Roman" w:hAnsi="Times New Roman"/>
          <w:sz w:val="24"/>
          <w:szCs w:val="24"/>
          <w:lang w:eastAsia="ru-RU"/>
        </w:rPr>
        <w:t xml:space="preserve">      2.Контроль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 w:rsidRPr="00012FA3">
        <w:rPr>
          <w:rFonts w:ascii="Times New Roman" w:hAnsi="Times New Roman"/>
          <w:sz w:val="24"/>
          <w:szCs w:val="24"/>
          <w:lang w:eastAsia="ru-RU"/>
        </w:rPr>
        <w:t>Ліпську</w:t>
      </w:r>
      <w:proofErr w:type="spellEnd"/>
      <w:r w:rsidRPr="00012FA3">
        <w:rPr>
          <w:rFonts w:ascii="Times New Roman" w:hAnsi="Times New Roman"/>
          <w:sz w:val="24"/>
          <w:szCs w:val="24"/>
          <w:lang w:eastAsia="ru-RU"/>
        </w:rPr>
        <w:t>.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A3">
        <w:rPr>
          <w:rFonts w:ascii="Times New Roman" w:hAnsi="Times New Roman"/>
          <w:sz w:val="24"/>
          <w:szCs w:val="24"/>
          <w:lang w:eastAsia="ru-RU"/>
        </w:rPr>
        <w:t>Заступник сільського голови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A3">
        <w:rPr>
          <w:rFonts w:ascii="Times New Roman" w:hAnsi="Times New Roman"/>
          <w:sz w:val="24"/>
          <w:szCs w:val="24"/>
          <w:lang w:eastAsia="ru-RU"/>
        </w:rPr>
        <w:t xml:space="preserve">з питань діяльності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A3">
        <w:rPr>
          <w:rFonts w:ascii="Times New Roman" w:hAnsi="Times New Roman"/>
          <w:sz w:val="24"/>
          <w:szCs w:val="24"/>
          <w:lang w:eastAsia="ru-RU"/>
        </w:rPr>
        <w:t xml:space="preserve">виконавчих органів ради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 w:rsidRPr="00012FA3">
        <w:rPr>
          <w:rFonts w:ascii="Times New Roman" w:hAnsi="Times New Roman"/>
          <w:sz w:val="24"/>
          <w:szCs w:val="24"/>
          <w:lang w:eastAsia="ru-RU"/>
        </w:rPr>
        <w:t xml:space="preserve">              Любов ЛІПСЬКА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Додаток №1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jc w:val="both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ЗАТВЕРДЖЕНО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>рішенням виконавчого комітету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 xml:space="preserve">від 19.08.2021 р. №71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12FA3">
        <w:rPr>
          <w:rFonts w:ascii="Times New Roman" w:hAnsi="Times New Roman"/>
          <w:b/>
          <w:sz w:val="24"/>
          <w:szCs w:val="24"/>
          <w:lang w:eastAsia="ru-RU"/>
        </w:rPr>
        <w:t xml:space="preserve">Склад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12FA3">
        <w:rPr>
          <w:rFonts w:ascii="Times New Roman" w:hAnsi="Times New Roman"/>
          <w:b/>
          <w:sz w:val="24"/>
          <w:szCs w:val="24"/>
          <w:lang w:eastAsia="ru-RU"/>
        </w:rPr>
        <w:t>групи соціального патрулювання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790"/>
      </w:tblGrid>
      <w:tr w:rsidR="00092949" w:rsidRPr="00012FA3" w:rsidTr="007816DC">
        <w:tc>
          <w:tcPr>
            <w:tcW w:w="4781" w:type="dxa"/>
            <w:hideMark/>
          </w:tcPr>
          <w:p w:rsidR="00092949" w:rsidRPr="00012FA3" w:rsidRDefault="00092949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Ліпська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Любов Петрівна -  </w:t>
            </w:r>
          </w:p>
        </w:tc>
        <w:tc>
          <w:tcPr>
            <w:tcW w:w="4790" w:type="dxa"/>
            <w:hideMark/>
          </w:tcPr>
          <w:p w:rsidR="00092949" w:rsidRPr="00012FA3" w:rsidRDefault="00092949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заступник сільського голови з питань діяльності виконавчих органів ради, </w:t>
            </w:r>
          </w:p>
          <w:p w:rsidR="00092949" w:rsidRPr="00012FA3" w:rsidRDefault="00092949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голова комісії ;</w:t>
            </w:r>
          </w:p>
        </w:tc>
      </w:tr>
      <w:tr w:rsidR="00092949" w:rsidRPr="00012FA3" w:rsidTr="007816DC">
        <w:tc>
          <w:tcPr>
            <w:tcW w:w="4781" w:type="dxa"/>
            <w:hideMark/>
          </w:tcPr>
          <w:p w:rsidR="00092949" w:rsidRPr="00012FA3" w:rsidRDefault="00092949" w:rsidP="007816D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790" w:type="dxa"/>
            <w:hideMark/>
          </w:tcPr>
          <w:p w:rsidR="00092949" w:rsidRPr="00012FA3" w:rsidRDefault="00092949" w:rsidP="007816DC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Бережна Тетяна Миколаївна  -                           директор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ліцею;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Росоха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Сергій Михайлович  -                             директор Полянської гімназії;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Шатковський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Костянтин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Вацлавович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-              староста Полянського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округу;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Ковба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Олександр Леонідович -                          староста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Стриганського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округу;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Смолій Олександр Миколайович -                     староста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Головлівського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округу;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Ковальчук Григорій Григорович -                      староста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Лисиченського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округу 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Ольховський Олександр Петрович -                 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медичник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працівник с. Крупець,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с.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>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Поліщук Ольга Михайлівна  -                             медичний працівник с.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,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с.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Жубінський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Федір Володимирович -                 медичний працівник с. Колом</w:t>
      </w:r>
      <w:r w:rsidRPr="00012FA3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012FA3">
        <w:rPr>
          <w:rFonts w:ascii="Times New Roman" w:hAnsi="Times New Roman" w:cs="Times New Roman"/>
          <w:sz w:val="24"/>
          <w:szCs w:val="24"/>
        </w:rPr>
        <w:t>є;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>Українець Наталія Анатоліївна -                        медичний працівник с. Лисиче;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Шелестюк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Анастасія Миколаївна -                    медичний працівник с.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>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>Поліщук Наталія Вікторівна -                             соціальний робітник с. Крупець;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Климчук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Оксана Анатоліївна -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FA3">
        <w:rPr>
          <w:rFonts w:ascii="Times New Roman" w:hAnsi="Times New Roman" w:cs="Times New Roman"/>
          <w:sz w:val="24"/>
          <w:szCs w:val="24"/>
        </w:rPr>
        <w:t xml:space="preserve">соціальний робітник с.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>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Лучанська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Тетяна Василівна -                             соціальний робітник с. Колом</w:t>
      </w:r>
      <w:r w:rsidRPr="00012FA3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012FA3">
        <w:rPr>
          <w:rFonts w:ascii="Times New Roman" w:hAnsi="Times New Roman" w:cs="Times New Roman"/>
          <w:sz w:val="24"/>
          <w:szCs w:val="24"/>
        </w:rPr>
        <w:t>є;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Андрощук Ольга Іванівна -                                  соціальний робітник с.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>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Гаврилюк Надія Миколаївна -                             соціальний робітник с.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>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lastRenderedPageBreak/>
        <w:t xml:space="preserve">Поліщук Катерина Миколаївна -                         соціальний робітник с.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, 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с. Нижні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>;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>Машкіна Надія Володимирівна -                         соціальний робітник с. Лисиче , с. Дідова</w:t>
      </w: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Гора , с.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92949" w:rsidRPr="00012FA3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92949" w:rsidRPr="001B79B6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lang w:eastAsia="ru-RU"/>
        </w:rPr>
      </w:pPr>
      <w:r w:rsidRPr="001B79B6">
        <w:rPr>
          <w:rFonts w:ascii="Times New Roman" w:hAnsi="Times New Roman"/>
          <w:bCs/>
          <w:sz w:val="24"/>
          <w:szCs w:val="24"/>
          <w:lang w:eastAsia="ru-RU"/>
        </w:rPr>
        <w:t>Заступник сільського голови</w:t>
      </w:r>
    </w:p>
    <w:p w:rsidR="00092949" w:rsidRPr="001B79B6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lang w:eastAsia="ru-RU"/>
        </w:rPr>
      </w:pPr>
      <w:r w:rsidRPr="001B79B6">
        <w:rPr>
          <w:rFonts w:ascii="Times New Roman" w:hAnsi="Times New Roman"/>
          <w:bCs/>
          <w:sz w:val="24"/>
          <w:szCs w:val="24"/>
          <w:lang w:eastAsia="ru-RU"/>
        </w:rPr>
        <w:t xml:space="preserve">з питань діяльності </w:t>
      </w:r>
    </w:p>
    <w:p w:rsidR="00092949" w:rsidRPr="001B79B6" w:rsidRDefault="00092949" w:rsidP="0009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lang w:eastAsia="ru-RU"/>
        </w:rPr>
      </w:pPr>
      <w:r w:rsidRPr="001B79B6">
        <w:rPr>
          <w:rFonts w:ascii="Times New Roman" w:hAnsi="Times New Roman"/>
          <w:bCs/>
          <w:sz w:val="24"/>
          <w:szCs w:val="24"/>
          <w:lang w:eastAsia="ru-RU"/>
        </w:rPr>
        <w:t>виконавчих органів ради                                                            Любов ЛІПСЬКА</w:t>
      </w:r>
    </w:p>
    <w:p w:rsidR="00FC0E1D" w:rsidRDefault="00FC0E1D">
      <w:bookmarkStart w:id="0" w:name="_GoBack"/>
      <w:bookmarkEnd w:id="0"/>
    </w:p>
    <w:sectPr w:rsidR="00FC0E1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F1A" w:rsidRDefault="009E1F1A">
      <w:pPr>
        <w:spacing w:after="0" w:line="240" w:lineRule="auto"/>
      </w:pPr>
      <w:r>
        <w:separator/>
      </w:r>
    </w:p>
  </w:endnote>
  <w:endnote w:type="continuationSeparator" w:id="0">
    <w:p w:rsidR="009E1F1A" w:rsidRDefault="009E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F1A" w:rsidRDefault="009E1F1A">
      <w:pPr>
        <w:spacing w:after="0" w:line="240" w:lineRule="auto"/>
      </w:pPr>
      <w:r>
        <w:separator/>
      </w:r>
    </w:p>
  </w:footnote>
  <w:footnote w:type="continuationSeparator" w:id="0">
    <w:p w:rsidR="009E1F1A" w:rsidRDefault="009E1F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949"/>
    <w:rsid w:val="00092949"/>
    <w:rsid w:val="009E1F1A"/>
    <w:rsid w:val="00FC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49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styleId="afe">
    <w:name w:val="Normal (Web)"/>
    <w:aliases w:val="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"/>
    <w:basedOn w:val="a"/>
    <w:unhideWhenUsed/>
    <w:qFormat/>
    <w:rsid w:val="00092949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49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styleId="afe">
    <w:name w:val="Normal (Web)"/>
    <w:aliases w:val="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"/>
    <w:basedOn w:val="a"/>
    <w:unhideWhenUsed/>
    <w:qFormat/>
    <w:rsid w:val="0009294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2021-09-29T04:11:00Z</dcterms:created>
  <dcterms:modified xsi:type="dcterms:W3CDTF">2021-09-29T04:12:00Z</dcterms:modified>
</cp:coreProperties>
</file>