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AF" w:rsidRDefault="00D65DAF" w:rsidP="00D65DA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65DAF" w:rsidRDefault="00D65DAF" w:rsidP="00D65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B84E11" wp14:editId="3297CCA6">
                <wp:simplePos x="0" y="0"/>
                <wp:positionH relativeFrom="margin">
                  <wp:posOffset>2826962</wp:posOffset>
                </wp:positionH>
                <wp:positionV relativeFrom="paragraph">
                  <wp:posOffset>179292</wp:posOffset>
                </wp:positionV>
                <wp:extent cx="410210" cy="635635"/>
                <wp:effectExtent l="0" t="0" r="8890" b="0"/>
                <wp:wrapNone/>
                <wp:docPr id="15325" name="Группа 15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3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DAF" w:rsidRDefault="00D65DAF" w:rsidP="00D65D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325" o:spid="_x0000_s1026" style="position:absolute;margin-left:222.6pt;margin-top:14.1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R34zncAAEF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Lr1MQA&#10;AADeAAAADwAAAGRycy9kb3ducmV2LnhtbERPyWrDMBC9F/oPYgq9NXJtsuBEMaakxQdDSVrfB2u8&#10;EGtkLCVx/z4qFHqbx1tnl81mEFeaXG9ZwesiAkFcW91zq+D76/1lA8J5ZI2DZVLwQw6y/ePDDlNt&#10;b3yk68m3IoSwS1FB5/2YSunqjgy6hR2JA9fYyaAPcGqlnvAWws0g4yhaSYM9h4YOR3rrqD6fLkaB&#10;TT6KsmrjY3Lgtef8c9NUc6nU89Ocb0F4mv2/+M9d6DB/mcQr+H0n3CD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S69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87McA&#10;AADeAAAADwAAAGRycy9kb3ducmV2LnhtbERPS0sDMRC+F/wPYQQvpc1a6cO1aZHCqvVQ6AN6HTbj&#10;ZnUzWZLYrv31Rih4m4/vOfNlZxtxIh9qxwruhxkI4tLpmisFh30xmIEIEVlj45gU/FCA5eKmN8dc&#10;uzNv6bSLlUghHHJUYGJscylDachiGLqWOHEfzluMCfpKao/nFG4bOcqyibRYc2ow2NLKUPm1+7YK&#10;PouNOa6mlxfff9zSpV+8vzbriVJ3t93zE4hIXfwXX91vOs0fP4ym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a/O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Mn8QA&#10;AADeAAAADwAAAGRycy9kb3ducmV2LnhtbESPzWrCQBDH7wXfYRnBS9GNSkVSVxGpRbyIHw8wZMds&#10;aHY2ZLcmvn3nIPQ2w/w/frPa9L5WD2pjFdjAdJKBIi6Crbg0cLvux0tQMSFbrAOTgSdF2KwHbyvM&#10;bej4TI9LKpWEcMzRgEupybWOhSOPcRIaYrndQ+sxydqW2rbYSbiv9SzLFtpjxdLgsKGdo+Ln8uul&#10;5DTH0/HeXfffPXb4dXT8vj0bMxr2209Qifr0L365D1bwP+Yz4ZV3ZAa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WzJ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58PsUA&#10;AADeAAAADwAAAGRycy9kb3ducmV2LnhtbERPTUsDMRC9C/6HMII3m3W11a5NS6kKUvBgFaS3YTPd&#10;XbqZhGTsrv/eCIK3ebzPWaxG16sTxdR5NnA9KUAR19523Bj4eH++ugeVBNli75kMfFOC1fL8bIGV&#10;9QO/0WknjcohnCo00IqESutUt+QwTXwgztzBR4eSYWy0jTjkcNfrsihm2mHHuaHFQJuW6uPuyxl4&#10;HZ7C9m42PYR9vC11erTyuRFjLi/G9QMooVH+xX/uF5vnT2/K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nw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WRMUA&#10;AADeAAAADwAAAGRycy9kb3ducmV2LnhtbESPQWvCQBCF70L/wzJCL1I3NigldRUptYgXUfsDhuyY&#10;DWZnQ3Y16b/vHARvM8x775u3XA++UXfqYh3YwGyagSIug625MvB73r59gIoJ2WITmAz8UYT16mW0&#10;xMKGno90P6VKSQjHAg24lNpC61g68hinoSWW2yV0HpOsXaVth72E+0a/Z9lCe6xZCA5b+nJUXk83&#10;L5BDjof9pT9vfwbs8XvveLI5GvM6HjafoBIN6Sl+uHdW3p/nuRSQOjKD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VZ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Hm5cUA&#10;AADeAAAADwAAAGRycy9kb3ducmV2LnhtbERPTUsDMRC9C/6HMII3m21rq2ybltIqiODBWijehs10&#10;d+lmEpKxu/57Iwje5vE+Z7keXKcuFFPr2cB4VIAirrxtuTZw+Hi+ewSVBNli55kMfFOC9er6aoml&#10;9T2/02UvtcohnEo00IiEUutUNeQwjXwgztzJR4eSYay1jdjncNfpSVHMtcOWc0ODgbYNVef9lzPw&#10;1j+F14f57BQ+4/1Ep52V41aMub0ZNgtQQoP8i//cLzbPn02nY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8eb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Zle8QA&#10;AADeAAAADwAAAGRycy9kb3ducmV2LnhtbERP32vCMBB+H+x/CDfYy9BUiyKdUVQIGzgYU8HXoznb&#10;suZSkmi7/94MBnu7j+/nLdeDbcWNfGgcK5iMMxDEpTMNVwpORz1agAgR2WDrmBT8UID16vFhiYVx&#10;PX/R7RArkUI4FKigjrErpAxlTRbD2HXEibs4bzEm6CtpPPYp3LZymmVzabHh1FBjR7uayu/D1SrY&#10;fvZV7l/K7eD2l7fzTGujP7RSz0/D5hVEpCH+i//c7ybNn+X5F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mZX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KH8IA&#10;AADeAAAADwAAAGRycy9kb3ducmV2LnhtbERP3WrCMBS+H/gO4Qi7m6l2ilSjiKMgYzdTH+DQHJtq&#10;c1KSWOvbL4PB7s7H93vW28G2oicfGscKppMMBHHldMO1gvOpfFuCCBFZY+uYFDwpwHYzelljod2D&#10;v6k/xlqkEA4FKjAxdoWUoTJkMUxcR5y4i/MWY4K+ltrjI4XbVs6ybCEtNpwaDHa0N1TdjneroPyc&#10;ffW3u/al2w3vlubmuvwwSr2Oh90KRKQh/ov/3Aed5s/zPI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oof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NYlMUA&#10;AADeAAAADwAAAGRycy9kb3ducmV2LnhtbERPW2vCMBR+H/gfwhnsRTTdOkU6o+ggbLDB8AJ7PTTH&#10;tqw5KUlm6783A2Fv5+O7nuV6sK04kw+NYwWP0wwEcelMw5WC40FPFiBCRDbYOiYFFwqwXo3ullgY&#10;1/OOzvtYiRTCoUAFdYxdIWUoa7IYpq4jTtzJeYsxQV9J47FP4baVT1k2lxYbTg01dvRaU/mz/7UK&#10;tl99lftxuR3cx+nte6a10Z9aqYf7YfMCItIQ/8U397tJ82d5/gx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1i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+38MIA&#10;AADeAAAADwAAAGRycy9kb3ducmV2LnhtbERP3WrCMBS+H/gO4QjezVRdh1SjiFKQsZs5H+DQHJtq&#10;c1KSWOvbL4PB7s7H93vW28G2oicfGscKZtMMBHHldMO1gvN3+boEESKyxtYxKXhSgO1m9LLGQrsH&#10;f1F/irVIIRwKVGBi7AopQ2XIYpi6jjhxF+ctxgR9LbXHRwq3rZxn2bu02HBqMNjR3lB1O92tgvJj&#10;/tnf7tqXbje8WcrNdXkwSk3Gw24FItIQ/8V/7qNO8/PFIo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7f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3b8IA&#10;AADeAAAADwAAAGRycy9kb3ducmV2LnhtbERP22rCQBB9L/gPywi+NRubJkjqKlJQ6mOjHzBkp0kw&#10;Oxuzay5/7xYKfZvDuc52P5lWDNS7xrKCdRSDIC6tbrhScL0cXzcgnEfW2FomBTM52O8WL1vMtR35&#10;m4bCVyKEsMtRQe19l0vpypoMush2xIH7sb1BH2BfSd3jGMJNK9/iOJMGGw4NNXb0WVN5Kx5Gwfs8&#10;nu5FeouP2tD6nHRn9mWq1Go5HT5AeJr8v/jP/aXD/DRJMvh9J9w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7d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EW8QA&#10;AADeAAAADwAAAGRycy9kb3ducmV2LnhtbERPTWvCQBC9C/6HZYTe6sYEbU1dRSpK6cmm2vOQHZNg&#10;djZkV5P8+26h4G0e73NWm97U4k6tqywrmE0jEMS51RUXCk7f++dXEM4ja6wtk4KBHGzW49EKU207&#10;/qJ75gsRQtilqKD0vkmldHlJBt3UNsSBu9jWoA+wLaRusQvhppZxFC2kwYpDQ4kNvZeUX7ObUXBb&#10;/MQnvnzqY7YbDsvdfuvkuVDqadJv30B46v1D/O/+0GH+PEle4O+dc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tBF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0gNMkA&#10;AADeAAAADwAAAGRycy9kb3ducmV2LnhtbESPQU/CQBCF7yb+h82YeJOtVhosLERNSICDRNQDt6E7&#10;tNXubOkuUP69czDxNpP35r1vJrPeNepEXag9G7gfJKCIC29rLg18fszvRqBCRLbYeCYDFwowm15f&#10;TTC3/szvdNrEUkkIhxwNVDG2udahqMhhGPiWWLS97xxGWbtS2w7PEu4a/ZAkmXZYszRU2NJrRcXP&#10;5ugMfK1H2dP6Zfn4vXrbYersYWvrzJjbm/55DCpSH//Nf9cLK/jDNBVeeUdm0N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10gN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gSO8QA&#10;AADeAAAADwAAAGRycy9kb3ducmV2LnhtbERPS2vCQBC+F/wPywi91Y1GxUZX0RYfeIq20OuQHZNg&#10;djZktxr767uC4G0+vufMFq2pxIUaV1pW0O9FIIgzq0vOFXx/rd8mIJxH1lhZJgU3crCYd15mmGh7&#10;5QNdjj4XIYRdggoK7+tESpcVZND1bE0cuJNtDPoAm1zqBq8h3FRyEEVjabDk0FBgTR8FZefjr1Hw&#10;N/7B1G0Hq89Ye7oNJxu7TzdKvXbb5RSEp9Y/xQ/3Tof5ozh+h/s74QY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oEj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2hdcYA&#10;AADeAAAADwAAAGRycy9kb3ducmV2LnhtbESPQW/CMAyF75P2HyJP4jZSWJmgEBBCIO220fEDrMak&#10;FY1Tmgy6/fr5MGk3W35+732rzeBbdaM+NoENTMYZKOIq2IadgdPn4XkOKiZki21gMvBNETbrx4cV&#10;Fjbc+Ui3MjklJhwLNFCn1BVax6omj3EcOmK5nUPvMcnaO217vIu5b/U0y161x4YlocaOdjVVl/LL&#10;G7iG6cwO5R7fL/vFR+Ncfv055saMnobtElSiIf2L/77frNSfveQ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2hd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iBcQA&#10;AADeAAAADwAAAGRycy9kb3ducmV2LnhtbERPyW7CMBC9I/UfrEHqDZyUQiGNQS1SJa4shx4He0hS&#10;4nEaGwh8PUaq1Ns8vXXyRWdrcabWV44VpMMEBLF2puJCwW77NZiC8AHZYO2YFFzJw2L+1MsxM+7C&#10;azpvQiFiCPsMFZQhNJmUXpdk0Q9dQxy5g2sthgjbQpoWLzHc1vIlSSbSYsWxocSGliXp4+ZkFayq&#10;PY0n+jCz00+9/r79htHbj1Hqud99vIMI1IV/8Z97ZeL88eg1hcc78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dYg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FpcYA&#10;AADeAAAADwAAAGRycy9kb3ducmV2LnhtbERP0WrCQBB8L/Qfji30rV6MtrTRU1QoKFqhVvR1ya25&#10;YG4v5M4Y/94rFPo2u7MzszOedrYSLTW+dKyg30tAEOdOl1wo2P98vryD8AFZY+WYFNzIw3Ty+DDG&#10;TLsrf1O7C4WIJuwzVGBCqDMpfW7Iou+5mjhyJ9dYDHFsCqkbvEZzW8k0Sd6kxZJjgsGaFoby8+5i&#10;FbS4vSVHM//6WJWbPN3OD2sd9+r5qZuNQATqwv/xn3qp4/uvg2EKv3Ui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4Fp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9/pMMA&#10;AADeAAAADwAAAGRycy9kb3ducmV2LnhtbERPTUvDQBC9C/6HZQRvdmOqRWK3pRQqHjXtweOYnWZT&#10;szNhd22iv94VBG/zeJ+zXE++V2cKsRM2cDsrQBE3YjtuDRz2u5sHUDEhW+yFycAXRVivLi+WWFkZ&#10;+ZXOdWpVDuFYoQGX0lBpHRtHHuNMBuLMHSV4TBmGVtuAYw73vS6LYqE9dpwbHA60ddR81J/ewPjU&#10;vJ/K45t132GQXf0ip7IXY66vps0jqERT+hf/uZ9tnn8/v5v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9/p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73x8YA&#10;AADeAAAADwAAAGRycy9kb3ducmV2LnhtbERP22oCMRB9L/gPYQTfarZeqqxG8VKhSEtR2/dxM91d&#10;TSbLJtX17xuh0Lc5nOtM54014kK1Lx0reOomIIgzp0vOFXweNo9jED4gazSOScGNPMxnrYcpptpd&#10;eUeXfchFDGGfooIihCqV0mcFWfRdVxFH7tvVFkOEdS51jdcYbo3sJcmztFhybCiwolVB2Xn/YxVs&#10;Ptbm1HvfLb5kWL2Mjma8Xa7flOq0m8UERKAm/Iv/3K86zh/2BwO4vxNv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73x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PyMUA&#10;AADeAAAADwAAAGRycy9kb3ducmV2LnhtbERP22rCQBB9F/yHZYS+iG6sRiR1FSkUFSrUC/g6ZqdJ&#10;MDsbsmuMf+8WhL7N4VxnvmxNKRqqXWFZwWgYgSBOrS44U3A6fg1mIJxH1lhaJgUPcrBcdDtzTLS9&#10;856ag89ECGGXoILc+yqR0qU5GXRDWxEH7tfWBn2AdSZ1jfcQbkr5HkVTabDg0JBjRZ85pdfDzSho&#10;fr4v2aZx1fY667t4fFmvd/qs1FuvXX2A8NT6f/HLvdFhfjyexPD3Trh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I/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pvosUA&#10;AADeAAAADwAAAGRycy9kb3ducmV2LnhtbERPTWsCMRC9C/0PYYTeNKtV0a1RqlDwUlDbg97GzXR3&#10;cTNZk1TX/nojCN7m8T5nOm9MJc7kfGlZQa+bgCDOrC45V/Dz/dkZg/ABWWNlmRRcycN89tKaYqrt&#10;hTd03oZcxBD2KSooQqhTKX1WkEHftTVx5H6tMxgidLnUDi8x3FSynyQjabDk2FBgTcuCsuP2zyhY&#10;TMaL03rAX/+bw572u8Nx2HeJUq/t5uMdRKAmPMUP90rH+cO3wQj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m+ixQAAAN4AAAAPAAAAAAAAAAAAAAAAAJgCAABkcnMv&#10;ZG93bnJldi54bWxQSwUGAAAAAAQABAD1AAAAigMAAAAA&#10;" fillcolor="black" stroked="f"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XEOccA&#10;AADeAAAADwAAAGRycy9kb3ducmV2LnhtbERPS2sCMRC+C/0PYQreNFurVlaj1GpBqD34OPQ43Yy7&#10;YTeTZZPq1l/fFARv8/E9Z7ZobSXO1HjjWMFTPwFBnDltOFdwPLz3JiB8QNZYOSYFv+RhMX/ozDDV&#10;7sI7Ou9DLmII+xQVFCHUqZQ+K8ii77uaOHIn11gMETa51A1eYrit5CBJxtKi4dhQYE1vBWXl/scq&#10;+PoYm8nO0OB7e12u9XZULj9XpVLdx/Z1CiJQG+7im3uj4/zR8/AF/t+JN8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1xDn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9eccA&#10;AADeAAAADwAAAGRycy9kb3ducmV2LnhtbESPT2/CMAzF75P4DpGRdhsp+ydUCAgxTdtlh7FNXK3G&#10;a7o2TpcEKHz6+TCJm633/N7Pi9XgO3WgmJrABqaTAhRxFWzDtYHPj+ebGaiUkS12gcnAiRKslqOr&#10;BZY2HPmdDttcKwnhVKIBl3Nfap0qRx7TJPTEon2H6DHLGmttIx4l3Hf6tigetceGpcFhTxtHVbvd&#10;ewNxvXtqz7z/aovz2ym9/Ay/M3TGXI+H9RxUpiFfzP/Xr1bwH+7uhVfekRn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4PXn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UuqcUA&#10;AADeAAAADwAAAGRycy9kb3ducmV2LnhtbERP22oCMRB9L/QfwhR8KTVbW61ujVIEoaAIWj9guhl3&#10;lyaTZTPq2q9vBKFvczjXmc4779SJ2lgHNvDcz0ARF8HWXBrYfy2fxqCiIFt0gcnAhSLMZ/d3U8xt&#10;OPOWTjspVQrhmKOBSqTJtY5FRR5jPzTEiTuE1qMk2JbatnhO4d7pQZaNtMeaU0OFDS0qKn52R2/A&#10;Db7dZPUW13LZ63X262X7uLHG9B66j3dQQp38i2/uT5vmD19eJ3B9J92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S6p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ZQs8cA&#10;AADeAAAADwAAAGRycy9kb3ducmV2LnhtbESPQU/DMAyF70j8h8iTuLF0Q0NTWTYB06ReONBt2tVr&#10;TFOROFUTtsKvxwckbrb8/N77VpsxeHWhIXWRDcymBSjiJtqOWwOH/e5+CSplZIs+Mhn4pgSb9e3N&#10;Cksbr/xOlzq3Skw4lWjA5dyXWqfGUcA0jT2x3D7iEDDLOrTaDngV8+D1vCgedcCOJcFhT6+Oms/6&#10;KxjY1r2fHyr3kk7Ht/PZVz87Om2NuZuMz0+gMo35X/z3XVmpv3hYCIDg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2ULP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9HHsMA&#10;AADeAAAADwAAAGRycy9kb3ducmV2LnhtbERPTWsCMRC9F/wPYQRvNbFFK6tRRLog9FSrB29DMu6u&#10;bibLJt1d/31TKPQ2j/c56+3gatFRGyrPGmZTBYLYeFtxoeH0lT8vQYSIbLH2TBoeFGC7GT2tMbO+&#10;50/qjrEQKYRDhhrKGJtMymBKchimviFO3NW3DmOCbSFti30Kd7V8UWohHVacGkpsaF+SuR+/nYZb&#10;Lj+8UWjOp3N/sG+X9wXVSuvJeNitQEQa4r/4z32waf78dT6D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9HH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qDsQA&#10;AADeAAAADwAAAGRycy9kb3ducmV2LnhtbERPTYvCMBC9L+x/CLOwtzW1okjXKCoIsuJBXZY9js3Y&#10;ljaTkkSt/94Igrd5vM+ZzDrTiAs5X1lW0O8lIIhzqysuFPweVl9jED4ga2wsk4IbeZhN398mmGl7&#10;5R1d9qEQMYR9hgrKENpMSp+XZND3bEscuZN1BkOErpDa4TWGm0amSTKSBiuODSW2tCwpr/dno+D/&#10;vOHTdvAzd4vwZ7uDr9PjuFbq86Obf4MI1IWX+Ole6zh/OBim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FKg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a58YA&#10;AADeAAAADwAAAGRycy9kb3ducmV2LnhtbERPTWsCMRC9F/wPYYTealbtFl2NogWhF6HaHupt3Iy7&#10;i5vJmkRd/fWmUOhtHu9zpvPW1OJCzleWFfR7CQji3OqKCwXfX6uXEQgfkDXWlknBjTzMZ52nKWba&#10;XnlDl20oRAxhn6GCMoQmk9LnJRn0PdsQR+5gncEQoSukdniN4aaWgyR5kwYrjg0lNvReUn7cno2C&#10;5Xi0PH2+8vq+2e9o97M/pgOXKPXcbRcTEIHa8C/+c3/oOD8dpkP4fSfe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Ra58YAAADeAAAADwAAAAAAAAAAAAAAAACYAgAAZHJz&#10;L2Rvd25yZXYueG1sUEsFBgAAAAAEAAQA9QAAAIsDAAAAAA==&#10;" fillcolor="black" stroked="f"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vJOcQA&#10;AADeAAAADwAAAGRycy9kb3ducmV2LnhtbERPTUsDMRC9C/0PYQrebNbWSlmblqVQFE/bqvQ63Yyb&#10;xc1kSWK6/nsjCL3N433OejvaXiTyoXOs4H5WgCBunO64VfD+tr9bgQgRWWPvmBT8UIDtZnKzxlK7&#10;Cx8oHWMrcgiHEhWYGIdSytAYshhmbiDO3KfzFmOGvpXa4yWH217Oi+JRWuw4NxgcaGeo+Tp+WwXp&#10;vKurRTolc3j1Vetd/fxxrpW6nY7VE4hIY7yK/90vOs9fLpY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LyT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soq8UA&#10;AADeAAAADwAAAGRycy9kb3ducmV2LnhtbERPTWvCQBC9F/wPywje6kYl0kZXKaKl7cU2Cu1xyI7Z&#10;0OxsyK4x9de7hUJv83ifs1z3thYdtb5yrGAyTkAQF05XXCo4Hnb3DyB8QNZYOyYFP+RhvRrcLTHT&#10;7sIf1OWhFDGEfYYKTAhNJqUvDFn0Y9cQR+7kWoshwraUusVLDLe1nCbJXFqsODYYbGhjqPjOz1aB&#10;n2y2n2/2+th9PRve569m/l4apUbD/mkBIlAf/sV/7hcd56ezNIXfd+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yi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5DAF" w:rsidRDefault="00D65DAF" w:rsidP="00D65D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65DAF" w:rsidRDefault="00D65DAF" w:rsidP="00D65DA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65DAF" w:rsidRDefault="00D65DAF" w:rsidP="00D65D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65DAF" w:rsidRDefault="00D65DAF" w:rsidP="00D65D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D65DAF" w:rsidRDefault="00D65DAF" w:rsidP="00D65DA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65DAF" w:rsidRDefault="00D65DAF" w:rsidP="00D65DA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Дмитрук Г.А</w:t>
      </w: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Дмитрук Г.А.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65DAF" w:rsidRDefault="00D65DAF" w:rsidP="00D65D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Галині Антонівні 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75C9F" w:rsidRPr="00775C9F">
        <w:rPr>
          <w:rFonts w:ascii="Times New Roman" w:eastAsia="Calibri" w:hAnsi="Times New Roman" w:cs="Times New Roman"/>
          <w:sz w:val="24"/>
          <w:lang w:eastAsia="en-US"/>
        </w:rPr>
        <w:t>_</w:t>
      </w:r>
      <w:r w:rsidR="00775C9F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</w:t>
      </w:r>
      <w:r w:rsidRPr="007F432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для будівництва і обслуговування господарських будівель та споруд (присадибна ділянка), 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Г.А,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65DAF" w:rsidRDefault="00D65DAF" w:rsidP="00D65D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65DAF" w:rsidRDefault="00D65DAF" w:rsidP="00D65D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65DAF" w:rsidRDefault="00D65DAF" w:rsidP="00D65D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65DAF" w:rsidRDefault="00D65DAF" w:rsidP="00D65D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65DAF" w:rsidRDefault="00D65DAF" w:rsidP="00D65D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65DAF" w:rsidRPr="00D65DAF" w:rsidRDefault="00D65DAF" w:rsidP="00D65D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931388" w:rsidRPr="00D65DAF" w:rsidRDefault="00D65DAF" w:rsidP="00D65D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931388" w:rsidRPr="00D65D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AF"/>
    <w:rsid w:val="00775C9F"/>
    <w:rsid w:val="00931388"/>
    <w:rsid w:val="00D6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DA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DA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247</Words>
  <Characters>1413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2021-07-19T06:02:00Z</dcterms:created>
  <dcterms:modified xsi:type="dcterms:W3CDTF">2021-07-19T06:37:00Z</dcterms:modified>
</cp:coreProperties>
</file>