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B0D" w:rsidRDefault="00C61B0D" w:rsidP="00C61B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C61B0D" w:rsidRDefault="00C61B0D" w:rsidP="00C61B0D"/>
    <w:p w:rsidR="00C61B0D" w:rsidRDefault="00C61B0D" w:rsidP="00C61B0D"/>
    <w:p w:rsidR="00C61B0D" w:rsidRDefault="00C61B0D" w:rsidP="00C61B0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61B0D" w:rsidRDefault="00C61B0D" w:rsidP="00C61B0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61B0D" w:rsidRDefault="00C61B0D" w:rsidP="00C61B0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61B0D" w:rsidRDefault="00C61B0D" w:rsidP="00C61B0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61B0D" w:rsidRDefault="00C61B0D" w:rsidP="00C61B0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1B0D" w:rsidRDefault="00C61B0D" w:rsidP="00C61B0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61B0D" w:rsidRDefault="00C61B0D" w:rsidP="00C61B0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61B0D" w:rsidRDefault="00C61B0D" w:rsidP="00C61B0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C61B0D" w:rsidRDefault="00C61B0D" w:rsidP="00C61B0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61B0D" w:rsidRDefault="00C61B0D" w:rsidP="00C61B0D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</w:t>
      </w:r>
    </w:p>
    <w:p w:rsidR="00C61B0D" w:rsidRDefault="00C61B0D" w:rsidP="00C61B0D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61B0D" w:rsidRDefault="00C61B0D" w:rsidP="00C61B0D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C61B0D" w:rsidRDefault="00C61B0D" w:rsidP="00C61B0D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61B0D" w:rsidRDefault="00C61B0D" w:rsidP="00C61B0D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C61B0D" w:rsidRDefault="00C61B0D" w:rsidP="00C61B0D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 Кондратюка В.В.</w:t>
      </w:r>
    </w:p>
    <w:p w:rsidR="00C61B0D" w:rsidRDefault="00C61B0D" w:rsidP="00C61B0D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61B0D" w:rsidRDefault="00C61B0D" w:rsidP="00C61B0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Кондратюка В.В.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C61B0D" w:rsidRDefault="00C61B0D" w:rsidP="00C61B0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Кондратюку Василю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Васильовичу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A42EF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___________________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A42EFF">
        <w:rPr>
          <w:rFonts w:ascii="Times New Roman" w:hAnsi="Times New Roman" w:cs="Times New Roman"/>
          <w:sz w:val="24"/>
          <w:szCs w:val="24"/>
          <w:lang w:val="en-US"/>
        </w:rPr>
        <w:t>___________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технічну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0,4216 га,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номер: 6823982100:01:003:0037),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</w:rPr>
        <w:t>оловлі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61B0D" w:rsidRDefault="00C61B0D" w:rsidP="00C61B0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2. Кондратюку В.В.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C61B0D" w:rsidRDefault="00C61B0D" w:rsidP="00C61B0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C61B0D" w:rsidRDefault="00C61B0D" w:rsidP="00C61B0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61B0D" w:rsidRDefault="00C61B0D" w:rsidP="00C61B0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61B0D" w:rsidRPr="00C61B0D" w:rsidRDefault="00C61B0D" w:rsidP="00C61B0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C61B0D" w:rsidRDefault="00C61B0D" w:rsidP="00C61B0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33272" w:rsidRPr="00C61B0D" w:rsidRDefault="00C61B0D" w:rsidP="00C61B0D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533272" w:rsidRPr="00C61B0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B0D"/>
    <w:rsid w:val="00171A2E"/>
    <w:rsid w:val="00304C90"/>
    <w:rsid w:val="00505B6D"/>
    <w:rsid w:val="00533272"/>
    <w:rsid w:val="006D3977"/>
    <w:rsid w:val="007D6C18"/>
    <w:rsid w:val="00A42EFF"/>
    <w:rsid w:val="00C61B0D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255</Words>
  <Characters>1459</Characters>
  <Application>Microsoft Office Word</Application>
  <DocSecurity>0</DocSecurity>
  <Lines>12</Lines>
  <Paragraphs>3</Paragraphs>
  <ScaleCrop>false</ScaleCrop>
  <Company>Microsoft</Company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2020-06-23T13:10:00Z</dcterms:created>
  <dcterms:modified xsi:type="dcterms:W3CDTF">2020-06-23T15:40:00Z</dcterms:modified>
</cp:coreProperties>
</file>