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2414" w:rsidRPr="00B623A8" w:rsidRDefault="00F311F0" w:rsidP="006B241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xRNp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GFr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d5xRNp3cAAEBZBAAOAAAAAAAAAAAAAAAAAC4CAABkcnMvZTJvRG9jLnhtbFBLAQItABQA&#10;BgAIAAAAIQCyHUyb4AAAAAoBAAAPAAAAAAAAAAAAAAAAAAF6AABkcnMvZG93bnJldi54bWxQSwUG&#10;AAAAAAQABADzAAAAD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kDrcUA&#10;AADdAAAADwAAAGRycy9kb3ducmV2LnhtbESPS4vCQBCE74L/YWhhb+vEiLsaHUVkXTwIi4/cm0zn&#10;gZmekBk1/vsdQfBYVNVX1GLVmVrcqHWVZQWjYQSCOLO64kLB+bT9nIJwHlljbZkUPMjBatnvLTDR&#10;9s4Huh19IQKEXYIKSu+bREqXlWTQDW1DHLzctgZ9kG0hdYv3ADe1jKPoSxqsOCyU2NCmpOxyvBoF&#10;dvy726dFfBj/8Lfn9d80T7u9Uh+Dbj0H4anz7/CrvdMKJpN4Bs8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+QOt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z448UA&#10;AADdAAAADwAAAGRycy9kb3ducmV2LnhtbERPTWsCMRC9C/6HMEIvUrNt0bZboxRhW/UgaAu9Dptx&#10;s3YzWZJUV399cxA8Pt73dN7ZRhzJh9qxgodRBoK4dLrmSsH3V3H/AiJEZI2NY1JwpgDzWb83xVy7&#10;E2/puIuVSCEcclRgYmxzKUNpyGIYuZY4cXvnLcYEfSW1x1MKt418zLKJtFhzajDY0sJQ+bv7swoO&#10;xcb8LJ4vH374uqXLsFh/NquJUneD7v0NRKQu3sRX91IrGI+f0v70Jj0BO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DPjj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g/B8QA&#10;AADdAAAADwAAAGRycy9kb3ducmV2LnhtbESP32rCMBTG7we+QziCN2OmrjhGNS0ic0hvRN0DHJpj&#10;U2xOShNtfftFGOzy4/vz41sXo23FnXrfOFawmCcgiCunG64V/Jx3b58gfEDW2DomBQ/yUOSTlzVm&#10;2g18pPsp1CKOsM9QgQmhy6T0lSGLfu464uhdXG8xRNnXUvc4xHHbyvck+ZAWG44Egx1tDVXX081G&#10;yCHFQ3kZzrvvEQf8Kg2/bo5KzabjZgUi0Bj+w3/tvVawXKY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YPw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F00MYA&#10;AADdAAAADwAAAGRycy9kb3ducmV2LnhtbESPQUvDQBSE70L/w/IEb3ZjNFVit6VUhSJ4sAri7ZF9&#10;TYLZt8vus4n/visIHoeZ+YZZric3qCPF1Hs2cDUvQBE33vbcGnh/e7q8A5UE2eLgmQz8UIL1ana2&#10;xNr6kV/puJdWZQinGg10IqHWOjUdOUxzH4izd/DRoWQZW20jjhnuBl0WxUI77DkvdBho21Hztf92&#10;Bl7Gx/B8u6gO4TPelDo9WPnYijEX59PmHpTQJP/hv/bOGqiq6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/F00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YE68QA&#10;AADdAAAADwAAAGRycy9kb3ducmV2LnhtbESPy2rDMBBF94X8g5hCN6WRG5MQ3CjGhCQUb0weHzBY&#10;E8vUGhlLjd2/jwqFLi/3cbibfLKduNPgW8cK3ucJCOLa6ZYbBdfL4W0NwgdkjZ1jUvBDHvLt7GmD&#10;mXYjn+h+Do2II+wzVGBC6DMpfW3Iop+7njh6NzdYDFEOjdQDjnHcdnKRJCtpseVIMNjTzlD9df62&#10;EVKlWJW38XI4TjjivjT8WpyUenmeig8QgabwH/5rf2oFy2Wa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GBO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RJP8YA&#10;AADdAAAADwAAAGRycy9kb3ducmV2LnhtbESPQUsDMRSE70L/Q3gFbzZr7VZZmxapCiL00FYQb4/N&#10;6+7i5iUkz+76740geBxm5htmtRldr84UU+fZwPWsAEVce9txY+Dt+Hx1ByoJssXeMxn4pgSb9eRi&#10;hZX1A+/pfJBGZQinCg20IqHSOtUtOUwzH4izd/LRoWQZG20jDhnuej0viqV22HFeaDHQtqX68/Dl&#10;DOyGp/B6uyxP4SMu5jo9WnnfijGX0/HhHpTQKP/hv/aLNVCWN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1RJP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phM2sYA&#10;AADdAAAADwAAAGRycy9kb3ducmV2LnhtbESPUWvCMBSF3wX/Q7iDvchMnVRGZxQVwgYKohvs9dJc&#10;27LmpiSZ7f69GQx8PJxzvsNZrgfbiiv50DhWMJtmIIhLZxquFHx+6KcXECEiG2wdk4JfCrBejUdL&#10;LIzr+UTXc6xEgnAoUEEdY1dIGcqaLIap64iTd3HeYkzSV9J47BPctvI5yxbSYsNpocaOdjWV3+cf&#10;q2B77Ku5n5Tbwe0vb1+51kYftFKPD8PmFUSkId7D/+13oyDP5zn8vUlPQK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phM2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KI6MQA&#10;AADdAAAADwAAAGRycy9kb3ducmV2LnhtbESPUWvCMBSF3wX/Q7jC3jSdsyKdUUQpyPBlbj/g0tw1&#10;nc1NSWKt/34RhD0ezjnf4ay3g21FTz40jhW8zjIQxJXTDdcKvr/K6QpEiMgaW8ek4E4BtpvxaI2F&#10;djf+pP4ca5EgHApUYGLsCilDZchimLmOOHk/zluMSfpaao+3BLetnGfZUlpsOC0Y7GhvqLqcr1ZB&#10;+TE/9Zer9qXbDQtLufldHYxSL5Nh9w4i0hD/w8/2USvI87clPN6kJy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yiO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3NsYA&#10;AADdAAAADwAAAGRycy9kb3ducmV2LnhtbESPUWvCMBSF34X9h3AHexkzVakbnVFUCBMcDN1gr5fm&#10;2pY1NyXJbPfvjTDw8XDO+Q5nsRpsK87kQ+NYwWScgSAunWm4UvD1qZ9eQISIbLB1TAr+KMBqeTda&#10;YGFczwc6H2MlEoRDgQrqGLtCylDWZDGMXUecvJPzFmOSvpLGY5/gtpXTLJtLiw2nhRo72tZU/hx/&#10;rYLNR1/N/GO5Gdz+9Pada230u1bq4X5Yv4KINMRb+L+9MwryfPYM1zfpCcjl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QZ3N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G5AcEA&#10;AADdAAAADwAAAGRycy9kb3ducmV2LnhtbERP3WrCMBS+H/gO4Qi7m6m6ilSjiFIYYzdTH+DQHJtq&#10;c1KSWLu3Xy4ELz++//V2sK3oyYfGsYLpJANBXDndcK3gfCo/liBCRNbYOiYFfxRguxm9rbHQ7sG/&#10;1B9jLVIIhwIVmBi7QspQGbIYJq4jTtzFeYsxQV9L7fGRwm0rZ1m2kBYbTg0GO9obqm7Hu1VQfs9+&#10;+ttd+9Lthk9LubkuD0ap9/GwW4GINMSX+On+0gryfJ7mpjfpCcjN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huQH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GvMQA&#10;AADdAAAADwAAAGRycy9kb3ducmV2LnhtbESP0WqDQBRE3wP9h+UW+hbXNDG01jWUgiF5rMkHXNxb&#10;Fd271t1G/ftsodDHYWbOMNlhNr240ehaywo2UQyCuLK65VrB9VKsX0A4j6yxt0wKFnJwyB9WGaba&#10;TvxJt9LXIkDYpaig8X5IpXRVQwZdZAfi4H3Z0aAPcqylHnEKcNPL5zjeS4Mth4UGB/poqOrKH6Ng&#10;t0zH7zLp4kIb2py3w5l9lSj19Di/v4HwNPv/8F/7pBUkyfYVft+EJy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oBr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bFQMMA&#10;AADdAAAADwAAAGRycy9kb3ducmV2LnhtbERPy2rCQBTdC/7DcAV3OqkYadOMIkqkdFVT2/Ulc/Og&#10;mTshM5rk7zuLQpeH804Po2nFg3rXWFbwtI5AEBdWN1wpuH1mq2cQziNrbC2TgokcHPbzWYqJtgNf&#10;6ZH7SoQQdgkqqL3vEildUZNBt7YdceBK2xv0AfaV1D0OIdy0chNFO2mw4dBQY0enmoqf/G4U3Hff&#10;mxuX7/ojP0+Xl3N2dPKrUmq5GI+vIDyN/l/8537TCuJ4G/aHN+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YbFQ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kf3MgA&#10;AADdAAAADwAAAGRycy9kb3ducmV2LnhtbESPT2vCQBTE74V+h+UVvNWNrQZNXaUtCOrBUP8cenvN&#10;vibR7NuYXTX99q4g9DjMzG+Y8bQ1lThT40rLCnrdCARxZnXJuYLtZvY8BOE8ssbKMin4IwfTyePD&#10;GBNtL/xF57XPRYCwS1BB4X2dSOmyggy6rq2Jg/drG4M+yCaXusFLgJtKvkRRLA2WHBYKrOmzoOyw&#10;PhkFu3QYj9KPRX+/XP3gq9HHb13GSnWe2vc3EJ5a/x++t+dawWDQ78HtTXgCcnI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aR/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NDWMUA&#10;AADdAAAADwAAAGRycy9kb3ducmV2LnhtbESPS4vCQBCE78L+h6EX9qYTsyoSHWVX8YEnX+C1ybRJ&#10;MNMTMqNGf/3OguCxqKqvqPG0MaW4Ue0Kywq6nQgEcWp1wZmC42HRHoJwHlljaZkUPMjBdPLRGmOi&#10;7Z13dNv7TAQIuwQV5N5XiZQuzcmg69iKOHhnWxv0QdaZ1DXeA9yUMo6igTRYcFjIsaJZTullfzUK&#10;noMTbt0q/p1/a0+P3nBpN9ulUl+fzc8IhKfGv8Ov9lor6Pd7Mfy/CU9AT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w0NY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e1e8UA&#10;AADdAAAADwAAAGRycy9kb3ducmV2LnhtbESP0WrCQBRE3wX/YbmCb7rRJkWjq5Si0Ldq6gdcstdN&#10;MHs3Zrea9uu7BcHHYWbOMOttbxtxo87XjhXMpgkI4tLpmo2C09d+sgDhA7LGxjEp+CEP281wsMZc&#10;uzsf6VYEIyKEfY4KqhDaXEpfVmTRT11LHL2z6yyGKDsjdYf3CLeNnCfJq7RYc1yosKX3ispL8W0V&#10;XN08032xw8/LbnmojUmvv8dUqfGof1uBCNSHZ/jR/tAKsix9gf838QnIz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7V7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+nZ8UA&#10;AADdAAAADwAAAGRycy9kb3ducmV2LnhtbESPwW7CMBBE70j8g7WVegOnQICmGASVKnGFcuC42EuS&#10;Nl6H2IXA12MkpB5HM/NGM1u0thJnanzpWMFbPwFBrJ0pOVew+/7qTUH4gGywckwKruRhMe92ZpgZ&#10;d+ENnbchFxHCPkMFRQh1JqXXBVn0fVcTR+/oGoshyiaXpsFLhNtKDpJkLC2WHBcKrOmzIP27/bMK&#10;1uWB0rE+vtvpSm/2t1MYTn6MUq8v7fIDRKA2/Ief7bVRkKajETzexCcg5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n6dn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rxCMIA&#10;AADdAAAADwAAAGRycy9kb3ducmV2LnhtbERPXWvCMBR9H/gfwhV8m6lih6tGmQNB2RTmhr5emmtT&#10;bG5KE2v998tg4OP55syXna1ES40vHSsYDRMQxLnTJRcKfr7Xz1MQPiBrrByTgjt5WC56T3PMtLvx&#10;F7WHUIhYwj5DBSaEOpPS54Ys+qGriaN2do3FEGFTSN3gLZbbSo6T5EVaLDkuGKzp3VB+OVytghb3&#10;9+RkVrvXbfmZj/er44eOvBr0u7cZiEBdeJj/0xutIE0nKfy9iU9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2vEI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PRH8UA&#10;AADdAAAADwAAAGRycy9kb3ducmV2LnhtbESPQUvDQBSE70L/w/IK3uymwRaJ3RYpVDxq7MHjM/ua&#10;Tc2+F3bXJvrrXUHwOMzMN8xmN/leXSjETtjAclGAIm7EdtwaOL4ebu5AxYRssRcmA18UYbedXW2w&#10;sjLyC13q1KoM4VihAZfSUGkdG0ce40IG4uydJHhMWYZW24Bjhvtel0Wx1h47zgsOB9o7aj7qT29g&#10;fGzez+XpzbrvMMihfpZz2Ysx1/Pp4R5Uoin9h//aT9bAanW7h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M9Ef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QyI8cA&#10;AADdAAAADwAAAGRycy9kb3ducmV2LnhtbESPW2sCMRSE3wv+h3CEvtWsUqtsjWK9QClK8dL34+a4&#10;uzY5WTaprv/eCEIfh5n5hhlNGmvEmWpfOlbQ7SQgiDOnS84V7HfLlyEIH5A1Gsek4EoeJuPW0whT&#10;7S68ofM25CJC2KeooAihSqX0WUEWfcdVxNE7utpiiLLOpa7xEuHWyF6SvEmLJceFAiuaFZT9bv+s&#10;guX33Jx66830R4bZYnAww6+P+Uqp53YzfQcRqAn/4Uf7Uyvo918H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Mi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xr6MMA&#10;AADdAAAADwAAAGRycy9kb3ducmV2LnhtbERPTYvCMBC9L/gfwgheRFN1K9I1igiiwgrqLux1bMa2&#10;2ExKE2v99+Yg7PHxvufL1pSiodoVlhWMhhEI4tTqgjMFvz+bwQyE88gaS8uk4EkOlovOxxwTbR98&#10;oubsMxFC2CWoIPe+SqR0aU4G3dBWxIG72tqgD7DOpK7xEcJNKcdRNJUGCw4NOVa0zim9ne9GQXP8&#10;vmS7xlX726zv4slluz3oP6V63Xb1BcJT6//Fb/dOK4jjzzA3vAlPQC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Cxr6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8GyuscA&#10;AADdAAAADwAAAGRycy9kb3ducmV2LnhtbESPQWsCMRSE74L/ITyhN81WXNGtUaog9FJQ20O9PTev&#10;u4ubl22S6uqvN4LgcZiZb5jZojW1OJHzlWUFr4MEBHFudcWFgu+vdX8CwgdkjbVlUnAhD4t5tzPD&#10;TNszb+m0C4WIEPYZKihDaDIpfV6SQT+wDXH0fq0zGKJ0hdQOzxFuajlMkrE0WHFcKLGhVUn5cfdv&#10;FCynk+XfZsSf1+1hT/ufwzEdukSpl177/gYiUBue4Uf7QytI09EU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PBsrrHAAAA3QAAAA8AAAAAAAAAAAAAAAAAmAIAAGRy&#10;cy9kb3ducmV2LnhtbFBLBQYAAAAABAAEAPUAAACMAwAAAAA=&#10;" fillcolor="black" stroked="f"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tO9MQA&#10;AADdAAAADwAAAGRycy9kb3ducmV2LnhtbERPz2vCMBS+D/Y/hDfwNtMJFemMRbcJgu6g7uDx2Tzb&#10;0OalNLHW/fXLYeDx4/s9zwfbiJ46bxwreBsnIIgLpw2XCn6O69cZCB+QNTaOScGdPOSL56c5Ztrd&#10;eE/9IZQihrDPUEEVQptJ6YuKLPqxa4kjd3GdxRBhV0rd4S2G20ZOkmQqLRqODRW29FFRUR+uVsFp&#10;OzWzvaHJefe7+tK7tF59f9ZKjV6G5TuIQEN4iP/dG60gTdO4P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LTvT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LV2sUA&#10;AADdAAAADwAAAGRycy9kb3ducmV2LnhtbESPQWsCMRSE74X+h/AEb5q1sCJbo4il1EsP1ZZeH5vn&#10;Zt3NyzaJuvrrjSD0OMzMN8x82dtWnMiH2rGCyTgDQVw6XXOl4Hv3PpqBCBFZY+uYFFwowHLx/DTH&#10;Qrszf9FpGyuRIBwKVGBi7AopQ2nIYhi7jjh5e+ctxiR9JbXHc4LbVr5k2VRarDktGOxobahstker&#10;wK9+35orH3+a7Pp5CR+H/m+GRqnhoF+9gojUx//wo73RCvI8n8D9TXo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otXa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TuH8YA&#10;AADdAAAADwAAAGRycy9kb3ducmV2LnhtbESP3UrDQBSE74W+w3IK3ki7aSBaY7elCIJgEfrzAKfZ&#10;YxLcPRuyxzb16d1CwcthZr5hFqvBO3WiPraBDcymGSjiKtiWawOH/dtkDioKskUXmAxcKMJqObpb&#10;YGnDmbd02kmtEoRjiQYaka7UOlYNeYzT0BEn7yv0HiXJvta2x3OCe6fzLHvUHltOCw129NpQ9b37&#10;8QZcfnTPH09xI5eD3mS/XrYPn9aY+/GwfgElNMh/+NZ+twaKosjh+iY9Ab3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STuH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EwMYA&#10;AADdAAAADwAAAGRycy9kb3ducmV2LnhtbESPQWsCMRSE74X+h/AK3mpWy5ayNYqtCHvpwa3F63Pz&#10;3CwmL8sm1bW/3ghCj8PMfMPMFoOz4kR9aD0rmIwzEMS11y03Crbf6+c3ECEia7SeScGFAizmjw8z&#10;LLQ/84ZOVWxEgnAoUIGJsSukDLUhh2HsO+LkHXzvMCbZN1L3eE5wZ+U0y16lw5bTgsGOPg3Vx+rX&#10;KVhVnZ1uS/MRdj9f+70t/9a0Wyk1ehqW7yAiDfE/fG+XWkGe5y9we5OegJ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Ew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qTBcQA&#10;AADdAAAADwAAAGRycy9kb3ducmV2LnhtbESPT2sCMRTE7wW/Q3hCbzVRXFu2RilFQejJf4feHslz&#10;d3Xzsmyiu/32jSB4HGbmN8x82bta3KgNlWcN45ECQWy8rbjQcNiv3z5AhIhssfZMGv4owHIxeJlj&#10;bn3HW7rtYiEShEOOGsoYm1zKYEpyGEa+IU7eybcOY5JtIW2LXYK7Wk6UmkmHFaeFEhv6Lslcdlen&#10;4byWP94oNMfDsdvY99/VjGql9euw//oEEamPz/CjvbEasiybwv1NegJy8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akw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+UsMMA&#10;AADdAAAADwAAAGRycy9kb3ducmV2LnhtbERPXWvCMBR9F/Yfwh3szaY6HNI1ihsIouxhOsYer821&#10;LW1uShLb+u+XwcDzdjhfnHw9mlb05HxtWcEsSUEQF1bXXCr4Om2nSxA+IGtsLZOCG3lYrx4mOWba&#10;DvxJ/TGUIpawz1BBFUKXSemLigz6xHbEUbtYZzBE6kqpHQ6x3LRynqYv0mDNcaHCjt4rKprj1Sj4&#10;uR748vG837i38G3Hk2/m52Wj1NPjuHkFEWgMd/N/eqcVLCLg7018An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+Us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ewFccA&#10;AADdAAAADwAAAGRycy9kb3ducmV2LnhtbESPT2sCMRTE74V+h/AK3mq24oquRtFCoRfBPz3U23Pz&#10;uru4eVmTVFc/vREEj8PM/IaZzFpTixM5X1lW8NFNQBDnVldcKPjZfr0PQfiArLG2TAou5GE2fX2Z&#10;YKbtmdd02oRCRAj7DBWUITSZlD4vyaDv2oY4en/WGQxRukJqh+cIN7XsJclAGqw4LpTY0GdJ+WHz&#10;bxQsRsPFcdXn5XW939Hud39Iey5RqvPWzscgArXhGX60v7WCNE0HcH8Tn4Cc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eHsBXHAAAA3QAAAA8AAAAAAAAAAAAAAAAAmAIAAGRy&#10;cy9kb3ducmV2LnhtbFBLBQYAAAAABAAEAPUAAACMAwAAAAA=&#10;" fillcolor="black" stroked="f"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fvj8UA&#10;AADdAAAADwAAAGRycy9kb3ducmV2LnhtbESPQUsDMRSE70L/Q3iCN5u1ZVW2TctSkIqnbVV6fd08&#10;N4ublyWJ6frvjSB4HGbmG2a9newgEvnQO1ZwNy9AELdO99wpeHt9un0EESKyxsExKfimANvN7GqN&#10;lXYXPlA6xk5kCIcKFZgYx0rK0BqyGOZuJM7eh/MWY5a+k9rjJcPtIBdFcS8t9pwXDI60M9R+Hr+s&#10;gnTeNfUynZI5vPi6867Zv58bpW6up3oFItIU/8N/7WetoCzLB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t++P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6+bD8MA&#10;AADdAAAADwAAAGRycy9kb3ducmV2LnhtbERPz2vCMBS+D/Y/hDfwpqmDinZGGTJFvajdYDs+mrem&#10;rHkpTazVv94chB0/vt/zZW9r0VHrK8cKxqMEBHHhdMWlgq/P9XAKwgdkjbVjUnAlD8vF89McM+0u&#10;fKIuD6WIIewzVGBCaDIpfWHIoh+5hjhyv661GCJsS6lbvMRwW8vXJJlIixXHBoMNrQwVf/nZKvDj&#10;1cf33t5m3c/G8CHfmcmxNEoNXvr3NxCB+vAvfri3WkGapnFufBOfgF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6+bD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2414" w:rsidRDefault="006B2414" w:rsidP="006B241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B2414" w:rsidRDefault="006B2414" w:rsidP="006B241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B2414" w:rsidRDefault="006B2414" w:rsidP="006B241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6B2414" w:rsidRDefault="006B2414" w:rsidP="006B2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2414" w:rsidRPr="003B17ED" w:rsidRDefault="006B2414" w:rsidP="006B241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№31</w:t>
      </w:r>
    </w:p>
    <w:p w:rsidR="006B2414" w:rsidRDefault="006B2414" w:rsidP="006B2414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B2414" w:rsidRPr="00E12288" w:rsidRDefault="006B2414" w:rsidP="006B241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6B2414" w:rsidRPr="00E12288" w:rsidRDefault="006B2414" w:rsidP="006B241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6B2414" w:rsidRPr="00E12288" w:rsidRDefault="006B2414" w:rsidP="006B241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 меж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</w:p>
    <w:p w:rsidR="006B2414" w:rsidRPr="00E12288" w:rsidRDefault="006B2414" w:rsidP="006B241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</w:t>
      </w:r>
      <w:proofErr w:type="spell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(на </w:t>
      </w:r>
      <w:proofErr w:type="spellStart"/>
      <w:proofErr w:type="gramStart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м</w:t>
      </w:r>
      <w:proofErr w:type="gram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ісцевості</w:t>
      </w:r>
      <w:proofErr w:type="spellEnd"/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Павлюку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С.С.</w:t>
      </w:r>
    </w:p>
    <w:p w:rsidR="006B2414" w:rsidRPr="00E12288" w:rsidRDefault="006B2414" w:rsidP="006B241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», статей 12, 122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Закону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«Про порядок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виділення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на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ділянок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власникам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часток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( </w:t>
      </w:r>
      <w:proofErr w:type="spellStart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паїв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) »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Павлюка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С.С. 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Павлюку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Сергійовичу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 w:rsidRPr="00E12288">
        <w:rPr>
          <w:rFonts w:ascii="Times New Roman" w:hAnsi="Times New Roman"/>
          <w:sz w:val="24"/>
        </w:rPr>
        <w:t xml:space="preserve"> </w:t>
      </w:r>
      <w:proofErr w:type="spellStart"/>
      <w:r w:rsidRPr="00E12288">
        <w:rPr>
          <w:rFonts w:ascii="Times New Roman" w:hAnsi="Times New Roman"/>
          <w:sz w:val="24"/>
        </w:rPr>
        <w:t>зареєстрован</w:t>
      </w:r>
      <w:r>
        <w:rPr>
          <w:rFonts w:ascii="Times New Roman" w:hAnsi="Times New Roman"/>
          <w:sz w:val="24"/>
        </w:rPr>
        <w:t>ий</w:t>
      </w:r>
      <w:proofErr w:type="spellEnd"/>
      <w:r w:rsidRPr="00E12288">
        <w:rPr>
          <w:rFonts w:ascii="Times New Roman" w:hAnsi="Times New Roman"/>
          <w:sz w:val="24"/>
        </w:rPr>
        <w:t xml:space="preserve"> за </w:t>
      </w:r>
      <w:proofErr w:type="spellStart"/>
      <w:r w:rsidRPr="00E12288">
        <w:rPr>
          <w:rFonts w:ascii="Times New Roman" w:hAnsi="Times New Roman"/>
          <w:sz w:val="24"/>
        </w:rPr>
        <w:t>адрес</w:t>
      </w:r>
      <w:r>
        <w:rPr>
          <w:rFonts w:ascii="Times New Roman" w:hAnsi="Times New Roman"/>
          <w:sz w:val="24"/>
        </w:rPr>
        <w:t>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F311F0">
        <w:rPr>
          <w:rFonts w:ascii="Times New Roman" w:hAnsi="Times New Roman"/>
          <w:sz w:val="24"/>
        </w:rPr>
        <w:t>____________</w:t>
      </w:r>
      <w:r>
        <w:rPr>
          <w:rFonts w:ascii="Times New Roman" w:hAnsi="Times New Roman"/>
          <w:sz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ідентифікаційний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 w:rsidR="00F311F0">
        <w:rPr>
          <w:rFonts w:ascii="Times New Roman" w:eastAsia="Arial Unicode MS" w:hAnsi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техн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встановлення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відновлення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 меж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натурі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(на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місцевості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), та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передати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її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атну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2,3491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986800:05:008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018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товарного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виробництва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яка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Хмельницька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область,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Славутський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с.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Полянь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ради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2.Павлюку С.С.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6B2414" w:rsidRPr="00E12288" w:rsidRDefault="006B2414" w:rsidP="006B241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6B2414" w:rsidRPr="00E12288" w:rsidRDefault="006B2414" w:rsidP="006B241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45294" w:rsidRPr="006B2414" w:rsidRDefault="006B2414" w:rsidP="006B2414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C45294" w:rsidRPr="006B241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6B2414"/>
    <w:rsid w:val="00171A2E"/>
    <w:rsid w:val="00304C90"/>
    <w:rsid w:val="00505B6D"/>
    <w:rsid w:val="006B2414"/>
    <w:rsid w:val="006D3977"/>
    <w:rsid w:val="007D6C18"/>
    <w:rsid w:val="00C45294"/>
    <w:rsid w:val="00D1641A"/>
    <w:rsid w:val="00F31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2414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241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241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241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278</Words>
  <Characters>1588</Characters>
  <Application>Microsoft Office Word</Application>
  <DocSecurity>0</DocSecurity>
  <Lines>13</Lines>
  <Paragraphs>3</Paragraphs>
  <ScaleCrop>false</ScaleCrop>
  <Company>Microsoft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2020-12-01T06:07:00Z</dcterms:created>
  <dcterms:modified xsi:type="dcterms:W3CDTF">2020-12-01T06:58:00Z</dcterms:modified>
</cp:coreProperties>
</file>