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E42" w:rsidRPr="004C56AA" w:rsidRDefault="00CC0E42" w:rsidP="00CC0E42">
      <w:pPr>
        <w:pStyle w:val="HTML0"/>
        <w:spacing w:line="276" w:lineRule="auto"/>
        <w:rPr>
          <w:rFonts w:ascii="Times New Roman" w:hAnsi="Times New Roman"/>
          <w:sz w:val="22"/>
          <w:lang w:val="ru-RU"/>
        </w:rPr>
      </w:pPr>
      <w:r>
        <w:rPr>
          <w:noProof/>
          <w:sz w:val="22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21C3D2" wp14:editId="25623079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29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29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E42" w:rsidRDefault="00CC0E42" w:rsidP="00CC0E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9U4RX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M5MUA&#10;AADdAAAADwAAAGRycy9kb3ducmV2LnhtbESPQWuDQBSE74X+h+UFemvWKCSpdRUpafEglCTN/eG+&#10;qNR9K+4msf8+Wyj0OMzMN0xWzGYQV5pcb1nBahmBIG6s7rlV8HV8f96CcB5Z42CZFPyQgyJ/fMgw&#10;1fbGe7oefCsChF2KCjrvx1RK13Rk0C3tSBy8s50M+iCnVuoJbwFuBhlH0Voa7DksdDjSW0fN9+Fi&#10;FNjko6pPbbxPdrzxXH5uz6e5VuppMZevIDzN/j/81660giR+2cDvm/AEZ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68z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KcmMUA&#10;AADdAAAADwAAAGRycy9kb3ducmV2LnhtbERPy2oCMRTdF/yHcIVupGaq4GM0ShGmtV0UtIVuL5Pr&#10;ZHRyMySpjn69WRS6PJz3ct3ZRpzJh9qxgudhBoK4dLrmSsH3V/E0AxEissbGMSm4UoD1qvewxFy7&#10;C+/ovI+VSCEcclRgYmxzKUNpyGIYupY4cQfnLcYEfSW1x0sKt40cZdlEWqw5NRhsaWOoPO1/rYJj&#10;8Wl+NtPbqx/Md3QbFB9vzftEqcd+97IAEamL/+I/91YrGI/maW56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pyY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ZbfMQA&#10;AADdAAAADwAAAGRycy9kb3ducmV2LnhtbESP32rCMBTG7we+QziCN0PTKYxZjaWIyuhNUfcAh+bY&#10;FJuT0mS2vv0yGOzy4/vz49tmo23Fg3rfOFbwtkhAEFdON1wr+Loe5x8gfEDW2DomBU/ykO0mL1tM&#10;tRv4TI9LqEUcYZ+iAhNCl0rpK0MW/cJ1xNG7ud5iiLKvpe5xiOO2lcskeZcWG44Egx3tDVX3y7eN&#10;kHKFZXEbrsfTiAMeCsOv+Vmp2XTMNyACjeE//Nf+1ApWy/Ua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2W3z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y9W8MA&#10;AADdAAAADwAAAGRycy9kb3ducmV2LnhtbERPTWsCMRC9F/ofwhS81Wy1VdkaRbSFUvBQK0hvw2bc&#10;XbqZhGR0t/++ORR6fLzv5XpwnbpSTK1nAw/jAhRx5W3LtYHj5+v9AlQSZIudZzLwQwnWq9ubJZbW&#10;9/xB14PUKodwKtFAIxJKrVPVkMM09oE4c2cfHUqGsdY2Yp/DXacnRTHTDlvODQ0G2jZUfR8uzsC+&#10;fwnv89nTOXzFx4lOOyunrRgzuhs2z6CEBvkX/7nfrIHptMj785v8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y9W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vNYMIA&#10;AADdAAAADwAAAGRycy9kb3ducmV2LnhtbESP3YrCMBCF7xd8hzCCN4umWhCpRhFZRbwRfx5gaMam&#10;2ExKk7X17Y0geHk4Px9nsepsJR7U+NKxgvEoAUGcO11yoeB62Q5nIHxA1lg5JgVP8rBa9n4WmGnX&#10;8oke51CIOMI+QwUmhDqT0ueGLPqRq4mjd3ONxRBlU0jdYBvHbSUnSTKVFkuOBIM1bQzl9/O/jZBj&#10;isfDrb1sdx22+Hcw/Ls+KTXod+s5iEBd+IY/7b1WkKbJGN5v4hO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a81g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KGt8YA&#10;AADdAAAADwAAAGRycy9kb3ducmV2LnhtbESPQUsDMRSE74L/ITzBW5t1q1W2TYtUBRE8WAvF22Pz&#10;urt08xKSZ3f990YoeBxm5htmuR5dr04UU+fZwM20AEVce9txY2D3+TJ5AJUE2WLvmQz8UIL16vJi&#10;iZX1A3/QaSuNyhBOFRpoRUKldapbcpimPhBn7+CjQ8kyNtpGHDLc9bosirl22HFeaDHQpqX6uP12&#10;Bt6H5/B2P787hK94W+r0ZGW/EWOur8bHBSihUf7D5/arNTCbFSX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KGt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6DUsYA&#10;AADdAAAADwAAAGRycy9kb3ducmV2LnhtbESPUWvCMBSF3wf7D+EOfJGZanGMzig6CBMciE7w9dJc&#10;27LmpiSZ7f69EQZ7PJxzvsNZrAbbiiv50DhWMJ1kIIhLZxquFJy+9PMriBCRDbaOScEvBVgtHx8W&#10;WBjX84Gux1iJBOFQoII6xq6QMpQ1WQwT1xEn7+K8xZikr6Tx2Ce4beUsy16kxYbTQo0dvddUfh9/&#10;rILNvq9yPy43g9tdPs5zrY3+1EqNnob1G4hIQ/wP/7W3RkGeZznc36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6DU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9BY8QA&#10;AADdAAAADwAAAGRycy9kb3ducmV2LnhtbESP3WoCMRSE7wu+QzhC72rWnxZZjSKWBRFvan2Aw+a4&#10;Wd2cLElc17c3hYKXw8x8wyzXvW1ERz7UjhWMRxkI4tLpmisFp9/iYw4iRGSNjWNS8KAA69XgbYm5&#10;dnf+oe4YK5EgHHJUYGJscylDachiGLmWOHln5y3GJH0ltcd7gttGTrLsS1qsOS0YbGlrqLweb1ZB&#10;sZ8cuutN+8Jt+pmlT3OZfxul3of9ZgEiUh9f4f/2TiuYTrMZ/L1JT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fQW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u+vcYA&#10;AADdAAAADwAAAGRycy9kb3ducmV2LnhtbESPUWvCMBSF3wf+h3AHvoyZuqKMzigqBAcORDfY66W5&#10;tmXNTUky2/17Iwh7PJxzvsNZrAbbigv50DhWMJ1kIIhLZxquFHx96udXECEiG2wdk4I/CrBajh4W&#10;WBjX85Eup1iJBOFQoII6xq6QMpQ1WQwT1xEn7+y8xZikr6Tx2Ce4beVLls2lxYbTQo0dbWsqf06/&#10;VsHm0Fe5fyo3g9ufd98zrY3+0EqNH4f1G4hIQ/wP39vvRkGeZzO4vU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u+v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F6j8MA&#10;AADdAAAADwAAAGRycy9kb3ducmV2LnhtbESP0WoCMRRE3wv+Q7iCbzWrtiKrUURZkNKXqh9w2Vw3&#10;q5ubJYnr+vemUOjjMDNnmNWmt43oyIfasYLJOANBXDpdc6XgfCreFyBCRNbYOCYFTwqwWQ/eVphr&#10;9+Af6o6xEgnCIUcFJsY2lzKUhiyGsWuJk3dx3mJM0ldSe3wkuG3kNMvm0mLNacFgSztD5e14twqK&#10;r+l3d7trX7ht/2Hp01wXe6PUaNhvlyAi9fE//Nc+aAWzWTaH3zfp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F6j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FMsIA&#10;AADdAAAADwAAAGRycy9kb3ducmV2LnhtbESP0YrCMBRE3xf8h3AF39ZEu7pL1ygiKOuj1Q+4NHfb&#10;YnNTm2jr3xtB8HGYmTPMYtXbWtyo9ZVjDZOxAkGcO1NxoeF03H7+gPAB2WDtmDTcycNqOfhYYGpc&#10;xwe6ZaEQEcI+RQ1lCE0qpc9LsujHriGO3r9rLYYo20KaFrsIt7WcKjWXFiuOCyU2tCkpP2dXq+Hr&#10;3u0u2eystsbSZJ80ew75TOvRsF//ggjUh3f41f4zGpJEfcPzTXw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CMUy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IXL4A&#10;AADdAAAADwAAAGRycy9kb3ducmV2LnhtbERPyw7BQBTdS/zD5ErsmCIRyhAhRKyox/qmc7WNzp2m&#10;M6i/NwuJ5cl5z5eNKcWLaldYVjDoRyCIU6sLzhRcztveBITzyBpLy6TgQw6Wi3ZrjrG2bz7RK/GZ&#10;CCHsYlSQe1/FUro0J4OubyviwN1tbdAHWGdS1/gO4aaUwygaS4MFh4YcK1rnlD6Sp1HwHN+GF74f&#10;9DHZfHbTzXbl5DVTqttpVjMQnhr/F//ce61gNIrC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0FSFy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qSwMcA&#10;AADdAAAADwAAAGRycy9kb3ducmV2LnhtbESPQWvCQBSE7wX/w/KE3urGRoKmrtIKBfWg1Oqht2f2&#10;mcRm38bsqvHfu0Khx2FmvmHG09ZU4kKNKy0r6PciEMSZ1SXnCrbfny9DEM4ja6wsk4IbOZhOOk9j&#10;TLW98hddNj4XAcIuRQWF93UqpcsKMuh6tiYO3sE2Bn2QTS51g9cAN5V8jaJEGiw5LBRY06yg7Hdz&#10;Ngp262EyWn8sBsflao+x0acfXSZKPXfb9zcQnlr/H/5rz7WCOI5G8HgTnoC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qksD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Fvc8IA&#10;AADdAAAADwAAAGRycy9kb3ducmV2LnhtbERPTWvCQBC9F/wPywi91Y2JiERX0RbT0pNVweuQHZNg&#10;djZkV5P467uHQo+P973a9KYWD2pdZVnBdBKBIM6trrhQcD7t3xYgnEfWWFsmBQM52KxHLytMte34&#10;hx5HX4gQwi5FBaX3TSqly0sy6Ca2IQ7c1bYGfYBtIXWLXQg3tYyjaC4NVhwaSmzovaT8drwbBc/5&#10;BQ/uM959JNrTMFtk9vuQKfU67rdLEJ56/y/+c39pBUkyDfvDm/AE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cW9z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WZUMQA&#10;AADdAAAADwAAAGRycy9kb3ducmV2LnhtbESP0WrCQBRE3wv+w3KFvtVN1EobXUVEoW/W6AdcstdN&#10;MHs3Zrca+/WuIPg4zMwZZrbobC0u1PrKsYJ0kIAgLpyu2Cg47DcfXyB8QNZYOyYFN/KwmPfeZphp&#10;d+UdXfJgRISwz1BBGUKTSemLkiz6gWuIo3d0rcUQZWukbvEa4baWwySZSIsVx4USG1qVVJzyP6vg&#10;7IafusvXuD2tv38rY8bn/91Yqfd+t5yCCNSFV/jZ/tEKRqM0hceb+AT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lmVD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aNT8UA&#10;AADdAAAADwAAAGRycy9kb3ducmV2LnhtbESPzW7CMBCE75X6DtZW6q04EAEhYBBUqsSVnwPHxV6S&#10;tPE6xAZSnh4jVepxNDPfaGaLztbiSq2vHCvo9xIQxNqZigsF+93XRwbCB2SDtWNS8EseFvPXlxnm&#10;xt14Q9dtKESEsM9RQRlCk0vpdUkWfc81xNE7udZiiLItpGnxFuG2loMkGUmLFceFEhv6LEn/bC9W&#10;wbo60nCkTxObrfTmcD+HdPxtlHp/65ZTEIG68B/+a6+NgjTtD+D5Jj4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Fo1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PbIMEA&#10;AADdAAAADwAAAGRycy9kb3ducmV2LnhtbERPXWvCMBR9H/gfwhV8m6kWhnZGUUFQtgm6MV8vzbUp&#10;NjelibX++2Ug+Hi+ObNFZyvRUuNLxwpGwwQEce50yYWCn+/N6wSED8gaK8ek4E4eFvPeywwz7W58&#10;oPYYChFL2GeowIRQZ1L63JBFP3Q1cdTOrrEYImwKqRu8xXJbyXGSvEmLJccFgzWtDeWX49UqaHF/&#10;T05m9TXdlZ/5eL/6/dCRV4N+t3wHEagLT/MjvdUK0nSUwv+b+AT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T2yD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H9NMUA&#10;AADdAAAADwAAAGRycy9kb3ducmV2LnhtbESPQUvDQBSE70L/w/IK3uymqYjEbosUKh419uDxmX3N&#10;pmbfC7vbJvrrXUHwOMzMN8x6O/leXSjETtjAclGAIm7EdtwaOLztb+5BxYRssRcmA18UYbuZXa2x&#10;sjLyK13q1KoM4VihAZfSUGkdG0ce40IG4uwdJXhMWYZW24Bjhvtel0Vxpz12nBccDrRz1HzWZ29g&#10;fGo+TuXx3brvMMi+fpFT2Ysx1/Pp8QFUoin9h//az9bAarW8hd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gf00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YeCMcA&#10;AADdAAAADwAAAGRycy9kb3ducmV2LnhtbESP3WoCMRSE7wu+QzhC77pZFa1sjWK1QhFL8af3x81x&#10;d9vkZNmkun17Iwi9HGbmG2Yya60RZ2p85VhBL0lBEOdOV1woOOxXT2MQPiBrNI5JwR95mE07DxPM&#10;tLvwls67UIgIYZ+hgjKEOpPS5yVZ9ImriaN3co3FEGVTSN3gJcKtkf00HUmLFceFEmtalJT/7H6t&#10;gtXn0nz3P7bzLxkWb89HM16/LjdKPXbb+QuIQG34D9/b71rBYNAbwu1NfAJy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mHg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NNxsUA&#10;AADdAAAADwAAAGRycy9kb3ducmV2LnhtbESPQYvCMBSE78L+h/AW9iKaukWRapRFEBUUXFfw+mze&#10;tsXmpTSx1n9vBMHjMDPfMNN5a0rRUO0KywoG/QgEcWp1wZmC49+yNwbhPLLG0jIpuJOD+eyjM8VE&#10;2xv/UnPwmQgQdgkqyL2vEildmpNB17cVcfD+bW3QB1lnUtd4C3BTyu8oGkmDBYeFHCta5JReDlej&#10;oNlvz9m6cdXmMu66YXxerXb6pNTXZ/szAeGp9e/wq73WCuJ4MILnm/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003G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6UlMgA&#10;AADdAAAADwAAAGRycy9kb3ducmV2LnhtbESPzWsCMRTE74X+D+EVeqtZtfVjNUotCL0U/Dro7bl5&#10;7i5uXrZJ1K1/fSMIHoeZ+Q0znjamEmdyvrSsoN1KQBBnVpecK9is528DED4ga6wsk4I/8jCdPD+N&#10;MdX2wks6r0IuIoR9igqKEOpUSp8VZNC3bE0cvYN1BkOULpfa4SXCTSU7SdKTBkuOCwXW9FVQdlyd&#10;jILZcDD7Xbzzz3W539Fuuz9+dFyi1OtL8zkCEagJj/C9/a0VdLvtPtzexCcgJ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PpSUyAAAAN0AAAAPAAAAAAAAAAAAAAAAAJgCAABk&#10;cnMvZG93bnJldi54bWxQSwUGAAAAAAQABAD1AAAAjQMAAAAA&#10;" fillcolor="black" stroked="f"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jD6MUA&#10;AADdAAAADwAAAGRycy9kb3ducmV2LnhtbERPy2rCQBTdC/7DcAvd6URFkTQTqS8Qahc+Fl3eZm6T&#10;IZk7ITPV2K/vLApdHs47W/W2ETfqvHGsYDJOQBAXThsuFVwv+9EShA/IGhvHpOBBHlb5cJBhqt2d&#10;T3Q7h1LEEPYpKqhCaFMpfVGRRT92LXHkvlxnMUTYlVJ3eI/htpHTJFlIi4ZjQ4UtbSoq6vO3VfDx&#10;tjDLk6Hp5/FnvdPHeb1+39ZKPT/1ry8gAvXhX/znPmgFs9kkzo1v4hO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iMPo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FYxsYA&#10;AADdAAAADwAAAGRycy9kb3ducmV2LnhtbESPT2sCMRTE70K/Q3iF3jRrhaJbo0il1IsH/5ReH5vX&#10;zXY3L2sSdfXTN4LgcZiZ3zDTeWcbcSIfKscKhoMMBHHhdMWlgv3usz8GESKyxsYxKbhQgPnsqTfF&#10;XLszb+i0jaVIEA45KjAxtrmUoTBkMQxcS5y8X+ctxiR9KbXHc4LbRr5m2Zu0WHFaMNjSh6Gi3h6t&#10;Ar/4WdZXPn7X2XV9CV9/3WGMRqmX527xDiJSFx/he3ulFYxGwwnc3qQnIG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FYx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OeVMMA&#10;AADdAAAADwAAAGRycy9kb3ducmV2LnhtbERP22rCQBB9F/oPyxT6IroxgpfUVaRQKFQELx8wZsck&#10;dHc2ZKca+/Xdh0IfD+e+2vTeqRt1sQlsYDLOQBGXwTZcGTif3kcLUFGQLbrAZOBBETbrp8EKCxvu&#10;fKDbUSqVQjgWaKAWaQutY1mTxzgOLXHirqHzKAl2lbYd3lO4dzrPspn22HBqqLGlt5rKr+O3N+Dy&#10;i1t+zuNOHme9y368HIZ7a8zLc799BSXUy7/4z/1hDUynedqf3qQn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OeVM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M0i8YA&#10;AADdAAAADwAAAGRycy9kb3ducmV2LnhtbESPQWvCQBSE70L/w/IKvenGCEVSV2krQi49GFO8PrPP&#10;bHD3bchuNe2vdwuFHoeZ+YZZbUZnxZWG0HlWMJ9lIIgbrztuFdSH3XQJIkRkjdYzKfimAJv1w2SF&#10;hfY33tO1iq1IEA4FKjAx9oWUoTHkMMx8T5y8sx8cxiSHVuoBbwnurMyz7Fk67DgtGOzp3VBzqb6c&#10;gm3V27wuzVs4fn6cTrb82dFxq9TT4/j6AiLSGP/Df+1SK1gs8jn8vk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+M0i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wzq8UA&#10;AADdAAAADwAAAGRycy9kb3ducmV2LnhtbESPT2sCMRTE7wW/Q3hCbzWxS1VWo4hUEHqqfw7eHslz&#10;d3XzsmxSd/32plDocZiZ3zCLVe9qcac2VJ41jEcKBLHxtuJCw/GwfZuBCBHZYu2ZNDwowGo5eFlg&#10;bn3H33Tfx0IkCIccNZQxNrmUwZTkMIx8Q5y8i28dxiTbQtoWuwR3tXxXaiIdVpwWSmxoU5K57X+c&#10;hutWfnmj0JyOp25np+fPCdVK69dhv56DiNTH//Bfe2c1ZNlHBr9v0hO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7DOr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wJ8cYA&#10;AADdAAAADwAAAGRycy9kb3ducmV2LnhtbESPT2vCQBTE7wW/w/KE3nSjaUWiq2ihUCo9+Afx+Mw+&#10;k5Ds27C7avrtu4LQ4zAzv2Hmy8404kbOV5YVjIYJCOLc6ooLBYf952AKwgdkjY1lUvBLHpaL3ssc&#10;M23vvKXbLhQiQthnqKAMoc2k9HlJBv3QtsTRu1hnMETpCqkd3iPcNHKcJBNpsOK4UGJLHyXl9e5q&#10;FJyuG778pN8rtw5H2+19PT5Pa6Ve+91qBiJQF/7Dz/aXVpCm72/weBOf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wJ8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oWuMcA&#10;AADdAAAADwAAAGRycy9kb3ducmV2LnhtbESPQWsCMRSE7wX/Q3hCbzWrdouuRtGC0ItQbQ/19tw8&#10;dxc3L2sSdfXXm0Khx2FmvmGm89bU4kLOV5YV9HsJCOLc6ooLBd9fq5cRCB+QNdaWScGNPMxnnacp&#10;ZtpeeUOXbShEhLDPUEEZQpNJ6fOSDPqebYijd7DOYIjSFVI7vEa4qeUgSd6kwYrjQokNvZeUH7dn&#10;o2A5Hi1Pn6+8vm/2O9r97I/pwCVKPXfbxQREoDb8h//aH1rBcJim8PsmPgE5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KFrjHAAAA3QAAAA8AAAAAAAAAAAAAAAAAmAIAAGRy&#10;cy9kb3ducmV2LnhtbFBLBQYAAAAABAAEAPUAAACMAwAAAAA=&#10;" fillcolor="black" stroked="f"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RyzsUA&#10;AADdAAAADwAAAGRycy9kb3ducmV2LnhtbESPQUsDMRSE70L/Q3gFbzZbF4usTctSKIqnbVW8vm5e&#10;N0s3L0sS0/XfG0HwOMzMN8x6O9lBJPKhd6xguShAELdO99wpeH/b3z2CCBFZ4+CYFHxTgO1mdrPG&#10;SrsrHygdYycyhEOFCkyMYyVlaA1ZDAs3Emfv7LzFmKXvpPZ4zXA7yPuiWEmLPecFgyPtDLWX45dV&#10;kE67pi7TZzKHV1933jXPH6dGqdv5VD+BiDTF//Bf+0UrKMuHF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ZHL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83p8cA&#10;AADdAAAADwAAAGRycy9kb3ducmV2LnhtbESPQUvDQBSE7wX/w/IEb3YTS1uN2RYpWqoXayzU4yP7&#10;zAazb0N2TdP++q4g9DjMzDdMvhxsI3rqfO1YQTpOQBCXTtdcKdh9vtzeg/ABWWPjmBQcycNycTXK&#10;MdPuwB/UF6ESEcI+QwUmhDaT0peGLPqxa4mj9+06iyHKrpK6w0OE20beJclMWqw5LhhsaWWo/Cl+&#10;rQKfrp73b/b00H+tDb8Xr2a2rYxSN9fD0yOIQEO4hP/bG61gMpnO4e9NfAJycQ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vN6f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C0E42" w:rsidRDefault="00CC0E42" w:rsidP="00CC0E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C0E42" w:rsidRDefault="00CC0E42" w:rsidP="00CC0E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0E42" w:rsidRDefault="00CC0E42" w:rsidP="00CC0E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0E42" w:rsidRDefault="00CC0E42" w:rsidP="00CC0E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0E42" w:rsidRDefault="00CC0E42" w:rsidP="00CC0E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0E42" w:rsidRDefault="00CC0E42" w:rsidP="00CC0E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C0E42" w:rsidRDefault="00CC0E42" w:rsidP="00CC0E4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C0E42" w:rsidRDefault="00CC0E42" w:rsidP="00CC0E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C0E42" w:rsidRDefault="00CC0E42" w:rsidP="00CC0E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C0E42" w:rsidRDefault="00CC0E42" w:rsidP="00CC0E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0E42" w:rsidRDefault="00CC0E42" w:rsidP="00CC0E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C0E42" w:rsidRDefault="00CC0E42" w:rsidP="00CC0E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0E42" w:rsidRDefault="00CC0E42" w:rsidP="00CC0E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C0E42" w:rsidRDefault="00CC0E42" w:rsidP="00CC0E4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C0E42" w:rsidRDefault="00CC0E42" w:rsidP="00CC0E4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CC0E42" w:rsidRDefault="00CC0E42" w:rsidP="00CC0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</w:rPr>
      </w:pPr>
    </w:p>
    <w:p w:rsidR="00CC0E42" w:rsidRDefault="00CC0E42" w:rsidP="00CC0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безоплатну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передачу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нерухомого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майна, </w:t>
      </w:r>
    </w:p>
    <w:p w:rsidR="00CC0E42" w:rsidRDefault="00CC0E42" w:rsidP="00CC0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перебуває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комунальній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власності</w:t>
      </w:r>
      <w:proofErr w:type="spellEnd"/>
    </w:p>
    <w:p w:rsidR="00CC0E42" w:rsidRDefault="00CC0E42" w:rsidP="00CC0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C0E42" w:rsidRDefault="00CC0E42" w:rsidP="00CC0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30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26,статті 60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>етішинської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грудня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2020 року № 4/180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звернення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Нетішинської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ІІІ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об’єкту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майна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Старокривинської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амбулаторії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практики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сімейної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медицини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>етішинської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CC0E42" w:rsidRDefault="00CC0E42" w:rsidP="00CC0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CC0E42" w:rsidRPr="004C56AA" w:rsidRDefault="00CC0E42" w:rsidP="00CC0E42">
      <w:pPr>
        <w:pStyle w:val="HTML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rFonts w:ascii="Times New Roman" w:eastAsia="Times New Roman" w:hAnsi="Times New Roman"/>
          <w:lang w:val="ru-RU" w:eastAsia="ru-RU"/>
        </w:rPr>
      </w:pPr>
      <w:r w:rsidRPr="004C56AA">
        <w:rPr>
          <w:rFonts w:ascii="Times New Roman" w:eastAsia="Times New Roman" w:hAnsi="Times New Roman"/>
          <w:lang w:val="uk-UA" w:eastAsia="ru-RU"/>
        </w:rPr>
        <w:t xml:space="preserve">Безоплатно передати  з комунальної власності </w:t>
      </w:r>
      <w:proofErr w:type="spellStart"/>
      <w:r w:rsidRPr="004C56AA">
        <w:rPr>
          <w:rFonts w:ascii="Times New Roman" w:eastAsia="Times New Roman" w:hAnsi="Times New Roman"/>
          <w:lang w:val="uk-UA" w:eastAsia="ru-RU"/>
        </w:rPr>
        <w:t>Крупецької</w:t>
      </w:r>
      <w:proofErr w:type="spellEnd"/>
      <w:r w:rsidRPr="004C56AA">
        <w:rPr>
          <w:rFonts w:ascii="Times New Roman" w:eastAsia="Times New Roman" w:hAnsi="Times New Roman"/>
          <w:lang w:val="uk-UA" w:eastAsia="ru-RU"/>
        </w:rPr>
        <w:t xml:space="preserve"> сільської ради до комунальної власності </w:t>
      </w:r>
      <w:proofErr w:type="spellStart"/>
      <w:r w:rsidRPr="004C56AA">
        <w:rPr>
          <w:rFonts w:ascii="Times New Roman" w:eastAsia="Times New Roman" w:hAnsi="Times New Roman"/>
          <w:lang w:val="uk-UA" w:eastAsia="ru-RU"/>
        </w:rPr>
        <w:t>Нетішинської</w:t>
      </w:r>
      <w:proofErr w:type="spellEnd"/>
      <w:r w:rsidRPr="004C56AA">
        <w:rPr>
          <w:rFonts w:ascii="Times New Roman" w:eastAsia="Times New Roman" w:hAnsi="Times New Roman"/>
          <w:lang w:val="uk-UA" w:eastAsia="ru-RU"/>
        </w:rPr>
        <w:t xml:space="preserve"> міської територіальної громади в особі </w:t>
      </w:r>
      <w:proofErr w:type="spellStart"/>
      <w:r w:rsidRPr="004C56AA">
        <w:rPr>
          <w:rFonts w:ascii="Times New Roman" w:eastAsia="Times New Roman" w:hAnsi="Times New Roman"/>
          <w:lang w:val="uk-UA" w:eastAsia="ru-RU"/>
        </w:rPr>
        <w:t>Нетішинської</w:t>
      </w:r>
      <w:proofErr w:type="spellEnd"/>
      <w:r w:rsidRPr="004C56AA">
        <w:rPr>
          <w:rFonts w:ascii="Times New Roman" w:eastAsia="Times New Roman" w:hAnsi="Times New Roman"/>
          <w:lang w:val="uk-UA" w:eastAsia="ru-RU"/>
        </w:rPr>
        <w:t xml:space="preserve"> міської ради приміщення амбулаторії загальною площею </w:t>
      </w:r>
      <w:r w:rsidRPr="004C56AA">
        <w:rPr>
          <w:rFonts w:ascii="Times New Roman" w:eastAsia="Times New Roman" w:hAnsi="Times New Roman"/>
          <w:lang w:val="ru-RU" w:eastAsia="ru-RU"/>
        </w:rPr>
        <w:t>209,1 м</w:t>
      </w:r>
      <w:r w:rsidRPr="004C56AA">
        <w:rPr>
          <w:rFonts w:ascii="Times New Roman" w:eastAsia="Times New Roman" w:hAnsi="Times New Roman"/>
          <w:vertAlign w:val="superscript"/>
          <w:lang w:val="ru-RU" w:eastAsia="ru-RU"/>
        </w:rPr>
        <w:t>2</w:t>
      </w:r>
      <w:r w:rsidRPr="004C56AA">
        <w:rPr>
          <w:rFonts w:ascii="Times New Roman" w:eastAsia="Times New Roman" w:hAnsi="Times New Roman"/>
          <w:lang w:val="ru-RU" w:eastAsia="ru-RU"/>
        </w:rPr>
        <w:t xml:space="preserve">,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що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розташоване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на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вул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.  Перемоги, 72, с.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Старий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Кривин,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Славутський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район,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Хмельницька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область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згідно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з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додатком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,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що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додається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>.</w:t>
      </w:r>
    </w:p>
    <w:p w:rsidR="00CC0E42" w:rsidRPr="004C56AA" w:rsidRDefault="00CC0E42" w:rsidP="00CC0E42">
      <w:pPr>
        <w:pStyle w:val="HTML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rFonts w:ascii="Times New Roman" w:eastAsia="Times New Roman" w:hAnsi="Times New Roman"/>
          <w:lang w:val="ru-RU" w:eastAsia="ru-RU"/>
        </w:rPr>
      </w:pPr>
      <w:proofErr w:type="spellStart"/>
      <w:r w:rsidRPr="004C56AA">
        <w:rPr>
          <w:rFonts w:ascii="Times New Roman" w:eastAsia="Times New Roman" w:hAnsi="Times New Roman"/>
          <w:lang w:val="ru-RU" w:eastAsia="ru-RU"/>
        </w:rPr>
        <w:t>Рекомендувати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Нетішинському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міському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голові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Олександру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СУПРУНЮКУ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утворити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комісію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з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питань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приймання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-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передачі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майна (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дал</w:t>
      </w:r>
      <w:proofErr w:type="gramStart"/>
      <w:r w:rsidRPr="004C56AA">
        <w:rPr>
          <w:rFonts w:ascii="Times New Roman" w:eastAsia="Times New Roman" w:hAnsi="Times New Roman"/>
          <w:lang w:val="ru-RU" w:eastAsia="ru-RU"/>
        </w:rPr>
        <w:t>і-</w:t>
      </w:r>
      <w:proofErr w:type="gramEnd"/>
      <w:r w:rsidRPr="004C56AA">
        <w:rPr>
          <w:rFonts w:ascii="Times New Roman" w:eastAsia="Times New Roman" w:hAnsi="Times New Roman"/>
          <w:lang w:val="ru-RU" w:eastAsia="ru-RU"/>
        </w:rPr>
        <w:t>Комісія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) та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включити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до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її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складу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посадових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осіб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Крупецької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сільської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ради: </w:t>
      </w:r>
    </w:p>
    <w:p w:rsidR="00CC0E42" w:rsidRPr="004C56AA" w:rsidRDefault="00CC0E42" w:rsidP="00CC0E42">
      <w:pPr>
        <w:pStyle w:val="HTML0"/>
        <w:spacing w:line="276" w:lineRule="auto"/>
        <w:ind w:firstLine="426"/>
        <w:jc w:val="both"/>
        <w:rPr>
          <w:rFonts w:ascii="Times New Roman" w:eastAsia="Times New Roman" w:hAnsi="Times New Roman"/>
          <w:lang w:val="ru-RU" w:eastAsia="ru-RU"/>
        </w:rPr>
      </w:pPr>
      <w:proofErr w:type="spellStart"/>
      <w:r w:rsidRPr="004C56AA">
        <w:rPr>
          <w:rFonts w:ascii="Times New Roman" w:eastAsia="Times New Roman" w:hAnsi="Times New Roman"/>
          <w:lang w:val="ru-RU" w:eastAsia="ru-RU"/>
        </w:rPr>
        <w:t>Ліпська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Любов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Петрівна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– заступник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сільського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голови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з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питань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діяльності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виконавчих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органі</w:t>
      </w:r>
      <w:proofErr w:type="gramStart"/>
      <w:r w:rsidRPr="004C56AA">
        <w:rPr>
          <w:rFonts w:ascii="Times New Roman" w:eastAsia="Times New Roman" w:hAnsi="Times New Roman"/>
          <w:lang w:val="ru-RU" w:eastAsia="ru-RU"/>
        </w:rPr>
        <w:t>в</w:t>
      </w:r>
      <w:proofErr w:type="spellEnd"/>
      <w:proofErr w:type="gramEnd"/>
      <w:r w:rsidRPr="004C56AA">
        <w:rPr>
          <w:rFonts w:ascii="Times New Roman" w:eastAsia="Times New Roman" w:hAnsi="Times New Roman"/>
          <w:lang w:val="ru-RU" w:eastAsia="ru-RU"/>
        </w:rPr>
        <w:t xml:space="preserve"> ради;</w:t>
      </w:r>
    </w:p>
    <w:p w:rsidR="00CC0E42" w:rsidRPr="004C56AA" w:rsidRDefault="00CC0E42" w:rsidP="00CC0E42">
      <w:pPr>
        <w:pStyle w:val="HTML0"/>
        <w:spacing w:line="276" w:lineRule="auto"/>
        <w:ind w:firstLine="426"/>
        <w:jc w:val="both"/>
        <w:rPr>
          <w:rFonts w:ascii="Times New Roman" w:eastAsia="Times New Roman" w:hAnsi="Times New Roman"/>
          <w:lang w:val="ru-RU" w:eastAsia="ru-RU"/>
        </w:rPr>
      </w:pPr>
      <w:proofErr w:type="spellStart"/>
      <w:r w:rsidRPr="004C56AA">
        <w:rPr>
          <w:rFonts w:ascii="Times New Roman" w:eastAsia="Times New Roman" w:hAnsi="Times New Roman"/>
          <w:lang w:val="ru-RU" w:eastAsia="ru-RU"/>
        </w:rPr>
        <w:t>Конченко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Віта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Володимирівна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–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головний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спеціалі</w:t>
      </w:r>
      <w:proofErr w:type="gramStart"/>
      <w:r w:rsidRPr="004C56AA">
        <w:rPr>
          <w:rFonts w:ascii="Times New Roman" w:eastAsia="Times New Roman" w:hAnsi="Times New Roman"/>
          <w:lang w:val="ru-RU" w:eastAsia="ru-RU"/>
        </w:rPr>
        <w:t>ст</w:t>
      </w:r>
      <w:proofErr w:type="spellEnd"/>
      <w:proofErr w:type="gram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відділу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бухгалтерського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обліку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сільської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ради;</w:t>
      </w:r>
    </w:p>
    <w:p w:rsidR="00CC0E42" w:rsidRPr="004C56AA" w:rsidRDefault="00CC0E42" w:rsidP="00CC0E42">
      <w:pPr>
        <w:pStyle w:val="HTML0"/>
        <w:spacing w:line="276" w:lineRule="auto"/>
        <w:ind w:firstLine="426"/>
        <w:jc w:val="both"/>
        <w:rPr>
          <w:rFonts w:ascii="Times New Roman" w:eastAsia="Times New Roman" w:hAnsi="Times New Roman"/>
          <w:lang w:val="ru-RU" w:eastAsia="ru-RU"/>
        </w:rPr>
      </w:pPr>
      <w:r w:rsidRPr="004C56AA">
        <w:rPr>
          <w:rFonts w:ascii="Times New Roman" w:eastAsia="Times New Roman" w:hAnsi="Times New Roman"/>
          <w:lang w:val="ru-RU" w:eastAsia="ru-RU"/>
        </w:rPr>
        <w:t xml:space="preserve">Денисюк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Тетяна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Володимирівна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– начальник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відділу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комунальної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власності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,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охорони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навколишнього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середовища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та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земельних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відносин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>.</w:t>
      </w:r>
    </w:p>
    <w:p w:rsidR="00CC0E42" w:rsidRPr="004C56AA" w:rsidRDefault="00CC0E42" w:rsidP="00CC0E42">
      <w:pPr>
        <w:pStyle w:val="HTML0"/>
        <w:spacing w:line="276" w:lineRule="auto"/>
        <w:ind w:firstLine="426"/>
        <w:jc w:val="both"/>
        <w:rPr>
          <w:rFonts w:ascii="Times New Roman" w:eastAsia="Times New Roman" w:hAnsi="Times New Roman"/>
          <w:lang w:val="ru-RU" w:eastAsia="ru-RU"/>
        </w:rPr>
      </w:pPr>
      <w:r w:rsidRPr="004C56AA">
        <w:rPr>
          <w:rFonts w:ascii="Times New Roman" w:eastAsia="Times New Roman" w:hAnsi="Times New Roman"/>
          <w:lang w:val="ru-RU" w:eastAsia="ru-RU"/>
        </w:rPr>
        <w:t xml:space="preserve">3. Контроль за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виконанням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цього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proofErr w:type="gramStart"/>
      <w:r w:rsidRPr="004C56AA">
        <w:rPr>
          <w:rFonts w:ascii="Times New Roman" w:eastAsia="Times New Roman" w:hAnsi="Times New Roman"/>
          <w:lang w:val="ru-RU" w:eastAsia="ru-RU"/>
        </w:rPr>
        <w:t>р</w:t>
      </w:r>
      <w:proofErr w:type="gramEnd"/>
      <w:r w:rsidRPr="004C56AA">
        <w:rPr>
          <w:rFonts w:ascii="Times New Roman" w:eastAsia="Times New Roman" w:hAnsi="Times New Roman"/>
          <w:lang w:val="ru-RU" w:eastAsia="ru-RU"/>
        </w:rPr>
        <w:t>ішення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покласти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на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постійну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комісію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з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питань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комунальної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власності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,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житлово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-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комунального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господарства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,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енергозбереження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та транспорту та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інфраструктури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(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Качаровський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М.Г.).</w:t>
      </w:r>
    </w:p>
    <w:p w:rsidR="00CC0E42" w:rsidRPr="004C56AA" w:rsidRDefault="00CC0E42" w:rsidP="00CC0E42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  <w:bookmarkStart w:id="0" w:name="_GoBack"/>
      <w:bookmarkEnd w:id="0"/>
    </w:p>
    <w:p w:rsidR="00CC0E42" w:rsidRPr="004C56AA" w:rsidRDefault="00CC0E42" w:rsidP="00CC0E42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  <w:proofErr w:type="spellStart"/>
      <w:r w:rsidRPr="004C56AA">
        <w:rPr>
          <w:rFonts w:ascii="Times New Roman" w:eastAsia="Times New Roman" w:hAnsi="Times New Roman"/>
          <w:lang w:val="ru-RU" w:eastAsia="ru-RU"/>
        </w:rPr>
        <w:t>Сільський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голова</w:t>
      </w:r>
      <w:r w:rsidRPr="004C56AA">
        <w:rPr>
          <w:rFonts w:ascii="Times New Roman" w:eastAsia="Times New Roman" w:hAnsi="Times New Roman"/>
          <w:lang w:val="ru-RU" w:eastAsia="ru-RU"/>
        </w:rPr>
        <w:tab/>
      </w:r>
      <w:r w:rsidRPr="004C56AA">
        <w:rPr>
          <w:rFonts w:ascii="Times New Roman" w:eastAsia="Times New Roman" w:hAnsi="Times New Roman"/>
          <w:lang w:val="ru-RU" w:eastAsia="ru-RU"/>
        </w:rPr>
        <w:tab/>
      </w:r>
      <w:r w:rsidRPr="004C56AA">
        <w:rPr>
          <w:rFonts w:ascii="Times New Roman" w:eastAsia="Times New Roman" w:hAnsi="Times New Roman"/>
          <w:lang w:val="ru-RU" w:eastAsia="ru-RU"/>
        </w:rPr>
        <w:tab/>
      </w:r>
      <w:r w:rsidRPr="004C56AA">
        <w:rPr>
          <w:rFonts w:ascii="Times New Roman" w:eastAsia="Times New Roman" w:hAnsi="Times New Roman"/>
          <w:lang w:val="ru-RU" w:eastAsia="ru-RU"/>
        </w:rPr>
        <w:tab/>
      </w:r>
      <w:r w:rsidRPr="004C56AA">
        <w:rPr>
          <w:rFonts w:ascii="Times New Roman" w:eastAsia="Times New Roman" w:hAnsi="Times New Roman"/>
          <w:lang w:val="ru-RU" w:eastAsia="ru-RU"/>
        </w:rPr>
        <w:tab/>
      </w:r>
      <w:r w:rsidRPr="004C56AA">
        <w:rPr>
          <w:rFonts w:ascii="Times New Roman" w:eastAsia="Times New Roman" w:hAnsi="Times New Roman"/>
          <w:lang w:val="ru-RU" w:eastAsia="ru-RU"/>
        </w:rPr>
        <w:tab/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Валерій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МИХАЛЮК</w:t>
      </w:r>
    </w:p>
    <w:p w:rsidR="00CC0E42" w:rsidRDefault="00CC0E42" w:rsidP="00CC0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C0E42" w:rsidRDefault="00CC0E42" w:rsidP="00CC0E42">
      <w:pPr>
        <w:shd w:val="clear" w:color="auto" w:fill="FFFFFF"/>
        <w:tabs>
          <w:tab w:val="left" w:pos="6470"/>
        </w:tabs>
        <w:spacing w:after="0"/>
        <w:ind w:left="5245" w:right="74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lastRenderedPageBreak/>
        <w:t>Додаток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C0E42" w:rsidRDefault="00CC0E42" w:rsidP="00CC0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VІІІ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</w:p>
    <w:p w:rsidR="00CC0E42" w:rsidRDefault="00CC0E42" w:rsidP="00CC0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27.01.2021 р. № ____</w:t>
      </w:r>
    </w:p>
    <w:p w:rsidR="00CC0E42" w:rsidRDefault="00CC0E42" w:rsidP="00CC0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CC0E42" w:rsidRDefault="00CC0E42" w:rsidP="00CC0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CC0E42" w:rsidRDefault="00CC0E42" w:rsidP="00CC0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Перелік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об’єктів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майна,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передається</w:t>
      </w:r>
      <w:proofErr w:type="spellEnd"/>
      <w:proofErr w:type="gramEnd"/>
    </w:p>
    <w:p w:rsidR="00CC0E42" w:rsidRDefault="00CC0E42" w:rsidP="00CC0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комунальної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ради до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комунальної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власност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етішинської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особі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Нетішинської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ради</w:t>
      </w:r>
    </w:p>
    <w:p w:rsidR="00CC0E42" w:rsidRDefault="00CC0E42" w:rsidP="00CC0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C0E42" w:rsidRDefault="00CC0E42" w:rsidP="00CC0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Старокривинської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амбулаторії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загальної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практики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сімейної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медецини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знаходиться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. Перемоги, буд.72, с.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Старий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Кривин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,С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лавутський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район,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область</w:t>
      </w:r>
    </w:p>
    <w:p w:rsidR="00CC0E42" w:rsidRDefault="00CC0E42" w:rsidP="00CC0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835"/>
        <w:gridCol w:w="771"/>
        <w:gridCol w:w="1558"/>
        <w:gridCol w:w="1317"/>
        <w:gridCol w:w="1315"/>
        <w:gridCol w:w="1241"/>
      </w:tblGrid>
      <w:tr w:rsidR="00CC0E42" w:rsidTr="00836112">
        <w:trPr>
          <w:cantSplit/>
          <w:trHeight w:val="19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0E42" w:rsidRDefault="00CC0E42" w:rsidP="00836112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0E42" w:rsidRDefault="00CC0E42" w:rsidP="00836112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0E42" w:rsidRDefault="00CC0E42" w:rsidP="00836112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0E42" w:rsidRDefault="00CC0E42" w:rsidP="00836112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Інвентарний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номер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0E42" w:rsidRDefault="00CC0E42" w:rsidP="00836112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Первісна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переоцінене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0E42" w:rsidRDefault="00CC0E42" w:rsidP="00836112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зносу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накопиченої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амортизації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0E42" w:rsidRDefault="00CC0E42" w:rsidP="00836112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Залишкова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</w:p>
        </w:tc>
      </w:tr>
      <w:tr w:rsidR="00CC0E42" w:rsidTr="008361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Криниця</w:t>
            </w:r>
            <w:proofErr w:type="spellEnd"/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1013100153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0E42" w:rsidTr="008361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Насадження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1018000008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0E42" w:rsidTr="008361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Огорожа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стовпчики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цегли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секцій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1113800218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225,00</w:t>
            </w:r>
          </w:p>
        </w:tc>
      </w:tr>
      <w:tr w:rsidR="00CC0E42" w:rsidTr="008361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Огорожа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металевими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стовпчиками</w:t>
            </w:r>
            <w:proofErr w:type="spellEnd"/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1013100163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0E42" w:rsidTr="008361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Сарай 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1013100152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11982,00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11982,00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0E42" w:rsidTr="008361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Споруда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лікарської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амбулаторії</w:t>
            </w:r>
            <w:proofErr w:type="spellEnd"/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1013100151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223 919,00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223 919,00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0E42" w:rsidTr="008361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Туалет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1013100154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0E42" w:rsidTr="00836112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242 384,00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242 384,00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42" w:rsidRDefault="00CC0E42" w:rsidP="008361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225,00</w:t>
            </w:r>
          </w:p>
        </w:tc>
      </w:tr>
    </w:tbl>
    <w:p w:rsidR="00CC0E42" w:rsidRDefault="00CC0E42" w:rsidP="00CC0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C0E42" w:rsidRDefault="00CC0E42" w:rsidP="00CC0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C0E42" w:rsidRDefault="00CC0E42" w:rsidP="00CC0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C0E42" w:rsidRDefault="00CC0E42" w:rsidP="00CC0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C0E42" w:rsidRDefault="00CC0E42" w:rsidP="00CC0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2A59B0" w:rsidRDefault="002A59B0"/>
    <w:sectPr w:rsidR="002A59B0" w:rsidSect="00CC0E42">
      <w:pgSz w:w="12240" w:h="15840"/>
      <w:pgMar w:top="567" w:right="1440" w:bottom="85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5C7" w:rsidRDefault="001245C7">
      <w:pPr>
        <w:spacing w:after="0" w:line="240" w:lineRule="auto"/>
      </w:pPr>
      <w:r>
        <w:separator/>
      </w:r>
    </w:p>
  </w:endnote>
  <w:endnote w:type="continuationSeparator" w:id="0">
    <w:p w:rsidR="001245C7" w:rsidRDefault="00124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5C7" w:rsidRDefault="001245C7">
      <w:pPr>
        <w:spacing w:after="0" w:line="240" w:lineRule="auto"/>
      </w:pPr>
      <w:r>
        <w:separator/>
      </w:r>
    </w:p>
  </w:footnote>
  <w:footnote w:type="continuationSeparator" w:id="0">
    <w:p w:rsidR="001245C7" w:rsidRDefault="00124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E42"/>
    <w:rsid w:val="001245C7"/>
    <w:rsid w:val="002A59B0"/>
    <w:rsid w:val="00CC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E42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C0E4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CC0E42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C0E42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E42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C0E4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CC0E42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C0E42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0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2021-01-16T18:05:00Z</dcterms:created>
  <dcterms:modified xsi:type="dcterms:W3CDTF">2021-01-16T18:05:00Z</dcterms:modified>
</cp:coreProperties>
</file>