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6B" w:rsidRDefault="00FF3A6B" w:rsidP="00FF3A6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F3A6B" w:rsidRDefault="00FF3A6B" w:rsidP="00FF3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A6B437" wp14:editId="755C8A94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46" name="Группа 150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04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A6B" w:rsidRDefault="00FF3A6B" w:rsidP="00FF3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4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3dywVl55AABBWQQADgAA&#10;AAAAAAAAAAAAAAAuAgAAZHJzL2Uyb0RvYy54bWxQSwECLQAUAAYACAAAACEAntNkbd0AAAAGAQAA&#10;DwAAAAAAAAAAAAAAAAC4ewAAZHJzL2Rvd25yZXYueG1sUEsFBgAAAAAEAAQA8wAAAMJ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Kk8IA&#10;AADeAAAADwAAAGRycy9kb3ducmV2LnhtbERPS4vCMBC+C/sfwix4s+n6LNUosqziQRBf96EZ22Iz&#10;KU1W6783guBtPr7nzBatqcSNGldaVvATxSCIM6tLzhWcjqteAsJ5ZI2VZVLwIAeL+Vdnhqm2d97T&#10;7eBzEULYpaig8L5OpXRZQQZdZGviwF1sY9AH2ORSN3gP4aaS/TgeS4Mlh4YCa/otKLse/o0CO1hv&#10;tue8vx/88cTzcpdczu1Wqe53u5yC8NT6j/jt3ugwfxQPJ/B6J9w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MqT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/sQskA&#10;AADeAAAADwAAAGRycy9kb3ducmV2LnhtbESPQUsDMRCF74L/IYzgpdisotWuTYsUVlsPQqvQ67AZ&#10;N6ubyZLEdu2vdw4FbzO8N+99M1sMvlN7iqkNbOB6XIAiroNtuTHw8V5dPYBKGdliF5gM/FKCxfz8&#10;bIalDQfe0H6bGyUhnEo04HLuS61T7chjGoeeWLTPED1mWWOjbcSDhPtO3xTFRHtsWRoc9rR0VH9v&#10;f7yBr+rN7Zb3x+c4mm7oOKpeX7r1xJjLi+HpEVSmIf+bT9crK/h3xa3wyjsyg57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X/sQ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t2McA&#10;AADeAAAADwAAAGRycy9kb3ducmV2LnhtbESP0WrCQBBF3wv+wzJCX0rd2FbRmI1IaUrxRdR+wJAd&#10;s8HsbMiuSfr33ULBtxnunXvuZNvRNqKnzteOFcxnCQji0umaKwXf5+J5BcIHZI2NY1LwQx62+eQh&#10;w1S7gY/Un0IlYgj7FBWYENpUSl8asuhnriWO2sV1FkNcu0rqDocYbhv5kiRLabHmSDDY0ruh8nq6&#10;2Qg5vOJhfxnOxeeIA37sDT/tjko9TsfdBkSgMdzN/9dfOtZfJG9r+Hsnzi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g7d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HosYA&#10;AADeAAAADwAAAGRycy9kb3ducmV2LnhtbESPQUvEQAyF74L/YYjgzZ262FXqzi6yKojgwVUQb6GT&#10;bYudzDATt/Xfm4PgLSEv771vvZ3DaI6UyxDZweWiAkPcRj9w5+D97fHiBkwRZI9jZHLwQwW2m9OT&#10;NTY+TvxKx710Rk24NOigF0mNtaXtKWBZxESst0PMAUXX3FmfcVLzMNplVa1swIE1ocdEu57ar/13&#10;cPAyPaTn61V9SJ/5amnLvZePnTh3fjbf3YIRmuVf/Pf95LV+XdU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fHo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3A8UA&#10;AADeAAAADwAAAGRycy9kb3ducmV2LnhtbESP0YrCMBBF34X9hzDCvsiauqIs3UaRRUV8EXU/YGim&#10;TbGZlCba+vdGEHyb4d6550627G0tbtT6yrGCyTgBQZw7XXGp4P+8+foB4QOyxtoxKbiTh+XiY5Bh&#10;ql3HR7qdQiliCPsUFZgQmlRKnxuy6MeuIY5a4VqLIa5tKXWLXQy3tfxOkrm0WHEkGGzoz1B+OV1t&#10;hBymeNgX3Xmz7bHD9d7waHVU6nPYr35BBOrD2/y63ulYf5bMJv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3c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8TsQA&#10;AADeAAAADwAAAGRycy9kb3ducmV2LnhtbERPTUvDQBC9C/0Pywje7MZgWondllIVRPDQVhBvQ3aa&#10;BLOzy+7YxH/vCoK3ebzPWW0mN6gzxdR7NnAzL0ARN9723Bp4Oz5d34FKgmxx8EwGvinBZj27WGFt&#10;/ch7Oh+kVTmEU40GOpFQa52ajhymuQ/EmTv56FAyjK22Eccc7gZdFsVCO+w5N3QYaNdR83n4cgZe&#10;x8fwslxUp/ARb0udHqy878SYq8tpew9KaJJ/8Z/72eb5VVGV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Z/E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EPMQA&#10;AADeAAAADwAAAGRycy9kb3ducmV2LnhtbERP32vCMBB+H/g/hBv4MjTdpDKqUXQQFDYQneDr0Zxt&#10;WXMpSWbrf78MBnu7j+/nLdeDbcWNfGgcK3ieZiCIS2carhScP/XkFUSIyAZbx6TgTgHWq9HDEgvj&#10;ej7S7RQrkUI4FKigjrErpAxlTRbD1HXEibs6bzEm6CtpPPYp3LbyJcvm0mLDqaHGjt5qKr9O31bB&#10;9tBXM/9Ubgf3ft1dcq2N/tBKjR+HzQJEpCH+i//ce5Pm51k+g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QRDz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mWt8IA&#10;AADeAAAADwAAAGRycy9kb3ducmV2LnhtbERP3WrCMBS+F3yHcAa703Rih1RTEUdhDG+mPsChOWu6&#10;NiclibV7+0UY7O58fL9nt59sL0byoXWs4GWZgSCunW65UXC9VIsNiBCRNfaOScEPBdiX89kOC+3u&#10;/EnjOTYihXAoUIGJcSikDLUhi2HpBuLEfTlvMSboG6k93lO47eUqy16lxZZTg8GBjobq7nyzCqqP&#10;1WnsbtpX7jCtLeXme/NmlHp+mg5bEJGm+C/+c7/rND/P8jU83kk3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Za3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508QA&#10;AADeAAAADwAAAGRycy9kb3ducmV2LnhtbERP32vCMBB+H+x/CDfwZcxUpWN0RtFBmOBAdIKvR3O2&#10;Zc2lJJnt/nsjCHu7j+/nzZeDbcWFfGgcK5iMMxDEpTMNVwqO3/rlDUSIyAZbx6TgjwIsF48PcyyM&#10;63lPl0OsRArhUKCCOsaukDKUNVkMY9cRJ+7svMWYoK+k8dincNvKaZa9SosNp4YaO/qoqfw5/FoF&#10;611fzfxzuR7c9vx5yrU2+ksrNXoaVu8gIg3xX3x3b0yan2d5Drd30g1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ed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tW8IA&#10;AADeAAAADwAAAGRycy9kb3ducmV2LnhtbERP3WrCMBS+F3yHcAa703SyilRTEUdhyG6mPsChOWu6&#10;NiclibV7+0UY7O58fL9nt59sL0byoXWs4GWZgSCunW65UXC9VIsNiBCRNfaOScEPBdiX89kOC+3u&#10;/EnjOTYihXAoUIGJcSikDLUhi2HpBuLEfTlvMSboG6k93lO47eUqy9bSYsupweBAR0N1d75ZBdVp&#10;9TF2N+0rd5heLeXme/NmlHp+mg5bEJGm+C/+c7/rND/P8jU83kk3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161b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WKMIA&#10;AADeAAAADwAAAGRycy9kb3ducmV2LnhtbERPS2rDMBDdB3oHMYXuEilpnAY3SggFl3hZpwcYrIlt&#10;Yo1cS/Xn9lWh0N083ncOp8m2YqDeN441rFcKBHHpTMOVhs9rttyD8AHZYOuYNMzk4XR8WBwwNW7k&#10;DxqKUIkYwj5FDXUIXSqlL2uy6FeuI47czfUWQ4R9JU2PYwy3rdwotZMWG44NNXb0VlN5L76thu08&#10;vn8VyV1lxtI6f+5yDmWi9dPjdH4FEWgK/+I/98XE+YlKXuD3nXiDP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ZYo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gU9cUA&#10;AADeAAAADwAAAGRycy9kb3ducmV2LnhtbESPQYvCQAyF7wv+hyGCt3WqoOxWRxFFkT25XfUcOrEt&#10;djKlM2r99+aw4C3hvbz3Zb7sXK3u1IbKs4HRMAFFnHtbcWHg+Lf9/AIVIrLF2jMZeFKA5aL3McfU&#10;+gf/0j2LhZIQDikaKGNsUq1DXpLDMPQNsWgX3zqMsraFti0+JNzVepwkU+2wYmkosaF1Sfk1uzkD&#10;t+l5fOTLjz1km+fue7NdBX0qjBn0u9UMVKQuvs3/13sr+JNkIrzyjsy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yBT1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Bc8YA&#10;AADeAAAADwAAAGRycy9kb3ducmV2LnhtbERPS2vCQBC+F/wPywi91Y22Bo2uUguFtgeDr4O3MTsm&#10;sdnZNLvV9N93BcHbfHzPmc5bU4kzNa60rKDfi0AQZ1aXnCvYbt6fRiCcR9ZYWSYFf+RgPus8TDHR&#10;9sIrOq99LkIIuwQVFN7XiZQuK8ig69maOHBH2xj0ATa51A1eQrip5CCKYmmw5NBQYE1vBWXf61+j&#10;YJeO4nG6+Hw5fS0P+Gz0z16XsVKP3fZ1AsJT6+/im/tDh/nDaDiG6zvhBj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sBc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1x8YA&#10;AADeAAAADwAAAGRycy9kb3ducmV2LnhtbESPQWvCQBCF7wX/wzJCb3WjtkGiq9hKVTypLXgdstMk&#10;NDsbsluN/nrnUPA2w7x5732zRedqdaY2VJ4NDAcJKOLc24oLA99fny8TUCEiW6w9k4ErBVjMe08z&#10;zKy/8IHOx1goMeGQoYEyxibTOuQlOQwD3xDL7ce3DqOsbaFtixcxd7UeJUmqHVYsCSU29FFS/nv8&#10;cwZu6Qn3YTN6X41tpOvrZO13+7Uxz/1uOQUVqYsP8f/31kr9tyQVAMGRGf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T1x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58sEA&#10;AADeAAAADwAAAGRycy9kb3ducmV2LnhtbERPzYrCMBC+L/gOYQRva6qoaDXKsih4U6sPMDRjWmwm&#10;tYlafXojLOxtPr7fWaxaW4k7Nb50rGDQT0AQ506XbBScjpvvKQgfkDVWjknBkzyslp2vBabaPfhA&#10;9ywYEUPYp6igCKFOpfR5QRZ939XEkTu7xmKIsDFSN/iI4baSwySZSIslx4YCa/otKL9kN6vg6oZj&#10;3WZr3F3Ws31pzOj6OoyU6nXbnzmIQG34F/+5tzrOHyeTAXzeiT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xOfLBAAAA3g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/BbsMA&#10;AADeAAAADwAAAGRycy9kb3ducmV2LnhtbERPyW7CMBC9I/UfrKnUGzgFEULAoBapEleWA8fBHpLQ&#10;eJzGLgS+vq6ExG2e3jrzZWdrcaHWV44VvA8SEMTamYoLBfvdVz8D4QOywdoxKbiRh+XipTfH3Lgr&#10;b+iyDYWIIexzVFCG0ORSel2SRT9wDXHkTq61GCJsC2lavMZwW8thkqTSYsWxocSGViXp7+2vVbCu&#10;jjRO9Wlqs0+9Odx/wmhyNkq9vXYfMxCBuvAUP9xrE+ePk3QI/+/EG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/Bb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dIsYA&#10;AADeAAAADwAAAGRycy9kb3ducmV2LnhtbERPXWsCMRB8L/Q/hBX6VhMtSj2NUguFFqvgB/q6XNbL&#10;0cvmuKTn+e+NUOjb7M7OzM5s0blKtNSE0rOGQV+BIM69KbnQcNh/PL+CCBHZYOWZNFwpwGL++DDD&#10;zPgLb6ndxUIkEw4ZarAx1pmUIbfkMPR9TZy4s28cxjQ2hTQNXpK5q+RQqbF0WHJKsFjTu6X8Z/fr&#10;NLS4uaqTXa4nX+V3PtwsjyuT9vqp171NQUTq4v/xn/rTpPdHavwC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KdI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azMMA&#10;AADeAAAADwAAAGRycy9kb3ducmV2LnhtbERPTUvDQBC9C/0PyxS82U2DFondllKoeNToweOYnWZT&#10;szNhd9tEf70rCN7m8T5nvZ18ry4UYidsYLkoQBE3YjtuDby9Hm7uQcWEbLEXJgNfFGG7mV2tsbIy&#10;8gtd6tSqHMKxQgMupaHSOjaOPMaFDMSZO0rwmDIMrbYBxxzue10WxUp77Dg3OBxo76j5rM/ewPjY&#10;fJzK47t132GQQ/0sp7IXY67n0+4BVKIp/Yv/3E82z78rV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baz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JvQMUA&#10;AADeAAAADwAAAGRycy9kb3ducmV2LnhtbERP22rCQBB9L/Qflin4VjcVtJK6hniDIi2ibd/H7Jik&#10;7s6G7Fbj37tCwbc5nOtMss4acaLW144VvPQTEMSF0zWXCr6/Vs9jED4gazSOScGFPGTTx4cJptqd&#10;eUunXShFDGGfooIqhCaV0hcVWfR91xBH7uBaiyHCtpS6xXMMt0YOkmQkLdYcGypsaF5Rcdz9WQWr&#10;zcL8Dj63+Y8M8+Xr3ozXs8WHUr2nLn8DEagLd/G/+13H+cNkNITbO/EG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m9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so8QA&#10;AADeAAAADwAAAGRycy9kb3ducmV2LnhtbERPTYvCMBC9L/gfwgheRFMVi3SNIoKooLCrC3sdm9m2&#10;2ExKE2v990YQ9jaP9znzZWtK0VDtCssKRsMIBHFqdcGZgp/zZjAD4TyyxtIyKXiQg+Wi8zHHRNs7&#10;f1Nz8pkIIewSVJB7XyVSujQng25oK+LA/dnaoA+wzqSu8R7CTSnHURRLgwWHhhwrWueUXk83o6D5&#10;OlyyXeOq/XXWd9PJZbs96l+let129QnCU+v/xW/3Tof50yiO4fVOu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GLK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3JcUA&#10;AADeAAAADwAAAGRycy9kb3ducmV2LnhtbERPTWsCMRC9F/wPYYTealJRa7dGqUKhF0FtD/U2bqa7&#10;i5vJNkl19dcbQfA2j/c5k1lra3EgHyrHGp57CgRx7kzFhYbvr4+nMYgQkQ3WjknDiQLMpp2HCWbG&#10;HXlNh00sRArhkKGGMsYmkzLkJVkMPdcQJ+7XeYsxQV9I4/GYwm0t+0qNpMWKU0OJDS1Kyvebf6th&#10;/jqe/60GvDyvd1va/uz2w75XWj922/c3EJHaeBff3J8mzR+q0Qtc30k3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vclxQAAAN4AAAAPAAAAAAAAAAAAAAAAAJgCAABkcnMv&#10;ZG93bnJldi54bWxQSwUGAAAAAAQABAD1AAAAigMAAAAA&#10;" fillcolor="black" stroked="f"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tV8gA&#10;AADeAAAADwAAAGRycy9kb3ducmV2LnhtbESPQWvCQBCF74X+h2UKvdVNBYOkrqJthYL2oO3B45gd&#10;kyXZ2ZBdNfbXdw6F3mZ4b977ZrYYfKsu1EcX2MDzKANFXAbruDLw/bV+moKKCdliG5gM3CjCYn5/&#10;N8PChivv6LJPlZIQjgUaqFPqCq1jWZPHOAodsWin0HtMsvaVtj1eJdy3epxlufboWBpq7Oi1prLZ&#10;n72BwyZ3052j8XH7s3q320mz+nxrjHl8GJYvoBIN6d/8d/1hBX+S5cIr78gMe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Om1X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l/sQA&#10;AADeAAAADwAAAGRycy9kb3ducmV2LnhtbERPTUsDMRC9C/6HMII3m1hoqWvTpSilXjxYFa/DZrrZ&#10;7mayJul2219vBMHbPN7nLMvRdWKgEBvPGu4nCgRx5U3DtYaP983dAkRMyAY7z6ThTBHK1fXVEgvj&#10;T/xGwy7VIodwLFCDTakvpIyVJYdx4nvizO19cJgyDLU0AU853HVyqtRcOmw4N1js6clS1e6OTkNY&#10;fz23Fz5+turyeo7bw/i9QKv17c24fgSRaEz/4j/3i8nzZ2r+AL/v5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kpf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s9cYA&#10;AADeAAAADwAAAGRycy9kb3ducmV2LnhtbESP3UoDQQyF7wXfYYjgjdgZC1rddlpEEASL0J8HiDvp&#10;7uJMZtmJ7danNxeCdwk5Oed8i9WYojnSULrMHu4mDgxxnUPHjYf97vX2EUwR5IAxM3k4U4HV8vJi&#10;gVXIJ97QcSuNURMuFXpoRfrK2lK3lLBMck+st0MeEoquQ2PDgCc1T9FOnXuwCTvWhBZ7emmp/tp+&#10;Jw9x+hmf3mdlLee9XbufJJubj+D99dX4PAcjNMq/+O/7LWj9ezdTAMXRG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Ys9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INMQA&#10;AADeAAAADwAAAGRycy9kb3ducmV2LnhtbERPTWsCMRC9F/wPYQRvNaugLatRtCLsxYNbxeu4mW6W&#10;JpNlk+q2v94UCr3N433Oct07K27Uhcazgsk4A0Fced1wreD0vn9+BREiskbrmRR8U4D1avC0xFz7&#10;Ox/pVsZapBAOOSowMba5lKEy5DCMfUucuA/fOYwJdrXUHd5TuLNymmVz6bDh1GCwpTdD1Wf55RTs&#10;ytZOT4XZhsv5cL3a4mdPl51So2G/WYCI1Md/8Z+70Gn+LHuZwO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qyD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3kdcEA&#10;AADeAAAADwAAAGRycy9kb3ducmV2LnhtbERPS4vCMBC+C/sfwizsTZMVVqVrFFkUBE++DnsbkrGt&#10;NpPSRFv/vREEb/PxPWc671wlbtSE0rOG74ECQWy8LTnXcNiv+hMQISJbrDyThjsFmM8+elPMrG95&#10;S7ddzEUK4ZChhiLGOpMymIIchoGviRN38o3DmGCTS9tgm8JdJYdKjaTDklNDgTX9FWQuu6vTcF7J&#10;jTcKzfFwbNd2/L8cUaW0/vrsFr8gInXxLX651zbN/1HjITzfST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95HX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myicUA&#10;AADeAAAADwAAAGRycy9kb3ducmV2LnhtbERPS2sCMRC+C/0PYQq91WyVWlnNii0USosH1yIex83s&#10;g91MliTq+u9NoeBtPr7nLFeD6cSZnG8sK3gZJyCIC6sbrhT87j6f5yB8QNbYWSYFV/Kwyh5GS0y1&#10;vfCWznmoRAxhn6KCOoQ+ldIXNRn0Y9sTR660zmCI0FVSO7zEcNPJSZLMpMGGY0ONPX3UVLT5ySg4&#10;nH643Ey/1+497O2w8+3kOG+Venoc1gsQgYZwF/+7v3Sc/5q8TeHvnXiD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bKJ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3/j8UA&#10;AADeAAAADwAAAGRycy9kb3ducmV2LnhtbERPTWsCMRC9F/wPYYTealLRVlejaEHoRajWg97GzXR3&#10;cTNZk6hbf31TKPQ2j/c503lra3ElHyrHGp57CgRx7kzFhYbd5+ppBCJEZIO1Y9LwTQHms87DFDPj&#10;bryh6zYWIoVwyFBDGWOTSRnykiyGnmuIE/flvMWYoC+k8XhL4baWfaVepMWKU0OJDb2VlJ+2F6th&#10;OR4tzx8DXt83xwMd9sfTsO+V1o/ddjEBEamN/+I/97tJ84fqdQC/76Qb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f+PxQAAAN4AAAAPAAAAAAAAAAAAAAAAAJgCAABkcnMv&#10;ZG93bnJldi54bWxQSwUGAAAAAAQABAD1AAAAigMAAAAA&#10;" fillcolor="black" stroked="f"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dRvsQA&#10;AADeAAAADwAAAGRycy9kb3ducmV2LnhtbERPTUsDMRC9C/6HMII3m1VpK2vTshRE6WlbK16nm+lm&#10;6WayJDHd/nsjFLzN433OYjXaXiTyoXOs4HFSgCBunO64VbD/fHt4AREissbeMSm4UIDV8vZmgaV2&#10;Z95S2sVW5BAOJSowMQ6llKExZDFM3ECcuaPzFmOGvpXa4zmH214+FcVMWuw4NxgcaG2oOe1+rIJ0&#10;WNfVc/pOZrvxVetd/f51qJW6vxurVxCRxvgvvro/dJ4/LeZT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XUb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mLwMUA&#10;AADeAAAADwAAAGRycy9kb3ducmV2LnhtbERPTWvCQBC9C/0PyxS86caCsU1dpYgW9dI2LbTHITvN&#10;hmZnQ3Ybo7/eFQRv83ifM1/2thYdtb5yrGAyTkAQF05XXCr4+tyMHkH4gKyxdkwKjuRhubgbzDHT&#10;7sAf1OWhFDGEfYYKTAhNJqUvDFn0Y9cQR+7XtRZDhG0pdYuHGG5r+ZAkqbRYcWww2NDKUPGX/1sF&#10;frJaf+/t6an7eTX8lu9M+l4apYb3/csziEB9uImv7q2O86fJLI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6Yv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3A6B" w:rsidRDefault="00FF3A6B" w:rsidP="00FF3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F3A6B" w:rsidRDefault="00FF3A6B" w:rsidP="00FF3A6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F3A6B" w:rsidRDefault="00FF3A6B" w:rsidP="00FF3A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F3A6B" w:rsidRDefault="00FF3A6B" w:rsidP="00FF3A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FF3A6B" w:rsidRDefault="00FF3A6B" w:rsidP="00FF3A6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F3A6B" w:rsidRDefault="00FF3A6B" w:rsidP="00FF3A6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Рижук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М.М</w:t>
      </w: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Рижука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F3A6B" w:rsidRDefault="00FF3A6B" w:rsidP="00FF3A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01D31" w:rsidRPr="00001D31">
        <w:rPr>
          <w:rFonts w:ascii="Times New Roman" w:eastAsia="Calibri" w:hAnsi="Times New Roman" w:cs="Times New Roman"/>
          <w:sz w:val="24"/>
          <w:lang w:eastAsia="en-US"/>
        </w:rPr>
        <w:t>_</w:t>
      </w:r>
      <w:r w:rsidR="00001D31">
        <w:rPr>
          <w:rFonts w:ascii="Times New Roman" w:eastAsia="Calibri" w:hAnsi="Times New Roman" w:cs="Times New Roman"/>
          <w:sz w:val="24"/>
          <w:lang w:val="ru-RU" w:eastAsia="en-US"/>
        </w:rPr>
        <w:t>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F3A6B" w:rsidRDefault="00FF3A6B" w:rsidP="00FF3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F3A6B" w:rsidRDefault="00FF3A6B" w:rsidP="00FF3A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F3A6B" w:rsidRDefault="00FF3A6B" w:rsidP="00FF3A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F3A6B" w:rsidRDefault="00FF3A6B" w:rsidP="00FF3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F3A6B" w:rsidRDefault="00FF3A6B" w:rsidP="00FF3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F3A6B" w:rsidRPr="00FF3A6B" w:rsidRDefault="00FF3A6B" w:rsidP="00FF3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FF3A6B" w:rsidRDefault="00FF3A6B" w:rsidP="00FF3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F4FD2" w:rsidRPr="00FF3A6B" w:rsidRDefault="00FF3A6B" w:rsidP="00FF3A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FF4FD2" w:rsidRPr="00FF3A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6B"/>
    <w:rsid w:val="00001D31"/>
    <w:rsid w:val="00FF3A6B"/>
    <w:rsid w:val="00FF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2021-07-19T05:56:00Z</dcterms:created>
  <dcterms:modified xsi:type="dcterms:W3CDTF">2021-07-19T06:31:00Z</dcterms:modified>
</cp:coreProperties>
</file>