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4E0" w:rsidRPr="00C623C0" w:rsidRDefault="001204E0" w:rsidP="001204E0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1204E0" w:rsidRPr="00C623C0" w:rsidRDefault="001204E0" w:rsidP="001204E0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1204E0" w:rsidRPr="00C623C0" w:rsidRDefault="00544A7A" w:rsidP="001204E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544A7A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942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LvHcMA&#10;AADdAAAADwAAAGRycy9kb3ducmV2LnhtbERPz2vCMBS+D/Y/hDfYbaa2UEc1yliZDDytOvH4aJ5t&#10;WfNSkth2//1yEHb8+H5vdrPpxUjOd5YVLBcJCOLa6o4bBafjx8srCB+QNfaWScEvedhtHx82WGg7&#10;8ReNVWhEDGFfoII2hKGQ0tctGfQLOxBH7mqdwRCha6R2OMVw08s0SXJpsOPY0OJA7y3VP9XNKDiM&#10;aX6+7EtzzJp05ersu0y7Xqnnp/ltDSLQHP7Fd/enVrDKl3FufBOf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LLvHcMAAADd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odtcUA&#10;AADdAAAADwAAAGRycy9kb3ducmV2LnhtbESPT4vCMBTE74LfITzBi2haD/7pGkUEQV0QrMJeH83b&#10;tm7zUpqo9dtvBMHjMDO/YRar1lTiTo0rLSuIRxEI4szqknMFl/N2OAPhPLLGyjIpeJKD1bLbWWCi&#10;7YNPdE99LgKEXYIKCu/rREqXFWTQjWxNHLxf2xj0QTa51A0+AtxUchxFE2mw5LBQYE2bgrK/9GYU&#10;yHO69/tpaQbx4efYxva6+c6uSvV77foLhKfWf8Lv9k4rmE7iObzeh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Wh21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FU3cUA&#10;AADdAAAADwAAAGRycy9kb3ducmV2LnhtbERPy2oCMRTdC/2HcAtuimYqrY+pUaqgiIuCr/3t5HZm&#10;6uRmTKKOfn2zKLg8nPd42phKXMj50rKC124CgjizuuRcwX636AxB+ICssbJMCm7kYTp5ao0x1fbK&#10;G7psQy5iCPsUFRQh1KmUPivIoO/amjhyP9YZDBG6XGqH1xhuKtlLkr40WHJsKLCmeUHZcXs2ChYr&#10;Oo4O9Wn5dnfv+fD3+2s9270o1X5uPj9ABGrCQ/zvXmkFg34v7o9v4hOQk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AVTd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yWacQA&#10;AADdAAAADwAAAGRycy9kb3ducmV2LnhtbESPT4vCMBTE78J+h/AWvGlaQS3VKMsuiuDJP+j12Tzb&#10;avNSmqyt394sLHgcZuY3zHzZmUo8qHGlZQXxMAJBnFldcq7geFgNEhDOI2usLJOCJzlYLj56c0y1&#10;bXlHj73PRYCwS1FB4X2dSumyggy6oa2Jg3e1jUEfZJNL3WAb4KaSoyiaSIMlh4UCa/ouKLvvf42C&#10;aDuuLtcTd8n5Z53db+2K2zJWqv/Zfc1AeOr8O/zf3mgF08kohr834QnIx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clmn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9vMcgA&#10;AADdAAAADwAAAGRycy9kb3ducmV2LnhtbESPS2vDMBCE74X8B7GBXkoi1+TpRgltISH0UGge9421&#10;td1YK1dSEqe/PioUehxm5htmtmhNLc7kfGVZwWM/AUGcW11xoWC3XfYmIHxA1lhbJgVX8rCYd+5m&#10;mGl74Q86b0IhIoR9hgrKEJpMSp+XZND3bUMcvU/rDIYoXSG1w0uEm1qmSTKSBiuOCyU29FpSftyc&#10;jILlmo7TffO9Gvy4YTH5Ory/vWwflLrvts9PIAK14T/8115rBeNRmsLvm/gE5Pw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n28x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KthcQA&#10;AADdAAAADwAAAGRycy9kb3ducmV2LnhtbESPQYvCMBSE78L+h/AWvNlURVeqURZFETypy+712Tzb&#10;rs1LaaKt/94IgsdhZr5hZovWlOJGtSssK+hHMQji1OqCMwU/x3VvAsJ5ZI2lZVJwJweL+Udnhom2&#10;De/pdvCZCBB2CSrIva8SKV2ak0EX2Yo4eGdbG/RB1pnUNTYBbko5iOOxNFhwWMixomVO6eVwNQri&#10;3ag8nX+5nfytNunlv1lzU/SV6n6231MQnlr/Dr/aW63gazwYwvNNe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CrYX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6UecYA&#10;AADdAAAADwAAAGRycy9kb3ducmV2LnhtbESPQWvCQBSE74L/YXmCN900Fqupq0i00GtteujtmX0m&#10;Idm3IbvG2F/fLRQ8DjPzDbPZDaYRPXWusqzgaR6BIM6trrhQkH2+zVYgnEfW2FgmBXdysNuORxtM&#10;tL3xB/UnX4gAYZeggtL7NpHS5SUZdHPbEgfvYjuDPsiukLrDW4CbRsZRtJQGKw4LJbaUlpTXp6tR&#10;8HWo68Wao8XPd5+uXHrOsvhyVGo6GfavIDwN/hH+b79rBS/L+Bn+3oQn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6Uec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42T8gA&#10;AADdAAAADwAAAGRycy9kb3ducmV2LnhtbESPQWvCQBSE70L/w/IKvYjZKNWW6CpSWrBgD1qpentk&#10;n0lo9m2aXWP017sFweMwM98wk1lrStFQ7QrLCvpRDII4tbrgTMHm+6P3CsJ5ZI2lZVJwJgez6UNn&#10;gom2J15Rs/aZCBB2CSrIva8SKV2ak0EX2Yo4eAdbG/RB1pnUNZ4C3JRyEMcjabDgsJBjRW85pb/r&#10;o1HwTM1uvrzsv352f+/eHrrbT9ffKvX02M7HIDy1/h6+tRdawctoMIT/N+EJyO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7jZP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CvlcYA&#10;AADdAAAADwAAAGRycy9kb3ducmV2LnhtbESPQWvCQBSE7wX/w/KE3uqmEVJNXUViC1616aG3Z/aZ&#10;hGTfhuw2Rn+9KxR6HGbmG2a1GU0rBupdbVnB6ywCQVxYXXOpIP/6fFmAcB5ZY2uZFFzJwWY9eVph&#10;qu2FDzQcfSkChF2KCirvu1RKV1Rk0M1sRxy8s+0N+iD7UuoeLwFuWhlHUSIN1hwWKuwoq6hojr9G&#10;wfeuaeZLjua3nyFbuOyU5/H5Q6nn6bh9B+Fp9P/hv/ZeK3hL4gQeb8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Cvlc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ANo8gA&#10;AADdAAAADwAAAGRycy9kb3ducmV2LnhtbESPT2vCQBTE70K/w/IKXopuFFGJriJFQcEeasU/t0f2&#10;mYRm38bsGtN+erdQ8DjMzG+Y6bwxhaipcrllBb1uBII4sTrnVMH+a9UZg3AeWWNhmRT8kIP57KU1&#10;xVjbO39SvfOpCBB2MSrIvC9jKV2SkUHXtSVx8C62MuiDrFKpK7wHuClkP4qG0mDOYSHDkt4zSr53&#10;N6NgQPVpsf09fxxO16W3l7fjxvWOSrVfm8UEhKfGP8P/7bVWMBr2R/D3JjwBO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cA2j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XmZ8UA&#10;AADdAAAADwAAAGRycy9kb3ducmV2LnhtbERPXWvCMBR9H/gfwhX2NtM5UalGGQ63gTCwE329NNem&#10;s7mpTbSdv948DPZ4ON/zZWcrcaXGl44VPA8SEMS50yUXCnbf66cpCB+QNVaOScEveVgueg9zTLVr&#10;eUvXLBQihrBPUYEJoU6l9Lkhi37gauLIHV1jMUTYFFI32MZwW8lhkoylxZJjg8GaVobyU3axCg6j&#10;ly9nPjJ3ad/eb6ftefKzX22Ueux3rzMQgbrwL/5zf2oFk/Ewzo1v4hO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JeZn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tgYcYA&#10;AADdAAAADwAAAGRycy9kb3ducmV2LnhtbESPzW7CMBCE75X6DtZW6g2cUpVCGgcBAoToiZ/eV/GS&#10;RI3XITbBffu6ElKPo5n5RpPNgmlET52rLSt4GSYgiAuray4VnI7rwQSE88gaG8uk4IcczPLHhwxT&#10;bW+8p/7gSxEh7FJUUHnfplK6oiKDbmhb4uidbWfQR9mVUnd4i3DTyFGSjKXBmuNChS0tKyq+D1ej&#10;4HX3dtnoRbnqm8nGfW7P61CHL6Wen8L8A4Sn4P/D9/ZWK3gfj6bw9yY+AZ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tgYcYAAADd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7lfcIA&#10;AADdAAAADwAAAGRycy9kb3ducmV2LnhtbERPz2uDMBS+F/Y/hDforY2uoK1rlLJREMYOa3fY8WHe&#10;jGhexGTW/vfLYbDjx/f7WC12EDNNvnOsIN0mIIgbpztuFXxez5s9CB+QNQ6OScGdPFTlw+qIhXY3&#10;/qD5EloRQ9gXqMCEMBZS+saQRb91I3Hkvt1kMUQ4tVJPeIvhdpBPSZJJix3HBoMjvRhq+suPVfB1&#10;eD+ki3lN3ub8VIeGEfs5U2r9uJyeQQRawr/4z11rBXm2i/vjm/gEZ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zuV9wgAAAN0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32KR8gA&#10;AADdAAAADwAAAGRycy9kb3ducmV2LnhtbESPT2vCQBTE70K/w/IK3uomEaJGVykFxYuH2vrn+Mg+&#10;k7TZtzG7atpP3xUKHoeZ+Q0zW3SmFldqXWVZQTyIQBDnVldcKPj8WL6MQTiPrLG2TAp+yMFi/tSb&#10;Yabtjd/puvWFCBB2GSoovW8yKV1ekkE3sA1x8E62NeiDbAupW7wFuKllEkWpNFhxWCixobeS8u/t&#10;xSg4xJvfSTPsdsnRn9dfyeqcL/epUv3n7nUKwlPnH+H/9lorGKXDGO5vw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fYpH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tCRcQA&#10;AADdAAAADwAAAGRycy9kb3ducmV2LnhtbESPUWvCMBSF3wf7D+EOfJupOurojFImgmNP1v2AS3PX&#10;VpubkGS2/nsjCHs8nHO+w1ltRtOLC/nQWVYwm2YgiGurO24U/Bx3r+8gQkTW2FsmBVcKsFk/P62w&#10;0HbgA12q2IgE4VCggjZGV0gZ6pYMhql1xMn7td5gTNI3UnscEtz0cp5luTTYcVpo0dFnS/W5+jMK&#10;0Lvl1lVyOOSnb9yfvkp6s6VSk5ex/AARaYz/4Ud7rxUs88Uc7m/SE5D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rQkX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H22McA&#10;AADdAAAADwAAAGRycy9kb3ducmV2LnhtbESPQWvCQBSE7wX/w/IEb3VjAyrRVdQakDYXbT14e2Rf&#10;k9Ds25BdNfrruwXB4zAz3zDzZWdqcaHWVZYVjIYRCOLc6ooLBd9f6esUhPPIGmvLpOBGDpaL3ssc&#10;E22vvKfLwRciQNglqKD0vkmkdHlJBt3QNsTB+7GtQR9kW0jd4jXATS3fomgsDVYcFkpsaFNS/ns4&#10;GwVZmjXZJ2+np/fzOj7t7scJf6RKDfrdagbCU+ef4Ud7pxVMxnEM/2/C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B9tj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CL78cA&#10;AADdAAAADwAAAGRycy9kb3ducmV2LnhtbESPQWvCQBSE7wX/w/IEb3VjW1JNXaUIooVaqAp6fM0+&#10;k9Ds27i7xvTfu4VCj8PMfMNM552pRUvOV5YVjIYJCOLc6ooLBfvd8n4MwgdkjbVlUvBDHuaz3t0U&#10;M22v/EntNhQiQthnqKAMocmk9HlJBv3QNsTRO1lnMETpCqkdXiPc1PIhSVJpsOK4UGJDi5Ly7+3F&#10;KPg4p5f39nBcfblu2Zzrt8VGTyqlBv3u9QVEoC78h//aa63gOX18gt838QnI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gi+/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5AwMYA&#10;AADdAAAADwAAAGRycy9kb3ducmV2LnhtbESP0WrCQBRE3wv+w3KFvtWNLVGJriKFtCUUpKkfcMle&#10;s8Hs3ZDdaNqv7wpCH4eZOcNsdqNtxYV63zhWMJ8lIIgrpxuuFRy/86cVCB+QNbaOScEPedhtJw8b&#10;zLS78hddylCLCGGfoQITQpdJ6StDFv3MdcTRO7neYoiyr6Xu8RrhtpXPSbKQFhuOCwY7ejVUncvB&#10;KuBE5ofPqtXy7fe4LN5NWaRDqdTjdNyvQQQaw3/43v7QCpaLlxRub+ITkN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5AwM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dlz8cA&#10;AADdAAAADwAAAGRycy9kb3ducmV2LnhtbESPT2vCQBTE74V+h+UVvNWNtY0aXcU/FVpvRkG8PbLP&#10;JDT7NmRXjf30rlDocZiZ3zCTWWsqcaHGlZYV9LoRCOLM6pJzBfvd+nUIwnlkjZVlUnAjB7Pp89ME&#10;E22vvKVL6nMRIOwSVFB4XydSuqwgg65ra+LgnWxj0AfZ5FI3eA1wU8m3KIqlwZLDQoE1LQvKftKz&#10;UZCejke94M/37+GHW242/d/RYb1SqvPSzscgPLX+P/zX/tIKBnE/hseb8ATk9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XZc/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NJicQA&#10;AADdAAAADwAAAGRycy9kb3ducmV2LnhtbESPQYvCMBSE74L/IbwFb5quBV26piKi4MGDuv6AR/Ns&#10;2m1eahO1/nsjLOxxmJlvmMWyt424U+crxwo+JwkI4sLpiksF55/t+AuED8gaG8ek4EkelvlwsMBM&#10;uwcf6X4KpYgQ9hkqMCG0mZS+MGTRT1xLHL2L6yyGKLtS6g4fEW4bOU2SmbRYcVww2NLaUPF7ulkF&#10;0/OqXl8O6b6+pglvrOk3t6NRavTRr75BBOrDf/ivvdMK5rN0Du838QnI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zSYn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+DiMQA&#10;AADdAAAADwAAAGRycy9kb3ducmV2LnhtbERPyW7CMBC9I/UfrKnEDZyyN41BpRJSL0hsB7hN4mkS&#10;EY9T24W0X18fKvX49PZs1ZlG3Mj52rKCp2ECgriwuuZSwem4GSxA+ICssbFMCr7Jw2r50Msw1fbO&#10;e7odQiliCPsUFVQhtKmUvqjIoB/aljhyH9YZDBG6UmqH9xhuGjlKkpk0WHNsqLClt4qK6+HLKFg/&#10;L9afuwlvf/b5hS7n/DoduUSp/mP3+gIiUBf+xX/ud61gPhvHufFNfA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4fg4jEAAAA3QAAAA8AAAAAAAAAAAAAAAAAmAIAAGRycy9k&#10;b3ducmV2LnhtbFBLBQYAAAAABAAEAPUAAACJAwAAAAA=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G9kccA&#10;AADdAAAADwAAAGRycy9kb3ducmV2LnhtbESPT2vCQBTE74V+h+UVvJRmk1pSjVmlFAXbi/gPPD6y&#10;r0kw+zZk1xi/vVso9DjMzG+YfDGYRvTUudqygiSKQRAXVtdcKjjsVy8TEM4ja2wsk4IbOVjMHx9y&#10;zLS98pb6nS9FgLDLUEHlfZtJ6YqKDLrItsTB+7GdQR9kV0rd4TXATSNf4ziVBmsOCxW29FlRcd5d&#10;jIJvWfTPX2+UbMr+dF5uJkeTbhOlRk/DxwyEp8H/h//aa63gPR1P4fdNe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RvZH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QeGMMA&#10;AADdAAAADwAAAGRycy9kb3ducmV2LnhtbERP22rCQBB9L/gPyxR8q5tKvTS6ikiFFgri5QOG3WkS&#10;zM6G7GiiX999KPTxcO7Lde9rdaM2VoENvI4yUMQ2uIoLA+fT7mUOKgqywzowGbhThPVq8LTE3IWO&#10;D3Q7SqFSCMccDZQiTa51tCV5jKPQECfuJ7QeJcG20K7FLoX7Wo+zbKo9VpwaSmxoW5K9HK/ewPhq&#10;xfr3r8f3x1km+1PTZZP5xpjhc79ZgBLq5V/85/50BmbTt7Q/vUlPQK9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QeGMMAAADd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ZEJMcA&#10;AADdAAAADwAAAGRycy9kb3ducmV2LnhtbESPT2sCMRTE7wW/Q3hCbzWrLSqrUYrY0sK24p+Lt0fy&#10;3CzdvCybqNtvb4RCj8PM/IaZLztXiwu1ofKsYDjIQBBrbyouFRz2b09TECEiG6w9k4JfCrBc9B7m&#10;mBt/5S1ddrEUCcIhRwU2xiaXMmhLDsPAN8TJO/nWYUyyLaVp8ZrgrpajLBtLhxWnBYsNrSzpn93Z&#10;KdDvz8X6szhafR5tvsrqe1O47Umpx373OgMRqYv/4b/2h1EwGb8M4f4mPQG5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LWRCT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QMA8QA&#10;AADdAAAADwAAAGRycy9kb3ducmV2LnhtbESPT4vCMBTE78J+h/AWvGlqkbp0jSLCgl4E/7F7fDTP&#10;tti8lCbbVj+9EQSPw8z8hpkve1OJlhpXWlYwGUcgiDOrS84VnI4/oy8QziNrrCyTghs5WC4+BnNM&#10;te14T+3B5yJA2KWooPC+TqV0WUEG3djWxMG72MagD7LJpW6wC3BTyTiKEmmw5LBQYE3rgrLr4d8o&#10;qM39fPrb7tpo8oux7tbcXRNWavjZr75BeOr9O/xqb7SCWTKN4fkmP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UDAP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BjlsYA&#10;AADdAAAADwAAAGRycy9kb3ducmV2LnhtbESPT4vCMBTE7wt+h/AEb2vqH3S3GkUExZOgFbp7ezTP&#10;tti8lCZqdz+9EQSPw8z8hpkvW1OJGzWutKxg0I9AEGdWl5wrOCWbzy8QziNrrCyTgj9ysFx0PuYY&#10;a3vnA92OPhcBwi5GBYX3dSylywoy6Pq2Jg7e2TYGfZBNLnWD9wA3lRxG0UQaLDksFFjTuqDscrwa&#10;BeOf71WS0u//Jd3aVO6Svd1vrkr1uu1qBsJT69/hV3unFUwn4xE834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Bjls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6/NccA&#10;AADdAAAADwAAAGRycy9kb3ducmV2LnhtbESPW2vCQBSE3wv9D8sRfKsbL6QSXaW0CJVCwQv4esye&#10;JmmyZ+PuqvHfu0Khj8PMfMPMl51pxIWcrywrGA4SEMS51RUXCva71csUhA/IGhvLpOBGHpaL56c5&#10;ZtpeeUOXbShEhLDPUEEZQptJ6fOSDPqBbYmj92OdwRClK6R2eI1w08hRkqTSYMVxocSW3kvK6+3Z&#10;KDiNP+pvdzz8Hr/W01ta56eRXKdK9Xvd2wxEoC78h//an1rBazqZwONNfAJyc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+vzX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hfa8cA&#10;AADdAAAADwAAAGRycy9kb3ducmV2LnhtbESPzWsCMRTE70L/h/AEb5pV/FyNUguFXgr146C35+a5&#10;u7h52SZRt/3rG6HgcZiZ3zCLVWMqcSPnS8sK+r0EBHFmdcm5gv3uvTsF4QOyxsoyKfghD6vlS2uB&#10;qbZ33tBtG3IRIexTVFCEUKdS+qwgg75na+Lona0zGKJ0udQO7xFuKjlIkrE0WHJcKLCmt4Kyy/Zq&#10;FKxn0/X315A/fzenIx0Pp8to4BKlOu3mdQ4iUBOe4f/2h1YwGQ9H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YX2vHAAAA3QAAAA8AAAAAAAAAAAAAAAAAmAIAAGRy&#10;cy9kb3ducmV2LnhtbFBLBQYAAAAABAAEAPUAAACMAwAAAAA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UnL8YA&#10;AADdAAAADwAAAGRycy9kb3ducmV2LnhtbESPUWvCMBSF3wf7D+EKexmaTkan1ShjbLCxQpn6A67N&#10;tS0mNyXJtP57Mxj4eDjnfIezXA/WiBP50DlW8DTJQBDXTnfcKNhtP8YzECEiazSOScGFAqxX93dL&#10;LLQ78w+dNrERCcKhQAVtjH0hZahbshgmridO3sF5izFJ30jt8Zzg1shpluXSYsdpocWe3lqqj5tf&#10;q+B9uvfVHr9NnW0bU35V5eO8KpV6GA2vCxCRhngL/7c/tYKX/DmHvzfpCc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UnL8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RVnscA&#10;AADdAAAADwAAAGRycy9kb3ducmV2LnhtbESPQWvCQBSE74X+h+UVvNVNtcQ2uooWAoJg1fbg8Zl9&#10;ZkOzb9Psqum/dwWhx2FmvmEms87W4kytrxwreOknIIgLpysuFXx/5c9vIHxA1lg7JgV/5GE2fXyY&#10;YKbdhbd03oVSRAj7DBWYEJpMSl8Ysuj7riGO3tG1FkOUbSl1i5cIt7UcJEkqLVYcFww29GGo+Nmd&#10;rAIrcX8o07xYz4erz9V7tdj85kap3lM3H4MI1IX/8L291ApG6esIbm/iE5D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EVZ7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1204E0" w:rsidRPr="00C623C0" w:rsidRDefault="001204E0" w:rsidP="001204E0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1204E0" w:rsidRPr="00C623C0" w:rsidRDefault="001204E0" w:rsidP="001204E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1204E0" w:rsidRPr="00C623C0" w:rsidRDefault="001204E0" w:rsidP="001204E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1204E0" w:rsidRPr="00C623C0" w:rsidRDefault="001204E0" w:rsidP="001204E0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1204E0" w:rsidRPr="00C623C0" w:rsidRDefault="001204E0" w:rsidP="001204E0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1204E0" w:rsidRPr="00C623C0" w:rsidRDefault="001204E0" w:rsidP="001204E0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1204E0" w:rsidRPr="00C623C0" w:rsidRDefault="001204E0" w:rsidP="001204E0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1204E0" w:rsidRPr="00C623C0" w:rsidRDefault="001204E0" w:rsidP="001204E0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1204E0" w:rsidRPr="00C623C0" w:rsidRDefault="001204E0" w:rsidP="001204E0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544A7A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97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1lm8YA&#10;AADdAAAADwAAAGRycy9kb3ducmV2LnhtbESPQWvCQBSE70L/w/KE3nRjLLFGVykVi9BTtRWPj+xr&#10;Epp9G3bXGP+9KxQ8DjPzDbNc96YRHTlfW1YwGScgiAuray4VfB+2o1cQPiBrbCyTgit5WK+eBkvM&#10;tb3wF3X7UIoIYZ+jgiqENpfSFxUZ9GPbEkfv1zqDIUpXSu3wEuGmkWmSZNJgzXGhwpbeKyr+9mej&#10;4LNLs+PpY2MO0zKduWL6s0nrRqnnYf+2ABGoD4/wf3unFcyylznc38Qn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1lm8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oN6MMA&#10;AADdAAAADwAAAGRycy9kb3ducmV2LnhtbERPTWvCQBC9F/wPywi9FN2k0ESiq4ggqIVCk4LXITsm&#10;0exsyK4x/vvuodDj432vNqNpxUC9aywriOcRCOLS6oYrBT/FfrYA4TyyxtYyKXiSg8168rLCTNsH&#10;f9OQ+0qEEHYZKqi97zIpXVmTQTe3HXHgLrY36APsK6l7fIRw08r3KEqkwYZDQ40d7Woqb/ndKJBF&#10;fvTHtDFv8en8Ncb2uvssr0q9TsftEoSn0f+L/9wHrSBNPsL+8CY8Abn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oN6MMAAADd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uCO8gA&#10;AADdAAAADwAAAGRycy9kb3ducmV2LnhtbESPW2sCMRSE3wv9D+EUfCmaVbxujVIFi/hQ8PZ+ujnd&#10;3bo52SZRt/56Uyj0cZiZb5jpvDGVuJDzpWUF3U4CgjizuuRcwWG/ao9B+ICssbJMCn7Iw3z2+DDF&#10;VNsrb+myC7mIEPYpKihCqFMpfVaQQd+xNXH0Pq0zGKJ0udQOrxFuKtlLkqE0WHJcKLCmZUHZaXc2&#10;ClZrOk2O9fdb/+YG+fjr432z2D8r1XpqXl9ABGrCf/ivvdYKRsNBF37fxCcgZ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S4I7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h7Y8YA&#10;AADdAAAADwAAAGRycy9kb3ducmV2LnhtbESPQWvCQBSE70L/w/IKvelGIVGim1AUS6GnpkWvz+wz&#10;Sc2+Ddltkv77bqHgcZiZb5hdPplWDNS7xrKC5SICQVxa3XCl4PPjON+AcB5ZY2uZFPyQgzx7mO0w&#10;1XbkdxoKX4kAYZeigtr7LpXSlTUZdAvbEQfvanuDPsi+krrHMcBNK1dRlEiDDYeFGjva11Teim+j&#10;IHqL28v1xNPmfHgpb1/jkcdmqdTT4/S8BeFp8vfwf/tVK1gn8Qr+3o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h7Y8YAAADd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W518kA&#10;AADdAAAADwAAAGRycy9kb3ducmV2LnhtbESPW2sCMRSE3wv+h3CEvhTN2tZLV6PYgkV8KHh7P25O&#10;d1c3J9sk1a2/3hQKfRxm5htmMmtMJc7kfGlZQa+bgCDOrC45V7DbLjojED4ga6wsk4If8jCbtu4m&#10;mGp74TWdNyEXEcI+RQVFCHUqpc8KMui7tiaO3qd1BkOULpfa4SXCTSUfk2QgDZYcFwqs6a2g7LT5&#10;NgoWSzq97Ouv9+er6+ej4+Fj9bp9UOq+3czHIAI14T/8115qBcNB/wl+38QnIK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4dW518kAAADdAAAADwAAAAAAAAAAAAAAAACYAgAA&#10;ZHJzL2Rvd25yZXYueG1sUEsFBgAAAAAEAAQA9QAAAI4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1GjMQA&#10;AADdAAAADwAAAGRycy9kb3ducmV2LnhtbESPQYvCMBSE74L/IbwFbzZV1JVqFFEUYU/qsnt9Ns+2&#10;a/NSmmjrvzcLgsdhZr5h5svWlOJOtSssKxhEMQji1OqCMwXfp21/CsJ5ZI2lZVLwIAfLRbczx0Tb&#10;hg90P/pMBAi7BBXk3leJlC7NyaCLbEUcvIutDfog60zqGpsAN6UcxvFEGiw4LORY0Tqn9Hq8GQXx&#10;17g8X364nf5udun1r9lyUwyU6n20qxkIT61/h1/tvVbwORmP4P9NeAJy8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tRoz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RCn8YA&#10;AADdAAAADwAAAGRycy9kb3ducmV2LnhtbESPQWvCQBSE74L/YXkFb7qporWpq0iq4LWaHnp7zT6T&#10;kOzbkN3G6K93hYLHYWa+YVab3tSio9aVlhW8TiIQxJnVJecK0tN+vAThPLLG2jIpuJKDzXo4WGGs&#10;7YW/qDv6XAQIuxgVFN43sZQuK8igm9iGOHhn2xr0Qba51C1eAtzUchpFC2mw5LBQYENJQVl1/DMK&#10;vj+ravbO0ez20yVLl/ym6fS8U2r00m8/QHjq/TP83z5oBW+L+Rweb8ITkO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RCn8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rbRckA&#10;AADdAAAADwAAAGRycy9kb3ducmV2LnhtbESPT2vCQBTE74V+h+UVeim6sWiU1FVEWlCoh6r45/bI&#10;PpPQ7NuY3ca0n94tCB6HmfkNM562phQN1a6wrKDXjUAQp1YXnCnYbj46IxDOI2ssLZOCX3IwnTw+&#10;jDHR9sJf1Kx9JgKEXYIKcu+rREqX5mTQdW1FHLyTrQ36IOtM6hovAW5K+RpFsTRYcFjIsaJ5Tun3&#10;+sco6FNzmH3+HVe7w/nd29PLful6e6Wen9rZGwhPrb+Hb+2FVjCMBzH8vwlPQE6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zrbRc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p5c8YA&#10;AADdAAAADwAAAGRycy9kb3ducmV2LnhtbESPQWvCQBSE74L/YXmCN91UqdrUVSRa8KpND729Zp9J&#10;SPZtyK4x9td3BaHHYWa+Ydbb3tSio9aVlhW8TCMQxJnVJecK0s+PyQqE88gaa8uk4E4OtpvhYI2x&#10;tjc+UXf2uQgQdjEqKLxvYildVpBBN7UNcfAutjXog2xzqVu8Bbip5SyKFtJgyWGhwIaSgrLqfDUK&#10;vvZVNX/jaP773SUrl/yk6exyUGo86nfvIDz1/j/8bB+1guXidQmPN+EJy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p5c8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nqrMYA&#10;AADdAAAADwAAAGRycy9kb3ducmV2LnhtbERPy2rCQBTdF/oPwy24KXWitFaiExFpQaEutMXH7pK5&#10;eWDmTpqZxujXdxaCy8N5T2edqURLjSstKxj0IxDEqdUl5wp+vj9fxiCcR9ZYWSYFF3IwSx4fphhr&#10;e+YNtVufixDCLkYFhfd1LKVLCzLo+rYmDlxmG4M+wCaXusFzCDeVHEbRSBosOTQUWNOioPS0/TMK&#10;Xqk9zL+ux/Xu8Pvhbfa8X7nBXqneUzefgPDU+bv45l5qBe+jtzA3vAlPQCb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nqrM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8wgckA&#10;AADdAAAADwAAAGRycy9kb3ducmV2LnhtbESPUUsCQRSF34X+w3AD33S2Mq3VUcKwgkBwE3u97Fx3&#10;NnfubDuju/nrmyDw8XDO+Q5ntuhsJU7U+NKxgpthAoI4d7rkQsH2YzV4AOEDssbKMSn4IQ+L+VVv&#10;hql2LW/olIVCRAj7FBWYEOpUSp8bsuiHriaO3t41FkOUTSF1g22E20reJslYWiw5LhisaWkoP2RH&#10;q+BzdLd25jVzx/b55XzYfE++dst3pfrX3dMURKAuXML/7TetYDK+f4S/N/E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W8wgckAAADdAAAADwAAAAAAAAAAAAAAAACYAgAA&#10;ZHJzL2Rvd25yZXYueG1sUEsFBgAAAAAEAAQA9QAAAI4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twPMMA&#10;AADdAAAADwAAAGRycy9kb3ducmV2LnhtbERPz0/CMBS+k/g/NM+EG3RinGTQLUKEEDw59f6yPraF&#10;9XWsZdT/3h5MOH75fq+LYDox0uBaywqe5gkI4srqlmsF31+72RKE88gaO8uk4JccFPnDZI2Ztjf+&#10;pLH0tYgh7DJU0HjfZ1K6qiGDbm574sid7GDQRzjUUg94i+Gmk4skSaXBlmNDgz1tG6rO5dUoeD6+&#10;XPZ6U7+P3XLvPg6nXWjDj1LTx/C2AuEp+Lv4333QCl7TNO6Pb+ITkP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twPMMAAADd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Fv+8UA&#10;AADdAAAADwAAAGRycy9kb3ducmV2LnhtbESPwWrDMBBE74X8g9hAbo3sHuzGiRJCSsBQeqjbQ46L&#10;tbFMrJWxFNv5+6pQ6HGYmTfM7jDbTow0+NaxgnSdgCCunW65UfD9dX5+BeEDssbOMSl4kIfDfvG0&#10;w0K7iT9prEIjIoR9gQpMCH0hpa8NWfRr1xNH7+oGiyHKoZF6wCnCbSdfkiSTFluOCwZ7Ohmqb9Xd&#10;KrhsPjbpbN6S9zE/lqFmxNuYKbVazsctiEBz+A//tUutIM+yFH7fxCcg9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MW/7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w7LccA&#10;AADdAAAADwAAAGRycy9kb3ducmV2LnhtbESPQWvCQBSE70L/w/IK3uomEWJN3UgRFC8e1Lb2+Mi+&#10;Jmmzb2N21dhf3xUKHoeZ+YaZzXvTiDN1rrasIB5FIIgLq2suFbztl0/PIJxH1thYJgVXcjDPHwYz&#10;zLS98JbOO1+KAGGXoYLK+zaT0hUVGXQj2xIH78t2Bn2QXSl1h5cAN41MoiiVBmsOCxW2tKio+Nmd&#10;jIJDvPmdtuP+Pfn0x/V3sjoWy49UqeFj//oCwlPv7+H/9lormKRpArc34QnI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cOy3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TIw8MA&#10;AADdAAAADwAAAGRycy9kb3ducmV2LnhtbESPUWvCMBSF3wf+h3CFvc3UbVSpRimK4NiT3X7Apbm2&#10;1eYmJJmt/94MBns8nHO+w1lvR9OLG/nQWVYwn2UgiGurO24UfH8dXpYgQkTW2FsmBXcKsN1MntZY&#10;aDvwiW5VbESCcChQQRujK6QMdUsGw8w64uSdrTcYk/SN1B6HBDe9fM2yXBrsOC206GjXUn2tfowC&#10;9G6xd5UcTvnlE4+Xj5LebanU83QsVyAijfE//Nc+agWLPH+D3zfpCcjN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ZTIw8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tBsccA&#10;AADdAAAADwAAAGRycy9kb3ducmV2LnhtbESPQWvCQBSE7wX/w/IKvdVNrUSJrtLaBkRzqdWDt0f2&#10;mQSzb0N21eivd4VCj8PMfMNM552pxZlaV1lW8NaPQBDnVldcKNj+pq9jEM4ja6wtk4IrOZjPek9T&#10;TLS98A+dN74QAcIuQQWl900ipctLMuj6tiEO3sG2Bn2QbSF1i5cAN7UcRFEsDVYcFkpsaFFSftyc&#10;jIIszZpszd/j/dfp832/vO1GvEqVennuPiYgPHX+P/zXXmoFozgewuNNe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bQbH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8BaccA&#10;AADdAAAADwAAAGRycy9kb3ducmV2LnhtbESPQWvCQBSE74X+h+UVvOmmglFTVymCqFALVaE9vmZf&#10;k9Ds27i7xvTfu4LQ4zAz3zCzRWdq0ZLzlWUFz4MEBHFudcWFguNh1Z+A8AFZY22ZFPyRh8X88WGG&#10;mbYX/qB2HwoRIewzVFCG0GRS+rwkg35gG+Lo/VhnMETpCqkdXiLc1HKYJKk0WHFcKLGhZUn57/5s&#10;FLyf0vNb+/m1/nbdqjnV2+VOTyulek/d6wuIQF34D9/bG61gnKYjuL2JT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FfAWn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/xqsQA&#10;AADdAAAADwAAAGRycy9kb3ducmV2LnhtbESP0YrCMBRE3wX/IdyFfdN0ha3SNYoIuiKCWP2AS3O3&#10;KTY3pYna9euNIPg4zMwZZjrvbC2u1PrKsYKvYQKCuHC64lLB6bgaTED4gKyxdkwK/snDfNbvTTHT&#10;7sYHuuahFBHCPkMFJoQmk9IXhiz6oWuIo/fnWoshyraUusVbhNtajpIklRYrjgsGG1oaKs75xSrg&#10;RK72u6LWcn0/jbe/Jt9+X3KlPj+6xQ+IQF14h1/tjVYwTtMUnm/iE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f8ar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jvSccA&#10;AADdAAAADwAAAGRycy9kb3ducmV2LnhtbESPQWvCQBSE74X+h+UJ3pqNbY0aXaW1FdRb00Lx9sg+&#10;k9Ds25BdNfrru4LgcZiZb5jZojO1OFLrKssKBlEMgji3uuJCwc/36mkMwnlkjbVlUnAmB4v548MM&#10;U21P/EXHzBciQNilqKD0vkmldHlJBl1kG+Lg7W1r0AfZFlK3eApwU8vnOE6kwYrDQokNLUvK/7KD&#10;UZDtdzv9zp+vm/HQLbfbl8vkd/WhVL/XvU1BeOr8PXxrr7WCUZKM4PomPAE5/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2o70n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/y5sMA&#10;AADdAAAADwAAAGRycy9kb3ducmV2LnhtbERPzWrCQBC+F/oOyxR6q5tGiCXNKiIp9ODBpD7AkB2z&#10;SbOzaXbV9O3dg+Dx4/svNrMdxIUm3zlW8L5IQBA3TnfcKjj+fL19gPABWePgmBT8k4fN+vmpwFy7&#10;K1d0qUMrYgj7HBWYEMZcSt8YsugXbiSO3MlNFkOEUyv1hNcYbgeZJkkmLXYcGwyOtDPU/NZnqyA9&#10;bvvd6bDc93/LhEtr5vJcGaVeX+btJ4hAc3iI7+5vrWCVZXFufBOfgF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p/y5sMAAADd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AJDsgA&#10;AADdAAAADwAAAGRycy9kb3ducmV2LnhtbESPT2sCMRTE7wW/Q3iCt5pV7KqrUbRQ6KVQ/xz09tw8&#10;dxc3L9sk1a2f3hQKPQ4z8xtmvmxNLa7kfGVZwaCfgCDOra64ULDfvT1PQPiArLG2TAp+yMNy0Xma&#10;Y6btjTd03YZCRAj7DBWUITSZlD4vyaDv24Y4emfrDIYoXSG1w1uEm1oOkySVBiuOCyU29FpSftl+&#10;GwXr6WT99Tnij/vmdKTj4XR5GbpEqV63Xc1ABGrDf/iv/a4VjNN0Cr9v4hOQi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4AkOyAAAAN0AAAAPAAAAAAAAAAAAAAAAAJgCAABk&#10;cnMvZG93bnJldi54bWxQSwUGAAAAAAQABAD1AAAAjQMAAAAA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GtzMMA&#10;AADdAAAADwAAAGRycy9kb3ducmV2LnhtbERPz2vCMBS+C/sfwht4kZlWpErXVMaYoF5Et8GOj+at&#10;LTYvJYm1/vfmMNjx4/tdbEbTiYGcby0rSOcJCOLK6pZrBV+f25c1CB+QNXaWScGdPGzKp0mBubY3&#10;PtFwDrWIIexzVNCE0OdS+qohg35ue+LI/VpnMEToaqkd3mK46eQiSTJpsOXY0GBP7w1Vl/PVKDjI&#10;apjtl5Qe6+Hn8nFcf5vslCo1fR7fXkEEGsO/+M+90wpW2Sruj2/iE5D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GtzMMAAADdAAAADwAAAAAAAAAAAAAAAACYAgAAZHJzL2Rv&#10;d25yZXYueG1sUEsFBgAAAAAEAAQA9QAAAIg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RxPsYA&#10;AADdAAAADwAAAGRycy9kb3ducmV2LnhtbESP3WrCQBSE7wu+w3IE7+pGwb/oKiIKLRSKPw9w2D1N&#10;QrNnQ/Zo0j59t1Do5TAz3zCbXe9r9aA2VoENTMYZKGIbXMWFgdv19LwEFQXZYR2YDHxRhN128LTB&#10;3IWOz/S4SKEShGOOBkqRJtc62pI8xnFoiJP3EVqPkmRbaNdil+C+1tMsm2uPFaeFEhs6lGQ/L3dv&#10;YHq3Yv3q9fvteJPZ+7Xpstlyb8xo2O/XoIR6+Q//tV+cgcV8MYHfN+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RxPs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gQ7scA&#10;AADdAAAADwAAAGRycy9kb3ducmV2LnhtbESPT2sCMRTE74V+h/AKvdVsV9CyGkVKKxW2Ff9cvD2S&#10;52Zx87Jsoq7fvikUPA4z8xtmOu9dIy7UhdqzgtdBBoJYe1NzpWC/+3x5AxEissHGMym4UYD57PFh&#10;ioXxV97QZRsrkSAcClRgY2wLKYO25DAMfEucvKPvHMYku0qaDq8J7hqZZ9lIOqw5LVhs6d2SPm3P&#10;ToFeDsuPVXmw+pyvv6v6Z126zVGp56d+MQERqY/38H/7yygYj8Y5/L1JT0D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oEO7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RjJcUA&#10;AADdAAAADwAAAGRycy9kb3ducmV2LnhtbESPQWuDQBSE74X8h+UVeqtrEtBg3IQSCDSXQo2hPT7c&#10;F5W4b8Xdqu2v7xYKOQ4z8w2T72fTiZEG11pWsIxiEMSV1S3XCsrz8XkDwnlkjZ1lUvBNDva7xUOO&#10;mbYTv9NY+FoECLsMFTTe95mUrmrIoItsTxy8qx0M+iCHWuoBpwA3nVzFcSINthwWGuzp0FB1K76M&#10;gt78XMrP09sYLz9wpacDT7eElXp6nF+2IDzN/h7+b79qBWmSruHvTXgCcvc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tGMl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UxX8UA&#10;AADdAAAADwAAAGRycy9kb3ducmV2LnhtbESPT4vCMBTE74LfITxhb5oq4p+uUURw8SRohbq3R/Ns&#10;i81LaaJWP71ZWPA4zMxvmMWqNZW4U+NKywqGgwgEcWZ1ybmCU7Ltz0A4j6yxskwKnuRgtex2Fhhr&#10;++AD3Y8+FwHCLkYFhfd1LKXLCjLoBrYmDt7FNgZ9kE0udYOPADeVHEXRRBosOSwUWNOmoOx6vBkF&#10;4/N8naT0+7qmPzaVu2Rv99ubUl+9dv0NwlPrP+H/9k4rmE6mY/h7E56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JTFf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7QE8cA&#10;AADdAAAADwAAAGRycy9kb3ducmV2LnhtbESP3WrCQBSE7wt9h+UUelc3tTRKdBWxFJRCwR/w9pg9&#10;JmmyZ+PuqvHtXaHg5TAz3zDjaWcacSbnK8sK3nsJCOLc6ooLBdvN99sQhA/IGhvLpOBKHqaT56cx&#10;ZtpeeEXndShEhLDPUEEZQptJ6fOSDPqebYmjd7DOYIjSFVI7vES4aWQ/SVJpsOK4UGJL85Lyen0y&#10;Co4fX/Wv2+/+9j/L4TWt82NfLlOlXl+62QhEoC48wv/thVYwSAefcH8Tn4C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Je0BP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YLoccA&#10;AADdAAAADwAAAGRycy9kb3ducmV2LnhtbESPQWsCMRSE7wX/Q3hCbzWr6KqrUVQo9CJU20O9PTfP&#10;3cXNy5qkuvrrm0Khx2FmvmHmy9bU4krOV5YV9HsJCOLc6ooLBZ8fry8TED4ga6wtk4I7eVguOk9z&#10;zLS98Y6u+1CICGGfoYIyhCaT0uclGfQ92xBH72SdwRClK6R2eItwU8tBkqTSYMVxocSGNiXl5/23&#10;UbCeTtaX9yFvH7vjgQ5fx/No4BKlnrvtagYiUBv+w3/tN61gnI5T+H0Tn4Bc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mC6HHAAAA3QAAAA8AAAAAAAAAAAAAAAAAmAIAAGRy&#10;cy9kb3ducmV2LnhtbFBLBQYAAAAABAAEAPUAAACMAwAAAAA=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VICcYA&#10;AADdAAAADwAAAGRycy9kb3ducmV2LnhtbESPUWvCMBSF34X9h3AHexFN54Od1ShjbLBhoUz9Adfm&#10;2haTm5Jk2v17Mxj4eDjnfIez2gzWiAv50DlW8DzNQBDXTnfcKDjsPyYvIEJE1mgck4JfCrBZP4xW&#10;WGh35W+67GIjEoRDgQraGPtCylC3ZDFMXU+cvJPzFmOSvpHa4zXBrZGzLJtLix2nhRZ7emupPu9+&#10;rIL32dFXR9yaOts3pvyqyvGiKpV6ehxelyAiDfEe/m9/agX5PM/h7016AnJ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BVICc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cLUcQA&#10;AADdAAAADwAAAGRycy9kb3ducmV2LnhtbERPz2vCMBS+D/wfwhN201QHdatNRQeFgeA2t4PHZ/Ns&#10;is1L12Ra//vlIOz48f3OV4NtxYV63zhWMJsmIIgrpxuuFXx/lZNnED4ga2wdk4IbeVgVo4ccM+2u&#10;/EmXfahFDGGfoQITQpdJ6StDFv3UdcSRO7neYoiwr6Xu8RrDbSvnSZJKiw3HBoMdvRqqzvtfq8BK&#10;PBzrtKx266ft+/al2Xz8lEapx/GwXoIINIR/8d39phUs0kWcG9/EJy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3C1HEAAAA3Q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1204E0" w:rsidRPr="00C623C0" w:rsidRDefault="001204E0" w:rsidP="001204E0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1204E0" w:rsidRPr="00C623C0" w:rsidRDefault="001204E0" w:rsidP="001204E0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1204E0" w:rsidRPr="00C623C0" w:rsidRDefault="001204E0" w:rsidP="001204E0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1204E0" w:rsidRPr="00C623C0" w:rsidRDefault="001204E0" w:rsidP="001204E0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1204E0" w:rsidRPr="00C623C0" w:rsidRDefault="001204E0" w:rsidP="001204E0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1204E0" w:rsidRPr="00C623C0" w:rsidRDefault="001204E0" w:rsidP="001204E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1204E0" w:rsidRPr="00C623C0" w:rsidRDefault="001204E0" w:rsidP="001204E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1204E0" w:rsidRDefault="001204E0" w:rsidP="001204E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1204E0" w:rsidRPr="006A0E0F" w:rsidRDefault="001204E0" w:rsidP="001204E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Тимощук В.М.</w:t>
      </w:r>
    </w:p>
    <w:p w:rsidR="001204E0" w:rsidRPr="00C623C0" w:rsidRDefault="001204E0" w:rsidP="001204E0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1204E0" w:rsidRPr="00C623C0" w:rsidRDefault="001204E0" w:rsidP="001204E0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204E0" w:rsidRPr="00C623C0" w:rsidRDefault="001204E0" w:rsidP="001204E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Тимощук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В.М.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1204E0" w:rsidRPr="00C623C0" w:rsidRDefault="001204E0" w:rsidP="001204E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1204E0" w:rsidRPr="00C623C0" w:rsidRDefault="001204E0" w:rsidP="001204E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204E0" w:rsidRPr="00C623C0" w:rsidRDefault="001204E0" w:rsidP="001204E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proofErr w:type="gramStart"/>
      <w:r w:rsidRPr="005A4268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8415CF"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Тимощук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Валентині Михайлівні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а за адресою: </w:t>
      </w:r>
      <w:r w:rsidR="005749D7" w:rsidRPr="005749D7">
        <w:rPr>
          <w:rFonts w:ascii="Times New Roman" w:hAnsi="Times New Roman" w:cs="Times New Roman"/>
          <w:lang w:val="ru-RU"/>
        </w:rPr>
        <w:t>_________________</w:t>
      </w:r>
      <w:r>
        <w:rPr>
          <w:rFonts w:ascii="Times New Roman" w:hAnsi="Times New Roman" w:cs="Times New Roman"/>
        </w:rPr>
        <w:t>,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0,6000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за межами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населеного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пункту  села  Стригани  Крупецької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  <w:proofErr w:type="gramEnd"/>
    </w:p>
    <w:p w:rsidR="001204E0" w:rsidRPr="00C623C0" w:rsidRDefault="001204E0" w:rsidP="001204E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Тимощук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В.М.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1204E0" w:rsidRPr="00062C82" w:rsidRDefault="001204E0" w:rsidP="001204E0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204E0" w:rsidRPr="00062C82" w:rsidRDefault="001204E0" w:rsidP="001204E0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1204E0" w:rsidRPr="00C623C0" w:rsidRDefault="001204E0" w:rsidP="001204E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204E0" w:rsidRPr="00C623C0" w:rsidRDefault="001204E0" w:rsidP="001204E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204E0" w:rsidRPr="00C623C0" w:rsidRDefault="001204E0" w:rsidP="001204E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204E0" w:rsidRPr="00C623C0" w:rsidRDefault="001204E0" w:rsidP="001204E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204E0" w:rsidRPr="00C623C0" w:rsidRDefault="001204E0" w:rsidP="001204E0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1204E0" w:rsidRPr="00C623C0" w:rsidRDefault="001204E0" w:rsidP="001204E0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AC78E4" w:rsidRDefault="00AC78E4"/>
    <w:sectPr w:rsidR="00AC78E4" w:rsidSect="00AC78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1204E0"/>
    <w:rsid w:val="001204E0"/>
    <w:rsid w:val="00171A2E"/>
    <w:rsid w:val="00304C90"/>
    <w:rsid w:val="00505B6D"/>
    <w:rsid w:val="00544A7A"/>
    <w:rsid w:val="005749D7"/>
    <w:rsid w:val="006D3977"/>
    <w:rsid w:val="007D6C18"/>
    <w:rsid w:val="00AC78E4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4E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236</Words>
  <Characters>1346</Characters>
  <Application>Microsoft Office Word</Application>
  <DocSecurity>0</DocSecurity>
  <Lines>11</Lines>
  <Paragraphs>3</Paragraphs>
  <ScaleCrop>false</ScaleCrop>
  <Company>Microsoft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2020-02-13T11:49:00Z</dcterms:created>
  <dcterms:modified xsi:type="dcterms:W3CDTF">2020-02-13T12:53:00Z</dcterms:modified>
</cp:coreProperties>
</file>