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DCD" w:rsidRDefault="001E4C43" w:rsidP="00CD3DCD">
      <w:pPr>
        <w:jc w:val="both"/>
        <w:rPr>
          <w:rFonts w:ascii="Times New Roman" w:hAnsi="Times New Roman" w:cs="Times New Roman"/>
        </w:rPr>
      </w:pPr>
      <w:r w:rsidRPr="001E4C43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CD3DCD" w:rsidRDefault="00CD3DCD" w:rsidP="00CD3D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CD3DCD" w:rsidRDefault="00CD3DCD" w:rsidP="00CD3D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CD3DCD" w:rsidRDefault="00CD3DCD" w:rsidP="00CD3D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CD3DCD" w:rsidRDefault="00CD3DCD" w:rsidP="00CD3D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CD3DCD" w:rsidRDefault="00CD3DCD" w:rsidP="00CD3D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CD3DCD" w:rsidRDefault="00CD3DCD" w:rsidP="00CD3D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CD3DCD" w:rsidRDefault="00CD3DCD" w:rsidP="00CD3D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CD3DCD" w:rsidRDefault="00CD3DCD" w:rsidP="00CD3D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CD3DCD" w:rsidRDefault="00CD3DCD" w:rsidP="00CD3D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CD3DCD" w:rsidRDefault="00CD3DCD" w:rsidP="00CD3D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CD3DCD" w:rsidRDefault="00CD3DCD" w:rsidP="00CD3D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CD3DCD" w:rsidRDefault="00CD3DCD" w:rsidP="00CD3D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CD3DCD" w:rsidRDefault="00CD3DCD" w:rsidP="00CD3D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CD3DCD" w:rsidRDefault="00CD3DCD" w:rsidP="00CD3D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CD3DCD" w:rsidRDefault="00CD3DCD" w:rsidP="00CD3D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CD3DCD" w:rsidRDefault="00CD3DCD" w:rsidP="00CD3D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CD3DCD" w:rsidRDefault="00CD3DCD" w:rsidP="00CD3D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CD3DCD" w:rsidRDefault="00CD3DCD" w:rsidP="00CD3D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CD3DCD" w:rsidRDefault="00CD3DCD" w:rsidP="00CD3D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CD3DCD" w:rsidRDefault="00CD3DCD" w:rsidP="00CD3D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CD3DCD" w:rsidRDefault="00CD3DCD" w:rsidP="00CD3D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CD3DCD" w:rsidRDefault="00CD3DCD" w:rsidP="00CD3D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CD3DCD" w:rsidRDefault="00CD3DCD" w:rsidP="00CD3D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CD3DCD" w:rsidRDefault="00CD3DCD" w:rsidP="00CD3D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CD3DCD" w:rsidRDefault="00CD3DCD" w:rsidP="00CD3D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CD3DCD" w:rsidRDefault="00CD3DCD" w:rsidP="00CD3D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CD3DCD" w:rsidRDefault="00CD3DCD" w:rsidP="00CD3D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CD3DCD" w:rsidRDefault="00CD3DCD" w:rsidP="00CD3D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CD3DCD" w:rsidRDefault="00CD3DCD" w:rsidP="00CD3D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CD3DCD" w:rsidRDefault="00CD3DCD" w:rsidP="00CD3D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CD3DCD" w:rsidRDefault="00CD3DCD" w:rsidP="00CD3DC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D3DCD" w:rsidRDefault="00CD3DCD" w:rsidP="00CD3DCD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D3DCD" w:rsidRDefault="00CD3DCD" w:rsidP="00CD3DC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D3DCD" w:rsidRDefault="00CD3DCD" w:rsidP="00CD3DC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CD3DCD" w:rsidRDefault="00CD3DCD" w:rsidP="00CD3DCD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CD3DCD" w:rsidRDefault="00CD3DCD" w:rsidP="00CD3DC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CD3DCD" w:rsidRDefault="00CD3DCD" w:rsidP="00CD3DC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CD3DCD" w:rsidRDefault="00CD3DCD" w:rsidP="00CD3DC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D3DCD" w:rsidRDefault="00CD3DCD" w:rsidP="00CD3DC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CD3DCD" w:rsidRDefault="00CD3DCD" w:rsidP="00CD3DC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D3DCD" w:rsidRDefault="00CD3DCD" w:rsidP="00CD3DC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CD3DCD" w:rsidRDefault="00CD3DCD" w:rsidP="00CD3DC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D3DCD" w:rsidRDefault="00CD3DCD" w:rsidP="00CD3DC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D3DCD" w:rsidRPr="00841667" w:rsidRDefault="00CD3DCD" w:rsidP="00CD3DC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16.12.2019 року                                            Крупець                                                 №72</w:t>
      </w:r>
    </w:p>
    <w:p w:rsidR="00CD3DCD" w:rsidRDefault="00CD3DCD" w:rsidP="00CD3DCD">
      <w:pPr>
        <w:rPr>
          <w:rFonts w:ascii="Times New Roman" w:eastAsiaTheme="minorHAnsi" w:hAnsi="Times New Roman" w:cs="Times New Roman"/>
          <w:b/>
          <w:lang w:val="ru-RU" w:eastAsia="en-US"/>
        </w:rPr>
      </w:pPr>
    </w:p>
    <w:p w:rsidR="00CD3DCD" w:rsidRPr="003C4F33" w:rsidRDefault="00CD3DCD" w:rsidP="00CD3DCD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3C4F33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3C4F33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наданнядозволу</w:t>
      </w:r>
      <w:proofErr w:type="spellEnd"/>
      <w:r w:rsidRPr="003C4F33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3C4F33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</w:p>
    <w:p w:rsidR="00CD3DCD" w:rsidRPr="003C4F33" w:rsidRDefault="00CD3DCD" w:rsidP="00CD3DCD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3C4F33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технічноїдокументаціїізземлеустрою</w:t>
      </w:r>
      <w:proofErr w:type="spellEnd"/>
    </w:p>
    <w:p w:rsidR="00CD3DCD" w:rsidRPr="003C4F33" w:rsidRDefault="00CD3DCD" w:rsidP="00CD3DCD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3C4F33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щодовстановлення</w:t>
      </w:r>
      <w:proofErr w:type="spellEnd"/>
      <w:r w:rsidRPr="003C4F33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(</w:t>
      </w:r>
      <w:proofErr w:type="spellStart"/>
      <w:r w:rsidRPr="003C4F33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відновлення</w:t>
      </w:r>
      <w:proofErr w:type="spellEnd"/>
      <w:r w:rsidRPr="003C4F33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) меж </w:t>
      </w:r>
    </w:p>
    <w:p w:rsidR="00CD3DCD" w:rsidRPr="003C4F33" w:rsidRDefault="00CD3DCD" w:rsidP="00CD3DCD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3C4F33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земельноїділянки</w:t>
      </w:r>
      <w:proofErr w:type="spellEnd"/>
      <w:r w:rsidRPr="003C4F33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в </w:t>
      </w:r>
      <w:proofErr w:type="spellStart"/>
      <w:r w:rsidRPr="003C4F33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натурі</w:t>
      </w:r>
      <w:proofErr w:type="spellEnd"/>
      <w:r w:rsidRPr="003C4F33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(на </w:t>
      </w:r>
      <w:proofErr w:type="spellStart"/>
      <w:proofErr w:type="gramStart"/>
      <w:r w:rsidRPr="003C4F33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м</w:t>
      </w:r>
      <w:proofErr w:type="gramEnd"/>
      <w:r w:rsidRPr="003C4F33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ісцевості</w:t>
      </w:r>
      <w:proofErr w:type="spellEnd"/>
      <w:r w:rsidRPr="003C4F33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)</w:t>
      </w:r>
    </w:p>
    <w:p w:rsidR="00CD3DCD" w:rsidRPr="003C4F33" w:rsidRDefault="00CD3DCD" w:rsidP="00CD3DCD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3C4F33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Войдило</w:t>
      </w:r>
      <w:proofErr w:type="spellEnd"/>
      <w:r w:rsidRPr="003C4F33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В.О.</w:t>
      </w:r>
    </w:p>
    <w:p w:rsidR="00CD3DCD" w:rsidRPr="003C4F33" w:rsidRDefault="00CD3DCD" w:rsidP="00CD3DCD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</w:p>
    <w:p w:rsidR="00CD3DCD" w:rsidRPr="003C4F33" w:rsidRDefault="00CD3DCD" w:rsidP="00CD3DCD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пункту 34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місцеве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 Земельного кодексу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заяву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eastAsia="en-US"/>
        </w:rPr>
        <w:t>Войдила</w:t>
      </w:r>
      <w:proofErr w:type="spellEnd"/>
      <w:r w:rsidRPr="003C4F3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В.О.</w:t>
      </w:r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рада</w:t>
      </w:r>
    </w:p>
    <w:p w:rsidR="00CD3DCD" w:rsidRPr="003C4F33" w:rsidRDefault="00CD3DCD" w:rsidP="00CD3DCD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CD3DCD" w:rsidRPr="003C4F33" w:rsidRDefault="00CD3DCD" w:rsidP="00CD3DCD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1.Надати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eastAsia="en-US"/>
        </w:rPr>
        <w:t>Войдилу</w:t>
      </w:r>
      <w:proofErr w:type="spellEnd"/>
      <w:r w:rsidRPr="003C4F3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Василю Олександровичу,</w:t>
      </w:r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як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eastAsia="en-US"/>
        </w:rPr>
        <w:t>ий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зареєстрований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за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адресою</w:t>
      </w:r>
      <w:proofErr w:type="spellEnd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: </w:t>
      </w:r>
      <w:r w:rsidR="009367E7" w:rsidRPr="009367E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________________</w:t>
      </w:r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дозвіл</w:t>
      </w:r>
      <w:proofErr w:type="spellEnd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розробку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технічної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документації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із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овстановлення</w:t>
      </w:r>
      <w:proofErr w:type="spellEnd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відновлення</w:t>
      </w:r>
      <w:proofErr w:type="spellEnd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меж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натурі</w:t>
      </w:r>
      <w:proofErr w:type="spellEnd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(на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місцевості</w:t>
      </w:r>
      <w:proofErr w:type="spellEnd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),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орієнтовною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площею</w:t>
      </w:r>
      <w:proofErr w:type="spellEnd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0,2500 га,  для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будівництва</w:t>
      </w:r>
      <w:proofErr w:type="spellEnd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обслуговування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житлового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будинку</w:t>
      </w:r>
      <w:proofErr w:type="spellEnd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господарських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будівель</w:t>
      </w:r>
      <w:proofErr w:type="spellEnd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</w:t>
      </w:r>
      <w:proofErr w:type="spellEnd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споруд</w:t>
      </w:r>
      <w:proofErr w:type="spellEnd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присадибна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),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земельнаділянкарозташована</w:t>
      </w:r>
      <w:proofErr w:type="spellEnd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с</w:t>
      </w:r>
      <w:proofErr w:type="gram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.К</w:t>
      </w:r>
      <w:proofErr w:type="gramEnd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омар</w:t>
      </w:r>
      <w:r w:rsidRPr="003C4F33">
        <w:rPr>
          <w:rFonts w:ascii="Times New Roman" w:eastAsiaTheme="minorHAnsi" w:hAnsi="Times New Roman" w:cs="Times New Roman"/>
          <w:sz w:val="24"/>
          <w:szCs w:val="24"/>
          <w:lang w:eastAsia="en-US"/>
        </w:rPr>
        <w:t>і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вка</w:t>
      </w:r>
      <w:proofErr w:type="spellEnd"/>
      <w:r w:rsidRPr="003C4F33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по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вул</w:t>
      </w:r>
      <w:proofErr w:type="spellEnd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. </w:t>
      </w:r>
      <w:r w:rsidRPr="003C4F33">
        <w:rPr>
          <w:rFonts w:ascii="Times New Roman" w:eastAsiaTheme="minorHAnsi" w:hAnsi="Times New Roman" w:cs="Times New Roman"/>
          <w:sz w:val="24"/>
          <w:szCs w:val="24"/>
          <w:lang w:eastAsia="en-US"/>
        </w:rPr>
        <w:t>Л.Українки, 45.</w:t>
      </w:r>
    </w:p>
    <w:p w:rsidR="00CD3DCD" w:rsidRPr="003C4F33" w:rsidRDefault="00CD3DCD" w:rsidP="00CD3DCD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2.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eastAsia="en-US"/>
        </w:rPr>
        <w:t>Войдилу</w:t>
      </w:r>
      <w:proofErr w:type="spellEnd"/>
      <w:r w:rsidRPr="003C4F3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В.О.,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технічну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документацію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із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встановлення</w:t>
      </w:r>
      <w:proofErr w:type="spellEnd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відновлення</w:t>
      </w:r>
      <w:proofErr w:type="spellEnd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меж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натурі</w:t>
      </w:r>
      <w:proofErr w:type="spellEnd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(на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місцевості</w:t>
      </w:r>
      <w:proofErr w:type="spellEnd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та подати на 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розгляд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сесії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ради</w:t>
      </w:r>
      <w:proofErr w:type="gramEnd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</w:p>
    <w:p w:rsidR="00CD3DCD" w:rsidRPr="003C4F33" w:rsidRDefault="00CD3DCD" w:rsidP="00CD3DCD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3.Контроль за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виконанням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цього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proofErr w:type="gram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</w:t>
      </w:r>
      <w:proofErr w:type="gramEnd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ішення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покласти</w:t>
      </w:r>
      <w:proofErr w:type="spellEnd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постійну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комісію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</w:t>
      </w:r>
      <w:proofErr w:type="spellEnd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питань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земельних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відносин</w:t>
      </w:r>
      <w:proofErr w:type="spellEnd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природокористування</w:t>
      </w:r>
      <w:proofErr w:type="spellEnd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планування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будівництва</w:t>
      </w:r>
      <w:proofErr w:type="spellEnd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архітектури</w:t>
      </w:r>
      <w:proofErr w:type="spellEnd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охоронипам’яток</w:t>
      </w:r>
      <w:proofErr w:type="spellEnd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історичного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середовища</w:t>
      </w:r>
      <w:proofErr w:type="spellEnd"/>
      <w:r w:rsidRPr="003C4F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благоустрою (Денисюк Т.В.)</w:t>
      </w:r>
    </w:p>
    <w:p w:rsidR="00CD3DCD" w:rsidRPr="00CD3DCD" w:rsidRDefault="00CD3DCD" w:rsidP="00CD3DCD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</w:p>
    <w:p w:rsidR="00E15D71" w:rsidRPr="00CD3DCD" w:rsidRDefault="00CD3DCD" w:rsidP="00CD3DCD">
      <w:pPr>
        <w:spacing w:after="0"/>
        <w:jc w:val="both"/>
        <w:rPr>
          <w:rFonts w:ascii="Times New Roman" w:eastAsiaTheme="minorHAnsi" w:hAnsi="Times New Roman" w:cs="Times New Roman"/>
          <w:lang w:val="en-US" w:eastAsia="en-US"/>
        </w:rPr>
      </w:pPr>
      <w:proofErr w:type="spellStart"/>
      <w:r w:rsidRPr="008F5204">
        <w:rPr>
          <w:rFonts w:ascii="Times New Roman" w:eastAsiaTheme="minorHAnsi" w:hAnsi="Times New Roman" w:cs="Times New Roman"/>
          <w:lang w:val="ru-RU" w:eastAsia="en-US"/>
        </w:rPr>
        <w:t>Сільський</w:t>
      </w:r>
      <w:proofErr w:type="spellEnd"/>
      <w:r w:rsidRPr="008F5204">
        <w:rPr>
          <w:rFonts w:ascii="Times New Roman" w:eastAsiaTheme="minorHAnsi" w:hAnsi="Times New Roman" w:cs="Times New Roman"/>
          <w:lang w:val="ru-RU" w:eastAsia="en-US"/>
        </w:rPr>
        <w:t xml:space="preserve">  голова                                                                                          </w:t>
      </w:r>
      <w:r>
        <w:rPr>
          <w:rFonts w:ascii="Times New Roman" w:eastAsiaTheme="minorHAnsi" w:hAnsi="Times New Roman" w:cs="Times New Roman"/>
          <w:lang w:val="ru-RU" w:eastAsia="en-US"/>
        </w:rPr>
        <w:t xml:space="preserve">            </w:t>
      </w:r>
      <w:r w:rsidRPr="008F5204">
        <w:rPr>
          <w:rFonts w:ascii="Times New Roman" w:eastAsiaTheme="minorHAnsi" w:hAnsi="Times New Roman" w:cs="Times New Roman"/>
          <w:lang w:val="ru-RU" w:eastAsia="en-US"/>
        </w:rPr>
        <w:t xml:space="preserve">  </w:t>
      </w:r>
      <w:proofErr w:type="spellStart"/>
      <w:r w:rsidRPr="008F5204">
        <w:rPr>
          <w:rFonts w:ascii="Times New Roman" w:eastAsiaTheme="minorHAnsi" w:hAnsi="Times New Roman" w:cs="Times New Roman"/>
          <w:lang w:val="ru-RU" w:eastAsia="en-US"/>
        </w:rPr>
        <w:t>В.А.Михалюк</w:t>
      </w:r>
      <w:proofErr w:type="spellEnd"/>
    </w:p>
    <w:sectPr w:rsidR="00E15D71" w:rsidRPr="00CD3DCD" w:rsidSect="00E15D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CD3DCD"/>
    <w:rsid w:val="001133CE"/>
    <w:rsid w:val="00171A2E"/>
    <w:rsid w:val="001E4C43"/>
    <w:rsid w:val="00304C90"/>
    <w:rsid w:val="00505B6D"/>
    <w:rsid w:val="006A474E"/>
    <w:rsid w:val="006D3977"/>
    <w:rsid w:val="007D6C18"/>
    <w:rsid w:val="009367E7"/>
    <w:rsid w:val="00CD3DCD"/>
    <w:rsid w:val="00D1641A"/>
    <w:rsid w:val="00E15D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DCD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251</Words>
  <Characters>1431</Characters>
  <Application>Microsoft Office Word</Application>
  <DocSecurity>0</DocSecurity>
  <Lines>11</Lines>
  <Paragraphs>3</Paragraphs>
  <ScaleCrop>false</ScaleCrop>
  <Company>Microsoft</Company>
  <LinksUpToDate>false</LinksUpToDate>
  <CharactersWithSpaces>1679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2019-12-17T14:07:00Z</dcterms:created>
  <dcterms:modified xsi:type="dcterms:W3CDTF">2019-12-18T06:59:00Z</dcterms:modified>
</cp:coreProperties>
</file>