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68D" w:rsidRDefault="00B5668D" w:rsidP="00B5668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5668D" w:rsidRDefault="00B5668D" w:rsidP="00B566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5668D" w:rsidRDefault="00B5668D" w:rsidP="00B566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5668D" w:rsidRDefault="00B5668D" w:rsidP="00B5668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5668D" w:rsidRDefault="00B5668D" w:rsidP="00B566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5668D" w:rsidRDefault="00B5668D" w:rsidP="00B566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5668D" w:rsidRDefault="00B5668D" w:rsidP="00B566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№58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B5668D" w:rsidRDefault="00B5668D" w:rsidP="00B5668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B5668D" w:rsidRDefault="00B5668D" w:rsidP="00B5668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B5668D" w:rsidRDefault="00B5668D" w:rsidP="00B5668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B5668D" w:rsidRDefault="00B5668D" w:rsidP="00B5668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B5668D" w:rsidRPr="00DE50C9" w:rsidRDefault="00B5668D" w:rsidP="00B5668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Бойко Л.В.</w:t>
      </w:r>
    </w:p>
    <w:p w:rsidR="00B5668D" w:rsidRDefault="00B5668D" w:rsidP="00B56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5668D" w:rsidRDefault="00B5668D" w:rsidP="00B56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Відповідно до пункту 34 частини 1 статті 26,  статті 42 Закону України «Про місцеве самоврядування в Україні», статей 12,20,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Бойко Л.В.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B5668D" w:rsidRDefault="00B5668D" w:rsidP="00B56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B5668D" w:rsidRDefault="00B5668D" w:rsidP="00B56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Бойко Лесі Василівні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із земель 01.05 для індивідуального садівництва в землі 02.01 для будівництва і обслуговування житлового будинку, господарських будівель і споруд (присадибна ділянка), площею  0.1200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село Колом</w:t>
      </w:r>
      <w:r w:rsidRPr="009B2FDF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є.</w:t>
      </w:r>
    </w:p>
    <w:p w:rsidR="00B5668D" w:rsidRPr="006F7CB7" w:rsidRDefault="00B5668D" w:rsidP="00B56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Бойко Лесі Василівні,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4063EA">
        <w:rPr>
          <w:rFonts w:ascii="Times New Roman" w:eastAsia="Calibri" w:hAnsi="Times New Roman" w:cs="Times New Roman"/>
          <w:sz w:val="24"/>
          <w:lang w:val="ru-RU" w:eastAsia="en-US"/>
        </w:rPr>
        <w:t>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4063E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0,1200 га, кадастровий номер: 6823986800:05:004:0029, для будівництва і обслуговування житлового будинку, господарських будівель і споруд (присадибна ділянка),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село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</w:t>
      </w:r>
      <w:r w:rsidRPr="006F7CB7">
        <w:rPr>
          <w:rFonts w:ascii="Times New Roman" w:eastAsia="Calibri" w:hAnsi="Times New Roman" w:cs="Times New Roman"/>
          <w:sz w:val="24"/>
          <w:szCs w:val="24"/>
          <w:lang w:eastAsia="en-US"/>
        </w:rPr>
        <w:t>’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є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B5668D" w:rsidRDefault="00B5668D" w:rsidP="00B566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Бойко Л.В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B5668D" w:rsidRDefault="00B5668D" w:rsidP="00B566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5668D" w:rsidRDefault="00B5668D" w:rsidP="00B56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5668D" w:rsidRDefault="00B5668D" w:rsidP="00B56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5668D" w:rsidRDefault="00B5668D" w:rsidP="00B5668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2635A" w:rsidRPr="00B5668D" w:rsidRDefault="00B5668D" w:rsidP="00B5668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Валерій   МИХАЛЮК</w:t>
      </w:r>
    </w:p>
    <w:sectPr w:rsidR="0002635A" w:rsidRPr="00B5668D" w:rsidSect="00B5668D">
      <w:pgSz w:w="12240" w:h="15840"/>
      <w:pgMar w:top="1440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668D"/>
    <w:rsid w:val="0002635A"/>
    <w:rsid w:val="004063EA"/>
    <w:rsid w:val="00B56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68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566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5668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5668D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68D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B566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5668D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B5668D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3</TotalTime>
  <Pages>1</Pages>
  <Words>301</Words>
  <Characters>1720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2021-07-26T12:38:00Z</dcterms:created>
  <dcterms:modified xsi:type="dcterms:W3CDTF">2021-07-27T07:28:00Z</dcterms:modified>
</cp:coreProperties>
</file>