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AE7" w:rsidRPr="00AF2E62" w:rsidRDefault="00DF0AE7" w:rsidP="00DF0AE7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AF2E62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DF0AE7" w:rsidRPr="00AF2E62" w:rsidRDefault="00DF0AE7" w:rsidP="00DF0A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AF2E62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530E8B0" wp14:editId="705BA9C9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5340" name="Группа 153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534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0AE7" w:rsidRDefault="00DF0AE7" w:rsidP="00DF0A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4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0AE7" w:rsidRDefault="00DF0AE7" w:rsidP="00DF0A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4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0AE7" w:rsidRDefault="00DF0AE7" w:rsidP="00DF0A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4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0AE7" w:rsidRDefault="00DF0AE7" w:rsidP="00DF0A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4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0AE7" w:rsidRDefault="00DF0AE7" w:rsidP="00DF0A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4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0AE7" w:rsidRDefault="00DF0AE7" w:rsidP="00DF0A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4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0AE7" w:rsidRDefault="00DF0AE7" w:rsidP="00DF0A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4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0AE7" w:rsidRDefault="00DF0AE7" w:rsidP="00DF0A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4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0AE7" w:rsidRDefault="00DF0AE7" w:rsidP="00DF0A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5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0AE7" w:rsidRDefault="00DF0AE7" w:rsidP="00DF0A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5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0AE7" w:rsidRDefault="00DF0AE7" w:rsidP="00DF0A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5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0AE7" w:rsidRDefault="00DF0AE7" w:rsidP="00DF0A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5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0AE7" w:rsidRDefault="00DF0AE7" w:rsidP="00DF0A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5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0AE7" w:rsidRDefault="00DF0AE7" w:rsidP="00DF0A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5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0AE7" w:rsidRDefault="00DF0AE7" w:rsidP="00DF0A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5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0AE7" w:rsidRDefault="00DF0AE7" w:rsidP="00DF0A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5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0AE7" w:rsidRDefault="00DF0AE7" w:rsidP="00DF0A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5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0AE7" w:rsidRDefault="00DF0AE7" w:rsidP="00DF0A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5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0AE7" w:rsidRDefault="00DF0AE7" w:rsidP="00DF0A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6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0AE7" w:rsidRDefault="00DF0AE7" w:rsidP="00DF0A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6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0AE7" w:rsidRDefault="00DF0AE7" w:rsidP="00DF0A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6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0AE7" w:rsidRDefault="00DF0AE7" w:rsidP="00DF0A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6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0AE7" w:rsidRDefault="00DF0AE7" w:rsidP="00DF0A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6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0AE7" w:rsidRDefault="00DF0AE7" w:rsidP="00DF0A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6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0AE7" w:rsidRDefault="00DF0AE7" w:rsidP="00DF0A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6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0AE7" w:rsidRDefault="00DF0AE7" w:rsidP="00DF0A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6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0AE7" w:rsidRDefault="00DF0AE7" w:rsidP="00DF0A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6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0AE7" w:rsidRDefault="00DF0AE7" w:rsidP="00DF0A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6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0AE7" w:rsidRDefault="00DF0AE7" w:rsidP="00DF0A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7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0AE7" w:rsidRDefault="00DF0AE7" w:rsidP="00DF0A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7530E8B0" id="Группа 15340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F0AE7" w:rsidRDefault="00DF0AE7" w:rsidP="00DF0A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F0AE7" w:rsidRDefault="00DF0AE7" w:rsidP="00DF0A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F0AE7" w:rsidRDefault="00DF0AE7" w:rsidP="00DF0A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F0AE7" w:rsidRDefault="00DF0AE7" w:rsidP="00DF0A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F0AE7" w:rsidRDefault="00DF0AE7" w:rsidP="00DF0A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F0AE7" w:rsidRDefault="00DF0AE7" w:rsidP="00DF0A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F0AE7" w:rsidRDefault="00DF0AE7" w:rsidP="00DF0A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F0AE7" w:rsidRDefault="00DF0AE7" w:rsidP="00DF0A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F0AE7" w:rsidRDefault="00DF0AE7" w:rsidP="00DF0A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F0AE7" w:rsidRDefault="00DF0AE7" w:rsidP="00DF0A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F0AE7" w:rsidRDefault="00DF0AE7" w:rsidP="00DF0A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F0AE7" w:rsidRDefault="00DF0AE7" w:rsidP="00DF0A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F0AE7" w:rsidRDefault="00DF0AE7" w:rsidP="00DF0A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F0AE7" w:rsidRDefault="00DF0AE7" w:rsidP="00DF0A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F0AE7" w:rsidRDefault="00DF0AE7" w:rsidP="00DF0A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F0AE7" w:rsidRDefault="00DF0AE7" w:rsidP="00DF0A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F0AE7" w:rsidRDefault="00DF0AE7" w:rsidP="00DF0A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F0AE7" w:rsidRDefault="00DF0AE7" w:rsidP="00DF0A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F0AE7" w:rsidRDefault="00DF0AE7" w:rsidP="00DF0A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F0AE7" w:rsidRDefault="00DF0AE7" w:rsidP="00DF0A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" fillcolor="black" stroked="f">
                  <v:textbox>
                    <w:txbxContent>
                      <w:p w:rsidR="00DF0AE7" w:rsidRDefault="00DF0AE7" w:rsidP="00DF0A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F0AE7" w:rsidRDefault="00DF0AE7" w:rsidP="00DF0A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F0AE7" w:rsidRDefault="00DF0AE7" w:rsidP="00DF0A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F0AE7" w:rsidRDefault="00DF0AE7" w:rsidP="00DF0A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F0AE7" w:rsidRDefault="00DF0AE7" w:rsidP="00DF0A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F0AE7" w:rsidRDefault="00DF0AE7" w:rsidP="00DF0A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F0AE7" w:rsidRDefault="00DF0AE7" w:rsidP="00DF0A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" fillcolor="black" stroked="f">
                  <v:textbox>
                    <w:txbxContent>
                      <w:p w:rsidR="00DF0AE7" w:rsidRDefault="00DF0AE7" w:rsidP="00DF0A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F0AE7" w:rsidRDefault="00DF0AE7" w:rsidP="00DF0A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F0AE7" w:rsidRDefault="00DF0AE7" w:rsidP="00DF0A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F0AE7" w:rsidRPr="00AF2E62" w:rsidRDefault="00DF0AE7" w:rsidP="00DF0AE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DF0AE7" w:rsidRPr="00AF2E62" w:rsidRDefault="00DF0AE7" w:rsidP="00DF0AE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DF0AE7" w:rsidRPr="00AF2E62" w:rsidRDefault="00DF0AE7" w:rsidP="00DF0AE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DF0AE7" w:rsidRPr="00AF2E62" w:rsidRDefault="00DF0AE7" w:rsidP="00DF0AE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DF0AE7" w:rsidRPr="00AF2E62" w:rsidRDefault="00DF0AE7" w:rsidP="00DF0AE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DF0AE7" w:rsidRPr="00AF2E62" w:rsidRDefault="00DF0AE7" w:rsidP="00DF0AE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DF0AE7" w:rsidRPr="00AF2E62" w:rsidRDefault="00DF0AE7" w:rsidP="00DF0AE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DF0AE7" w:rsidRPr="00AF2E62" w:rsidRDefault="00DF0AE7" w:rsidP="00DF0AE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DF0AE7" w:rsidRPr="00AF2E62" w:rsidRDefault="00DF0AE7" w:rsidP="00DF0AE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DF0AE7" w:rsidRPr="00AF2E62" w:rsidRDefault="00DF0AE7" w:rsidP="00DF0AE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DF0AE7" w:rsidRPr="00AF2E62" w:rsidRDefault="00DF0AE7" w:rsidP="00DF0AE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DF0AE7" w:rsidRPr="00AF2E62" w:rsidRDefault="00DF0AE7" w:rsidP="00DF0AE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DF0AE7" w:rsidRPr="00AF2E62" w:rsidRDefault="00DF0AE7" w:rsidP="00DF0AE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DF0AE7" w:rsidRPr="00AF2E62" w:rsidRDefault="00DF0AE7" w:rsidP="00DF0AE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__.06.2021 року                                            Крупець                                                 №___</w:t>
      </w:r>
    </w:p>
    <w:p w:rsidR="00DF0AE7" w:rsidRPr="00AF2E62" w:rsidRDefault="00DF0AE7" w:rsidP="00DF0AE7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DF0AE7" w:rsidRPr="00AF2E62" w:rsidRDefault="00DF0AE7" w:rsidP="00DF0AE7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DF0AE7" w:rsidRPr="00AF2E62" w:rsidRDefault="00DF0AE7" w:rsidP="00DF0AE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DF0AE7" w:rsidRPr="00AF2E62" w:rsidRDefault="00DF0AE7" w:rsidP="00DF0AE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DF0AE7" w:rsidRPr="00AF2E62" w:rsidRDefault="00DF0AE7" w:rsidP="00DF0AE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Комяжук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Н.В.</w:t>
      </w:r>
    </w:p>
    <w:p w:rsidR="00DF0AE7" w:rsidRPr="00AF2E62" w:rsidRDefault="00DF0AE7" w:rsidP="00DF0AE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DF0AE7" w:rsidRPr="00AF2E62" w:rsidRDefault="00DF0AE7" w:rsidP="00DF0AE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DF0AE7" w:rsidRPr="00AF2E62" w:rsidRDefault="00DF0AE7" w:rsidP="00DF0AE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р</w:t>
      </w:r>
      <w:r>
        <w:rPr>
          <w:rFonts w:ascii="Times New Roman" w:eastAsia="Calibri" w:hAnsi="Times New Roman" w:cs="Times New Roman"/>
          <w:sz w:val="24"/>
          <w:lang w:val="ru-RU" w:eastAsia="en-US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Комяжук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Н.В.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DF0AE7" w:rsidRPr="00AF2E62" w:rsidRDefault="00DF0AE7" w:rsidP="00DF0AE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DF0AE7" w:rsidRPr="00AF2E62" w:rsidRDefault="00DF0AE7" w:rsidP="00DF0AE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F0AE7" w:rsidRPr="00AF2E62" w:rsidRDefault="00DF0AE7" w:rsidP="00DF0AE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Комяжук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Наталії Володимирівні,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F312A4">
        <w:rPr>
          <w:rFonts w:ascii="Times New Roman" w:eastAsia="Calibri" w:hAnsi="Times New Roman" w:cs="Times New Roman"/>
          <w:sz w:val="24"/>
          <w:lang w:eastAsia="en-US"/>
        </w:rPr>
        <w:t>_______</w:t>
      </w:r>
      <w:bookmarkStart w:id="0" w:name="_GoBack"/>
      <w:bookmarkEnd w:id="0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</w:t>
      </w:r>
      <w:r>
        <w:rPr>
          <w:rFonts w:ascii="Times New Roman" w:eastAsia="Calibri" w:hAnsi="Times New Roman" w:cs="Times New Roman"/>
          <w:sz w:val="24"/>
          <w:lang w:eastAsia="en-US"/>
        </w:rPr>
        <w:t>єнтовною площею 0,25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00га, для </w:t>
      </w:r>
      <w:r w:rsidRPr="00CA6548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 яка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розташована 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с.Крупець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DF0AE7" w:rsidRPr="00AF2E62" w:rsidRDefault="00DF0AE7" w:rsidP="00DF0AE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Комяжук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Н.В.,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розробити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DF0AE7" w:rsidRPr="00AF2E62" w:rsidRDefault="00DF0AE7" w:rsidP="00DF0A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2E6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DF0AE7" w:rsidRPr="00AF2E62" w:rsidRDefault="00DF0AE7" w:rsidP="00DF0AE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F0AE7" w:rsidRPr="00AF2E62" w:rsidRDefault="00DF0AE7" w:rsidP="00DF0AE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F0AE7" w:rsidRPr="00AF2E62" w:rsidRDefault="00DF0AE7" w:rsidP="00DF0AE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F0AE7" w:rsidRDefault="00DF0AE7" w:rsidP="00DF0A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F0AE7" w:rsidRDefault="00DF0AE7" w:rsidP="00DF0A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F0AE7" w:rsidRDefault="00DF0AE7" w:rsidP="00DF0AE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D735B3" w:rsidRDefault="00D735B3"/>
    <w:sectPr w:rsidR="00D735B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AE7"/>
    <w:rsid w:val="00D735B3"/>
    <w:rsid w:val="00DF0AE7"/>
    <w:rsid w:val="00F31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AE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AE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233</Words>
  <Characters>1330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2021-06-22T08:00:00Z</dcterms:created>
  <dcterms:modified xsi:type="dcterms:W3CDTF">2021-06-22T12:53:00Z</dcterms:modified>
</cp:coreProperties>
</file>