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A4" w:rsidRDefault="009A0070" w:rsidP="00731CA4">
      <w:pPr>
        <w:jc w:val="both"/>
        <w:rPr>
          <w:rFonts w:ascii="Times New Roman" w:hAnsi="Times New Roman" w:cs="Times New Roman"/>
        </w:rPr>
      </w:pPr>
      <w:r w:rsidRPr="009A007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31CA4" w:rsidRDefault="00731CA4" w:rsidP="00731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31CA4" w:rsidRDefault="00731CA4" w:rsidP="00731CA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31CA4" w:rsidRDefault="00731CA4" w:rsidP="00731C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31CA4" w:rsidRDefault="00731CA4" w:rsidP="00731C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731CA4" w:rsidRPr="00E1336B" w:rsidRDefault="00731CA4" w:rsidP="00731CA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ФОП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Матвійчуку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С.П.</w:t>
      </w:r>
    </w:p>
    <w:p w:rsidR="00731CA4" w:rsidRPr="00012D37" w:rsidRDefault="00731CA4" w:rsidP="00731CA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31CA4" w:rsidRPr="00012D37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Матвійчука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С.П.,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731CA4" w:rsidRPr="00012D37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31CA4" w:rsidRPr="00012D37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Матвійчуку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Сергію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Петровичу,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A2355C" w:rsidRPr="00A2355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4,8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га,  для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ведення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товарного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сільськогосподаорського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виробництва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за межами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села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ідова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Гора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Лисиченська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рада).</w:t>
      </w:r>
    </w:p>
    <w:p w:rsidR="00731CA4" w:rsidRPr="00012D37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2.Матвійчуку С.П.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31CA4" w:rsidRPr="00A2355C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731CA4" w:rsidRPr="00012D37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B5449" w:rsidRPr="00A2355C" w:rsidRDefault="00731CA4" w:rsidP="00731CA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2B5449" w:rsidRPr="00A2355C" w:rsidSect="00731CA4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31CA4"/>
    <w:rsid w:val="00102006"/>
    <w:rsid w:val="00171A2E"/>
    <w:rsid w:val="002B5449"/>
    <w:rsid w:val="00304C90"/>
    <w:rsid w:val="00505B6D"/>
    <w:rsid w:val="006D3977"/>
    <w:rsid w:val="00731CA4"/>
    <w:rsid w:val="007D6C18"/>
    <w:rsid w:val="009A0070"/>
    <w:rsid w:val="00A2355C"/>
    <w:rsid w:val="00A82960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A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263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2019-12-11T11:19:00Z</dcterms:created>
  <dcterms:modified xsi:type="dcterms:W3CDTF">2019-12-11T11:54:00Z</dcterms:modified>
</cp:coreProperties>
</file>