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76" w:rsidRDefault="00751E76" w:rsidP="0075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223.65pt;margin-top:0;width:34.4pt;height:48.3pt;z-index:25167769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">
                <v:shape id="Freeform 21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lctsAA&#10;AADbAAAADwAAAGRycy9kb3ducmV2LnhtbERPz2vCMBS+C/sfwht403QRdHRGGRNF8KR1Y8dH89aW&#10;NS8libX+9+YgePz4fi/Xg21FTz40jjW8TTMQxKUzDVcazsV28g4iRGSDrWPScKMA69XLaIm5cVc+&#10;Un+KlUghHHLUUMfY5VKGsiaLYeo64sT9OW8xJugraTxeU7htpcqyubTYcGqosaOvmsr/08VqOPRq&#10;/vO729hiVqmFL2ffG9W0Wo9fh88PEJGG+BQ/3HujQaX16Uv6AXJ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lcts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2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FaSsQA&#10;AADbAAAADwAAAGRycy9kb3ducmV2LnhtbESPT2vCQBTE7wW/w/KEXopukoNKdA0iCLWCYCz0+si+&#10;5k+zb0N2G+O3d4VCj8PM/IbZZKNpxUC9qy0riOcRCOLC6ppLBZ/Xw2wFwnlkja1lUnAnB9l28rLB&#10;VNsbX2jIfSkChF2KCirvu1RKV1Rk0M1tRxy8b9sb9EH2pdQ93gLctDKJooU0WHNYqLCjfUXFT/5r&#10;FMhrfvTHZW3e4o+v8xjbZn8qGqVep+NuDcLT6P/Df+13rSCJ4fkl/AC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BWkr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3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j71MYA&#10;AADbAAAADwAAAGRycy9kb3ducmV2LnhtbESPQWsCMRSE7wX/Q3iCl1KzLq3Y1SgqWMRDodren5vn&#10;7urmZU1S3fbXN0LB4zAz3zCTWWtqcSHnK8sKBv0EBHFudcWFgs/d6mkEwgdkjbVlUvBDHmbTzsME&#10;M22v/EGXbShEhLDPUEEZQpNJ6fOSDPq+bYijd7DOYIjSFVI7vEa4qWWaJENpsOK4UGJDy5Ly0/bb&#10;KFit6fT61Zzfnn/dSzE67t83i92jUr1uOx+DCNSGe/i/vdYK0hRuX+IP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oj71M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4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U4z8MA&#10;AADbAAAADwAAAGRycy9kb3ducmV2LnhtbESPT4vCMBTE78J+h/AW9qapLopU0yK7KIIn/7B7fTbP&#10;ttq8lCba+u2NIHgcZuY3zDztTCVu1LjSsoLhIAJBnFldcq7gsF/2pyCcR9ZYWSYFd3KQJh+9Ocba&#10;tryl287nIkDYxaig8L6OpXRZQQbdwNbEwTvZxqAPssmlbrANcFPJURRNpMGSw0KBNf0UlF12V6Mg&#10;2oyr4+mPu+n/7yq7nNslt+VQqa/PbjED4anz7/CrvdYKRt/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U4z8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5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3GO8YA&#10;AADbAAAADwAAAGRycy9kb3ducmV2LnhtbESPQWsCMRSE74X+h/AEL6VmFZXt1ihVsEgPgtreXzev&#10;u6ublzWJuvrrm4LQ4zAz3zCTWWtqcSbnK8sK+r0EBHFudcWFgs/d8jkF4QOyxtoyKbiSh9n08WGC&#10;mbYX3tB5GwoRIewzVFCG0GRS+rwkg75nG+Lo/VhnMETpCqkdXiLc1HKQJGNpsOK4UGJDi5Lyw/Zk&#10;FCxXdHj5ao7vw5sbFen+e/0x3z0p1e20b68gArXhP3xvr7SCwRD+vsQf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3GO8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6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FIMIA&#10;AADbAAAADwAAAGRycy9kb3ducmV2LnhtbESPQYvCMBSE74L/ITzBm6YKLlJNiyiK4GndZb0+m2db&#10;bV5KE23990YQ9jjMzDfMMu1MJR7UuNKygsk4AkGcWV1yruD3Zzuag3AeWWNlmRQ8yUGa9HtLjLVt&#10;+ZseR5+LAGEXo4LC+zqW0mUFGXRjWxMH72Ibgz7IJpe6wTbATSWnUfQlDZYcFgqsaV1QdjvejYLo&#10;MKvOlz/u5qfNLrtd2y235USp4aBbLUB46vx/+NPeawXTGby/hB8gk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AUg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7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RFMMA&#10;AADbAAAADwAAAGRycy9kb3ducmV2LnhtbESPQWvCQBSE7wX/w/IEb3VjBNHUVSS20Ks2Hry9Zp9J&#10;SPZtyK4x9te7gtDjMDPfMOvtYBrRU+cqywpm0wgEcW51xYWC7OfrfQnCeWSNjWVScCcH283obY2J&#10;tjc+UH/0hQgQdgkqKL1vEyldXpJBN7UtcfAutjPog+wKqTu8BbhpZBxFC2mw4rBQYktpSXl9vBoF&#10;p31dz1cczf/Ofbp06W+WxZdPpSbjYfcBwtPg/8Ov9rdWEC/g+SX8AL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kRFM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8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ooG8cA&#10;AADbAAAADwAAAGRycy9kb3ducmV2LnhtbESPW2vCQBSE3wv9D8sp9KXoRilVUjciYqEFffCC2rdD&#10;9uSC2bMxu41pf70rCH0cZuYbZjLtTCVaalxpWcGgH4EgTq0uOVew2370xiCcR9ZYWSYFv+Rgmjw+&#10;TDDW9sJrajc+FwHCLkYFhfd1LKVLCzLo+rYmDl5mG4M+yCaXusFLgJtKDqPoTRosOSwUWNO8oPS0&#10;+TEKXqk9zpZ/36v98bzwNns5fLnBQannp272DsJT5//D9/anVjAcwe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aKBvHAAAA2w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9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og/cAA&#10;AADbAAAADwAAAGRycy9kb3ducmV2LnhtbERPTYvCMBC9C/sfwix409QK4lajSFdhr2o97G1sxra0&#10;mZQmW+v+enMQPD7e93o7mEb01LnKsoLZNAJBnFtdcaEgOx8mSxDOI2tsLJOCBznYbj5Ga0y0vfOR&#10;+pMvRAhhl6CC0vs2kdLlJRl0U9sSB+5mO4M+wK6QusN7CDeNjKNoIQ1WHBpKbCktKa9Pf0bB5buu&#10;518czf9/+3Tp0muWxbe9UuPPYbcC4Wnwb/HL/aMVxGFs+BJ+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og/c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0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kZ8scA&#10;AADbAAAADwAAAGRycy9kb3ducmV2LnhtbESPW2vCQBSE3wv9D8sp9KXoRilFUzciYqEFffCC2rdD&#10;9uSC2bMxu41pf70rCH0cZuYbZjLtTCVaalxpWcGgH4EgTq0uOVew2370RiCcR9ZYWSYFv+Rgmjw+&#10;TDDW9sJrajc+FwHCLkYFhfd1LKVLCzLo+rYmDl5mG4M+yCaXusFLgJtKDqPoTRosOSwUWNO8oPS0&#10;+TEKXqk9zpZ/36v98bzwNns5fLnBQannp272DsJT5//D9/anVjAcw+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JGfL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1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TCOcMA&#10;AADbAAAADwAAAGRycy9kb3ducmV2LnhtbERPXWvCMBR9H/gfwhV8m6k65qhGEUUdDAbWsb1emmtT&#10;bW5qE223X788DPZ4ON/zZWcrcafGl44VjIYJCOLc6ZILBR/H7eMLCB+QNVaOScE3eVgueg9zTLVr&#10;+UD3LBQihrBPUYEJoU6l9Lkhi37oauLInVxjMUTYFFI32MZwW8lxkjxLiyXHBoM1rQ3ll+xmFXw9&#10;Td6d2Wfu1m52P5fDdXr+XL8pNeh3qxmIQF34F/+5X7WCSVwfv8Qf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TCOc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2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88Q8MA&#10;AADbAAAADwAAAGRycy9kb3ducmV2LnhtbESPQWvCQBSE7wX/w/IEb3VjxRKiq9hiQmhPtfX+yD6T&#10;YPZtml3j+u+7hUKPw8w3w2x2wXRipMG1lhUs5gkI4srqlmsFX5/5YwrCeWSNnWVScCcHu+3kYYOZ&#10;tjf+oPHoaxFL2GWooPG+z6R0VUMG3dz2xNE728Ggj3KopR7wFstNJ5+S5FkabDkuNNjTa0PV5Xg1&#10;CpZvq+9Cv9SHsUsL916e89CGk1KzadivQXgK/j/8R5c6cgv4/RJ/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88Q8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3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3j7sMA&#10;AADbAAAADwAAAGRycy9kb3ducmV2LnhtbESPzYvCMBTE74L/Q3gL3jRVwY+uqYiLIIgHPw57fDRv&#10;m9LmpTTZWv97s7DgcZiZ3zCbbW9r0VHrS8cKppMEBHHudMmFgvvtMF6B8AFZY+2YFDzJwzYbDjaY&#10;avfgC3XXUIgIYZ+iAhNCk0rpc0MW/cQ1xNH7ca3FEGVbSN3iI8JtLWdJspAWS44LBhvaG8qr669V&#10;8L0+r6e9+UpO3XJ3DDkjVt1CqdFHv/sEEagP7/B/+6gVzGfw9yX+AJm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3j7s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4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3GMYA&#10;AADbAAAADwAAAGRycy9kb3ducmV2LnhtbESPzWvCQBTE7wX/h+UJ3urmA6SNrkEExYsHP9p6fGRf&#10;k9Ts25hdNe1f7xYKPQ4z8xtmlvemETfqXG1ZQTyOQBAXVtdcKjgeVs8vIJxH1thYJgXf5CCfD55m&#10;mGl75x3d9r4UAcIuQwWV920mpSsqMujGtiUO3qftDPogu1LqDu8BbhqZRNFEGqw5LFTY0rKi4ry/&#10;GgUf8fbntU37t+TkL5uvZH0pVu8TpUbDfjEF4an3/+G/9kYrSFP4/RJ+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t3GM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5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EFCMIA&#10;AADbAAAADwAAAGRycy9kb3ducmV2LnhtbESPUWvCMBSF34X9h3AHvmk6FTeqUYoiOHyy2w+4NNe2&#10;rrkJSbT13y+DgY+Hc853OOvtYDpxJx9aywrephkI4srqlmsF31+HyQeIEJE1dpZJwYMCbDcvozXm&#10;2vZ8pnsZa5EgHHJU0MTocilD1ZDBMLWOOHkX6w3GJH0ttcc+wU0nZ1m2lAZbTgsNOto1VP2UN6MA&#10;vXvfu1L25+X1hMfrZ0ELWyg1fh2KFYhIQ3yG/9tHrWC+gL8v6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AQUI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6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8p8YA&#10;AADbAAAADwAAAGRycy9kb3ducmV2LnhtbESPQWvCQBSE70L/w/IKvemmiq3EbKS2DYjmUlsP3h7Z&#10;1yQ0+zZkV43+elcoeBxm5hsmWfSmEUfqXG1ZwfMoAkFcWF1zqeDnOxvOQDiPrLGxTArO5GCRPgwS&#10;jLU98Rcdt74UAcIuRgWV920spSsqMuhGtiUO3q/tDPogu1LqDk8Bbho5jqIXabDmsFBhS+8VFX/b&#10;g1GQZ3mbb/hztv84LCf71WX3yutMqafH/m0OwlPv7+H/9kormEzh9iX8AJl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m8p8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7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AtYsUA&#10;AADbAAAADwAAAGRycy9kb3ducmV2LnhtbESPQWvCQBSE74L/YXlCb7qpQqipqxRBtGAL2oIeX7PP&#10;JJh9G3fXGP99t1DwOMzMN8xs0ZlatOR8ZVnB8ygBQZxbXXGh4PtrNXwB4QOyxtoyKbiTh8W835th&#10;pu2Nd9TuQyEihH2GCsoQmkxKn5dk0I9sQxy9k3UGQ5SukNrhLcJNLcdJkkqDFceFEhtalpSf91ej&#10;4POSXrft4bj+cd2qudTvyw89rZR6GnRvryACdeER/m9vtIJJCn9f4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C1i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8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bUpcMA&#10;AADbAAAADwAAAGRycy9kb3ducmV2LnhtbESP3YrCMBSE7xd8h3AE7zRVUZeuUUTwB1kQqw9waM42&#10;ZZuT0kStPr0RFvZymJlvmPmytZW4UeNLxwqGgwQEce50yYWCy3nT/wThA7LGyjEpeJCH5aLzMcdU&#10;uzuf6JaFQkQI+xQVmBDqVEqfG7LoB64mjt6PayyGKJtC6gbvEW4rOUqSqbRYclwwWNPaUP6bXa0C&#10;TuTm+J1XWm6fl9lhZ7LD5Jop1eu2qy8QgdrwH/5r77WC8QzeX+IP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bUpc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9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swQ8EA&#10;AADbAAAADwAAAGRycy9kb3ducmV2LnhtbERPy4rCMBTdD/gP4QruxtTxgVONMr5A3U1nQNxdmmtb&#10;bG5KE7X69WYhuDyc93TemFJcqXaFZQW9bgSCOLW64EzB/9/mcwzCeWSNpWVScCcH81nrY4qxtjf+&#10;pWviMxFC2MWoIPe+iqV0aU4GXddWxIE72dqgD7DOpK7xFsJNKb+iaCQNFhwacqxomVN6Ti5GQXI6&#10;HvWC14PdeOiW+33/8X3YrJTqtJufCQhPjX+LX+6tVtAPY8OX8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bMEP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40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b/ssMA&#10;AADbAAAADwAAAGRycy9kb3ducmV2LnhtbESPQWsCMRSE7wX/Q3iCt26iC6VdjSJioQcP1e4PeGye&#10;m9XNy7qJuv57Uyj0OMzMN8xiNbhW3KgPjWcN00yBIK68abjWUP58vr6DCBHZYOuZNDwowGo5ellg&#10;Yfyd93Q7xFokCIcCNdgYu0LKUFlyGDLfESfv6HuHMcm+lqbHe4K7Vs6UepMOG04LFjvaWKrOh6vT&#10;MCvXp83xO9+dLrnirbPD9rq3Wk/Gw3oOItIQ/8N/7S+jIf+A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b/ss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41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    <v:shape id="Freeform 42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tQW8IA&#10;AADbAAAADwAAAGRycy9kb3ducmV2LnhtbESPQYvCMBSE74L/ITzBi2haEZFqFBEF3YvoruDx0Tzb&#10;YvNSmljrvzcLgsdhZr5hFqvWlKKh2hWWFcSjCARxanXBmYK/391wBsJ5ZI2lZVLwIgerZbezwETb&#10;J5+oOftMBAi7BBXk3leJlC7NyaAb2Yo4eDdbG/RB1pnUNT4D3JRyHEVTabDgsJBjRZuc0vv5YRT8&#10;yLQZHCYUH7Pmet8eZxczPcVK9Xvteg7CU+u/4U97rxVMYvj/En6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m1BbwgAAANsAAAAPAAAAAAAAAAAAAAAAAJgCAABkcnMvZG93&#10;bnJldi54bWxQSwUGAAAAAAQABAD1AAAAhw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43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EWbcQA&#10;AADbAAAADwAAAGRycy9kb3ducmV2LnhtbESP3WrCQBSE7wt9h+UUvKsbgxZNXUVKhRaE4s8DHHZP&#10;k2D2bMgeTezTd4VCL4eZ+YZZrgffqCt1sQ5sYDLOQBHb4GouDZyO2+c5qCjIDpvAZOBGEdarx4cl&#10;Fi70vKfrQUqVIBwLNFCJtIXW0VbkMY5DS5y879B5lCS7UrsO+wT3jc6z7EV7rDktVNjSW0X2fLh4&#10;A/nFivWLz5/d+0lmX8e2z2bzjTGjp2HzCkpokP/wX/vDGZjmcP+Sfo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hFm3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44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X2XMUA&#10;AADbAAAADwAAAGRycy9kb3ducmV2LnhtbESPT2sCMRTE7wW/Q3iCt5qtSpHVKKVUUdgq/rn09kie&#10;m6Wbl2UTdfvtm0LB4zAzv2Hmy87V4kZtqDwreBlmIIi1NxWXCs6n1fMURIjIBmvPpOCHAiwXvac5&#10;5sbf+UC3YyxFgnDIUYGNscmlDNqSwzD0DXHyLr51GJNsS2lavCe4q+Uoy16lw4rTgsWG3i3p7+PV&#10;KdDrcfGxLb6svo72n2W12xfucFFq0O/eZiAidfER/m9vjILJGP6+p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dfZc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5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fRH8IA&#10;AADbAAAADwAAAGRycy9kb3ducmV2LnhtbESPT4vCMBTE74LfITxhb5oqIlKNRQRBL8L6Bz0+mmdb&#10;2ryUJrbd/fSbBcHjMDO/YdZJbyrRUuMKywqmkwgEcWp1wZmC62U/XoJwHlljZZkU/JCDZDMcrDHW&#10;tuNvas8+EwHCLkYFufd1LKVLczLoJrYmDt7TNgZ9kE0mdYNdgJtKzqJoIQ0WHBZyrGmXU1qeX0ZB&#10;bX5v18fx1EbTO850t+OuXLBSX6N+uwLhqfef8Lt90Armc/j/En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F9Ef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6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+hdcQA&#10;AADbAAAADwAAAGRycy9kb3ducmV2LnhtbESPT2vCQBTE7wW/w/IEb3Wj2GJTVxFByUmoKcTeHtnX&#10;JJh9G7KbP/rpu4VCj8PMb4bZ7EZTi55aV1lWsJhHIIhzqysuFHymx+c1COeRNdaWScGdHOy2k6cN&#10;xtoO/EH9xRcilLCLUUHpfRNL6fKSDLq5bYiD921bgz7ItpC6xSGUm1ouo+hVGqw4LJTY0KGk/Hbp&#10;jILV9W2fZvT1uGUnm8kkPdvzsVNqNh337yA8jf4//EcnOnAv8Psl/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PoXXEAAAA2w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7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HcjsQA&#10;AADbAAAADwAAAGRycy9kb3ducmV2LnhtbESPQWvCQBSE7wX/w/KE3upGW4JEVxGlUCkIVcHrM/tM&#10;YrJv4+5W47/vCgWPw8x8w0znnWnElZyvLCsYDhIQxLnVFRcK9rvPtzEIH5A1NpZJwZ08zGe9lylm&#10;2t74h67bUIgIYZ+hgjKENpPS5yUZ9APbEkfvZJ3BEKUrpHZ4i3DTyFGSpNJgxXGhxJaWJeX19tco&#10;uLyv6o07Hs7H7/X4ntb5ZSTXqVKv/W4xARGoC8/wf/tLK/hI4fE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x3I7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8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ZC8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pGE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ZkLxQAAANsAAAAPAAAAAAAAAAAAAAAAAJgCAABkcnMv&#10;ZG93bnJldi54bWxQSwUGAAAAAAQABAD1AAAAigMAAAAA&#10;" fillcolor="black" stroked="f"/>
                <v:shape id="Freeform 49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qjTsEA&#10;AADbAAAADwAAAGRycy9kb3ducmV2LnhtbERP3WrCMBS+H+wdwhl4M2aqiLhqlDEcOCwUfx7g2Bzb&#10;YnJSkky7tzcXgpcf3/9i1VsjruRD61jBaJiBIK6cbrlWcDz8fMxAhIis0TgmBf8UYLV8fVlgrt2N&#10;d3Tdx1qkEA45Kmhi7HIpQ9WQxTB0HXHizs5bjAn6WmqPtxRujRxn2VRabDk1NNjRd0PVZf9nFazH&#10;J1+ecGuq7FCb4rcs3j/LQqnBW/81BxGpj0/xw73RCiZpbP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Ko07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50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ivsUA&#10;AADbAAAADwAAAGRycy9kb3ducmV2LnhtbESPQWvCQBSE74X+h+UVvNWNVaSmboIVAgWhWvXg8Zl9&#10;zQazb2N2q/Hfd4VCj8PMfMPM89424kKdrx0rGA0TEMSl0zVXCva74vkVhA/IGhvHpOBGHvLs8WGO&#10;qXZX/qLLNlQiQtinqMCE0KZS+tKQRT90LXH0vl1nMUTZVVJ3eI1w28iXJJlKizXHBYMtLQ2Vp+2P&#10;VWAlHo7VtCg/F+PVejWr3zfnwig1eOoXbyAC9eE//Nf+0AomM7h/iT9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smK+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51E76" w:rsidRDefault="00751E76" w:rsidP="0075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51E76" w:rsidRDefault="00751E76" w:rsidP="0075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51E76" w:rsidRDefault="00751E76" w:rsidP="00751E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51E76" w:rsidRDefault="00751E76" w:rsidP="00751E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51E76" w:rsidRDefault="00751E76" w:rsidP="00751E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51E76" w:rsidRDefault="00751E76" w:rsidP="00751E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51E76" w:rsidRDefault="00751E76" w:rsidP="00751E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E76" w:rsidRDefault="00751E76" w:rsidP="0075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51E76" w:rsidRDefault="00751E76" w:rsidP="0075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1E76" w:rsidRDefault="00751E76" w:rsidP="0075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51E76" w:rsidRDefault="00751E76" w:rsidP="00751E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-8680450</wp:posOffset>
                </wp:positionV>
                <wp:extent cx="514350" cy="923925"/>
                <wp:effectExtent l="0" t="0" r="0" b="7620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76.75pt;margin-top:-683.5pt;width:40.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" path="m4044,14546r-77,-45l3891,14455r-76,-49l3738,14354r-76,-53l3587,14244r-75,-59l3439,14123r-73,-64l3294,13992r750,554xe" fillcolor="black" stroked="f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-9398635</wp:posOffset>
                </wp:positionV>
                <wp:extent cx="514350" cy="923925"/>
                <wp:effectExtent l="0" t="0" r="0" b="59055"/>
                <wp:wrapNone/>
                <wp:docPr id="1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76.75pt;margin-top:-740.05pt;width:40.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" path="m4044,14546r-77,-45l3891,14455r-76,-49l3738,14354r-76,-53l3587,14244r-75,-59l3439,14123r-73,-64l3294,13992r750,554xe" filled="f" strokeweight=".5pt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-294640</wp:posOffset>
                </wp:positionV>
                <wp:extent cx="45085" cy="94615"/>
                <wp:effectExtent l="0" t="5715" r="635" b="0"/>
                <wp:wrapNone/>
                <wp:docPr id="1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54.6pt;margin-top:-23.2pt;width:3.55pt;height: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" path="m710,340r,-29l710,281r,-31l710,219r,-33l710,152r,-36l710,78r-9,-9l689,59r21,281xe" stroked="f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-1012825</wp:posOffset>
                </wp:positionV>
                <wp:extent cx="45085" cy="94615"/>
                <wp:effectExtent l="0" t="20955" r="10160" b="0"/>
                <wp:wrapNone/>
                <wp:docPr id="1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54.6pt;margin-top:-79.75pt;width:3.55pt;height: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-1731645</wp:posOffset>
                </wp:positionV>
                <wp:extent cx="45085" cy="94615"/>
                <wp:effectExtent l="3810" t="0" r="0" b="0"/>
                <wp:wrapNone/>
                <wp:docPr id="1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61.95pt;margin-top:-136.35pt;width:3.55pt;height: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-2450465</wp:posOffset>
                </wp:positionV>
                <wp:extent cx="45085" cy="94615"/>
                <wp:effectExtent l="13335" t="21590" r="0" b="0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61.95pt;margin-top:-192.95pt;width:3.55pt;height: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-3360420</wp:posOffset>
                </wp:positionV>
                <wp:extent cx="110490" cy="149225"/>
                <wp:effectExtent l="0" t="0" r="1270" b="5715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47.8pt;margin-top:-264.6pt;width:8.7pt;height: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-4078605</wp:posOffset>
                </wp:positionV>
                <wp:extent cx="110490" cy="149225"/>
                <wp:effectExtent l="0" t="0" r="29845" b="19050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47.8pt;margin-top:-321.15pt;width:8.7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-4797425</wp:posOffset>
                </wp:positionV>
                <wp:extent cx="110490" cy="149225"/>
                <wp:effectExtent l="4445" t="0" r="0" b="4445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73.9pt;margin-top:-377.75pt;width:8.7pt;height:1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-5516245</wp:posOffset>
                </wp:positionV>
                <wp:extent cx="110490" cy="149225"/>
                <wp:effectExtent l="23495" t="0" r="0" b="27940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73.9pt;margin-top:-434.35pt;width:8.7pt;height:1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-6153150</wp:posOffset>
                </wp:positionV>
                <wp:extent cx="55245" cy="69850"/>
                <wp:effectExtent l="0" t="0" r="9525" b="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54.6pt;margin-top:-484.5pt;width:4.35pt;height: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-6871970</wp:posOffset>
                </wp:positionV>
                <wp:extent cx="55245" cy="69850"/>
                <wp:effectExtent l="0" t="0" r="9525" b="0"/>
                <wp:wrapNone/>
                <wp:docPr id="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54.6pt;margin-top:-541.1pt;width:4.35pt;height: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-7590155</wp:posOffset>
                </wp:positionV>
                <wp:extent cx="55245" cy="69215"/>
                <wp:effectExtent l="3175" t="0" r="0" b="0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62.75pt;margin-top:-597.65pt;width:4.35pt;height:5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dfnmgcAAFQ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-8308340</wp:posOffset>
                </wp:positionV>
                <wp:extent cx="55245" cy="69215"/>
                <wp:effectExtent l="12700" t="0" r="0" b="4445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-62.75pt;margin-top:-654.2pt;width:4.35pt;height:5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-9213850</wp:posOffset>
                </wp:positionV>
                <wp:extent cx="118110" cy="179705"/>
                <wp:effectExtent l="0" t="0" r="0" b="8890"/>
                <wp:wrapNone/>
                <wp:docPr id="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-61.15pt;margin-top:-725.5pt;width:9.3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Zcs4QgAAKs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-590550</wp:posOffset>
                </wp:positionV>
                <wp:extent cx="118110" cy="179705"/>
                <wp:effectExtent l="33020" t="0" r="0" b="81915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style="position:absolute;margin-left:-61.15pt;margin-top:-46.5pt;width:9.3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-1615440</wp:posOffset>
                </wp:positionV>
                <wp:extent cx="73660" cy="360045"/>
                <wp:effectExtent l="0" t="0" r="0" b="2540"/>
                <wp:wrapNone/>
                <wp:docPr id="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style="position:absolute;margin-left:-44.8pt;margin-top:-127.2pt;width:5.8pt;height:28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-2334260</wp:posOffset>
                </wp:positionV>
                <wp:extent cx="73660" cy="360045"/>
                <wp:effectExtent l="0" t="0" r="28575" b="35560"/>
                <wp:wrapNone/>
                <wp:docPr id="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style="position:absolute;margin-left:-44.8pt;margin-top:-183.8pt;width:5.8pt;height:28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</w:p>
    <w:p w:rsidR="00751E76" w:rsidRDefault="00751E76" w:rsidP="00751E7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751E76" w:rsidRDefault="00751E76" w:rsidP="00751E7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51E76" w:rsidRDefault="00751E76" w:rsidP="00751E7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51E76" w:rsidRDefault="00751E76" w:rsidP="00751E7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51E76" w:rsidRDefault="00751E76" w:rsidP="00751E7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Козинчуку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М.Д.</w:t>
      </w:r>
    </w:p>
    <w:p w:rsidR="00751E76" w:rsidRDefault="00751E76" w:rsidP="00751E7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51E76" w:rsidRDefault="00751E76" w:rsidP="00751E7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Козинчука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М.Д,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751E76" w:rsidRDefault="00751E76" w:rsidP="00751E7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751E76" w:rsidRDefault="00751E76" w:rsidP="00751E7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Козинчуку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Дмитровичу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4A0C6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0,5479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018:0314).</w:t>
      </w:r>
      <w:proofErr w:type="gramEnd"/>
    </w:p>
    <w:p w:rsidR="00751E76" w:rsidRDefault="00751E76" w:rsidP="00751E7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Козинчуку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751E76" w:rsidRDefault="00751E76" w:rsidP="00751E7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51E76" w:rsidRDefault="00751E76" w:rsidP="00751E7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51E76" w:rsidRPr="00751E76" w:rsidRDefault="00751E76" w:rsidP="00751E7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751E76" w:rsidRDefault="00751E76" w:rsidP="00751E7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B7FA2" w:rsidRPr="00751E76" w:rsidRDefault="00751E76" w:rsidP="00751E7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0B7FA2" w:rsidRPr="00751E7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E76"/>
    <w:rsid w:val="000B7FA2"/>
    <w:rsid w:val="00171A2E"/>
    <w:rsid w:val="00304C90"/>
    <w:rsid w:val="004A0C6A"/>
    <w:rsid w:val="00505B6D"/>
    <w:rsid w:val="006D3977"/>
    <w:rsid w:val="00751E76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246</Words>
  <Characters>1405</Characters>
  <Application>Microsoft Office Word</Application>
  <DocSecurity>0</DocSecurity>
  <Lines>11</Lines>
  <Paragraphs>3</Paragraphs>
  <ScaleCrop>false</ScaleCrop>
  <Company>Microsoft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2020-07-21T14:21:00Z</dcterms:created>
  <dcterms:modified xsi:type="dcterms:W3CDTF">2020-07-21T14:52:00Z</dcterms:modified>
</cp:coreProperties>
</file>