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FF" w:rsidRDefault="003F16FF" w:rsidP="003F16F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FF" w:rsidRDefault="003F16FF" w:rsidP="003F16F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16FF" w:rsidRDefault="003F16FF" w:rsidP="003F16F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F16FF" w:rsidRDefault="003F16FF" w:rsidP="003F16F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F16FF" w:rsidRDefault="003F16FF" w:rsidP="003F16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16FF" w:rsidRDefault="003F16FF" w:rsidP="003F16F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F16FF" w:rsidRPr="00611135" w:rsidRDefault="003F16FF" w:rsidP="003F16F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Коваленко О.В.</w:t>
      </w: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16FF" w:rsidRPr="00611135" w:rsidRDefault="003F16FF" w:rsidP="003F16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Коваленко О.В.,  сільська  рада </w:t>
      </w:r>
    </w:p>
    <w:p w:rsidR="003F16FF" w:rsidRPr="00611135" w:rsidRDefault="003F16FF" w:rsidP="003F16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F16FF" w:rsidRPr="00611135" w:rsidRDefault="003F16FF" w:rsidP="003F16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Коваленко Оксані Василівні,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F72EE9" w:rsidRPr="00F72EE9">
        <w:rPr>
          <w:rFonts w:ascii="Times New Roman" w:eastAsia="Times New Roman" w:hAnsi="Times New Roman" w:cs="Times New Roman"/>
          <w:sz w:val="24"/>
        </w:rPr>
        <w:t>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72EE9" w:rsidRPr="00F72EE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6823982100:01:012:0026,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вський)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вул.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Шкільна, 24.</w:t>
      </w:r>
    </w:p>
    <w:p w:rsidR="003F16FF" w:rsidRPr="00611135" w:rsidRDefault="003F16FF" w:rsidP="003F16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2.Коваленко О.В. посвідчити своє право  в  установленому  законом  порядку.</w:t>
      </w:r>
    </w:p>
    <w:p w:rsidR="003F16FF" w:rsidRPr="00611135" w:rsidRDefault="003F16FF" w:rsidP="003F16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F16FF" w:rsidRPr="00611135" w:rsidRDefault="003F16FF" w:rsidP="003F16F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F16FF" w:rsidRPr="00611135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0511B" w:rsidRPr="003F16FF" w:rsidRDefault="003F16FF" w:rsidP="003F16F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C0511B" w:rsidRPr="003F16F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FF"/>
    <w:rsid w:val="003F16FF"/>
    <w:rsid w:val="00C0511B"/>
    <w:rsid w:val="00F7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F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16F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16F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16F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F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16F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16F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16F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2021-07-07T07:17:00Z</dcterms:created>
  <dcterms:modified xsi:type="dcterms:W3CDTF">2021-07-07T08:50:00Z</dcterms:modified>
</cp:coreProperties>
</file>