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485" w:rsidRDefault="00051FEE" w:rsidP="006814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81485" w:rsidRDefault="00681485" w:rsidP="00681485"/>
    <w:p w:rsidR="00681485" w:rsidRDefault="00681485" w:rsidP="00681485"/>
    <w:p w:rsidR="00681485" w:rsidRDefault="00681485" w:rsidP="006814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81485" w:rsidRDefault="00681485" w:rsidP="006814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81485" w:rsidRDefault="00681485" w:rsidP="006814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81485" w:rsidRDefault="00681485" w:rsidP="006814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81485" w:rsidRDefault="00681485" w:rsidP="006814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485" w:rsidRDefault="00681485" w:rsidP="006814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81485" w:rsidRDefault="00681485" w:rsidP="006814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81485" w:rsidRDefault="00681485" w:rsidP="0068148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81485" w:rsidRPr="00991413" w:rsidRDefault="00681485" w:rsidP="0068148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62</w:t>
      </w:r>
    </w:p>
    <w:p w:rsidR="00681485" w:rsidRPr="004A7F1D" w:rsidRDefault="00681485" w:rsidP="00681485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681485" w:rsidRPr="004A7F1D" w:rsidRDefault="00681485" w:rsidP="0068148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81485" w:rsidRPr="004A7F1D" w:rsidRDefault="00681485" w:rsidP="0068148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81485" w:rsidRPr="004A7F1D" w:rsidRDefault="00681485" w:rsidP="0068148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681485" w:rsidRPr="004A7F1D" w:rsidRDefault="00681485" w:rsidP="0068148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Зубову В.О.</w:t>
      </w:r>
    </w:p>
    <w:p w:rsidR="00681485" w:rsidRPr="004A7F1D" w:rsidRDefault="00681485" w:rsidP="00681485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681485" w:rsidRPr="004A7F1D" w:rsidRDefault="00681485" w:rsidP="006814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Зубова В.О.,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681485" w:rsidRPr="004A7F1D" w:rsidRDefault="00681485" w:rsidP="006814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681485" w:rsidRPr="004A7F1D" w:rsidRDefault="00681485" w:rsidP="006814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Зубову Василю Олександровичу, який зареєстрований за адресою: </w:t>
      </w:r>
      <w:r w:rsidR="00051FEE" w:rsidRPr="00051FE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0,35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га,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.К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рупець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681485" w:rsidRPr="004A7F1D" w:rsidRDefault="00681485" w:rsidP="006814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. Зубову В.О.,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681485" w:rsidRPr="004A7F1D" w:rsidRDefault="00681485" w:rsidP="006814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81485" w:rsidRPr="004A7F1D" w:rsidRDefault="00681485" w:rsidP="006814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81485" w:rsidRPr="004A7F1D" w:rsidRDefault="00681485" w:rsidP="006814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681485" w:rsidRPr="004A7F1D" w:rsidRDefault="00681485" w:rsidP="006814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681485" w:rsidRPr="004A7F1D" w:rsidRDefault="00681485" w:rsidP="006814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681485" w:rsidRDefault="00681485" w:rsidP="00681485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p w:rsidR="00006B8F" w:rsidRDefault="00006B8F"/>
    <w:sectPr w:rsidR="00006B8F" w:rsidSect="00006B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81485"/>
    <w:rsid w:val="00006B8F"/>
    <w:rsid w:val="00051FEE"/>
    <w:rsid w:val="00171A2E"/>
    <w:rsid w:val="00304C90"/>
    <w:rsid w:val="00505B6D"/>
    <w:rsid w:val="00681485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48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19</TotalTime>
  <Pages>1</Pages>
  <Words>228</Words>
  <Characters>1305</Characters>
  <Application>Microsoft Office Word</Application>
  <DocSecurity>0</DocSecurity>
  <Lines>10</Lines>
  <Paragraphs>3</Paragraphs>
  <ScaleCrop>false</ScaleCrop>
  <Company>Microsoft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2020-03-16T13:11:00Z</dcterms:created>
  <dcterms:modified xsi:type="dcterms:W3CDTF">2020-03-17T06:58:00Z</dcterms:modified>
</cp:coreProperties>
</file>