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9FC" w:rsidRPr="008D31FA" w:rsidRDefault="002449FC" w:rsidP="002449FC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49FC" w:rsidRDefault="002449FC" w:rsidP="002449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449FC" w:rsidRDefault="002449FC" w:rsidP="002449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49FC" w:rsidRDefault="002449FC" w:rsidP="002449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449FC" w:rsidRDefault="002449FC" w:rsidP="002449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49FC" w:rsidRDefault="002449FC" w:rsidP="002449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449FC" w:rsidRDefault="002449FC" w:rsidP="002449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49FC" w:rsidRDefault="002449FC" w:rsidP="002449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449FC" w:rsidRDefault="002449FC" w:rsidP="002449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49FC" w:rsidRDefault="002449FC" w:rsidP="002449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449FC" w:rsidRDefault="002449FC" w:rsidP="002449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49FC" w:rsidRDefault="002449FC" w:rsidP="002449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449FC" w:rsidRDefault="002449FC" w:rsidP="002449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49FC" w:rsidRDefault="002449FC" w:rsidP="002449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449FC" w:rsidRDefault="002449FC" w:rsidP="002449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49FC" w:rsidRDefault="002449FC" w:rsidP="002449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449FC" w:rsidRDefault="002449FC" w:rsidP="002449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49FC" w:rsidRDefault="002449FC" w:rsidP="002449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449FC" w:rsidRDefault="002449FC" w:rsidP="002449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49FC" w:rsidRDefault="002449FC" w:rsidP="002449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449FC" w:rsidRDefault="002449FC" w:rsidP="002449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49FC" w:rsidRDefault="002449FC" w:rsidP="002449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49FC" w:rsidRDefault="002449FC" w:rsidP="002449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49FC" w:rsidRDefault="002449FC" w:rsidP="002449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49FC" w:rsidRDefault="002449FC" w:rsidP="002449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49FC" w:rsidRDefault="002449FC" w:rsidP="002449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49FC" w:rsidRDefault="002449FC" w:rsidP="002449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49FC" w:rsidRDefault="002449FC" w:rsidP="002449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49FC" w:rsidRDefault="002449FC" w:rsidP="002449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49FC" w:rsidRDefault="002449FC" w:rsidP="002449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49FC" w:rsidRDefault="002449FC" w:rsidP="002449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449FC" w:rsidRDefault="002449FC" w:rsidP="002449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449FC" w:rsidRDefault="002449FC" w:rsidP="002449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449FC" w:rsidRDefault="002449FC" w:rsidP="002449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449FC" w:rsidRDefault="002449FC" w:rsidP="002449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449FC" w:rsidRDefault="002449FC" w:rsidP="002449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449FC" w:rsidRDefault="002449FC" w:rsidP="002449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449FC" w:rsidRDefault="002449FC" w:rsidP="002449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449FC" w:rsidRDefault="002449FC" w:rsidP="002449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449FC" w:rsidRDefault="002449FC" w:rsidP="002449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449FC" w:rsidRDefault="002449FC" w:rsidP="002449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449FC" w:rsidRDefault="002449FC" w:rsidP="002449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449FC" w:rsidRDefault="002449FC" w:rsidP="002449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449FC" w:rsidRDefault="002449FC" w:rsidP="002449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449FC" w:rsidRDefault="002449FC" w:rsidP="002449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449FC" w:rsidRDefault="002449FC" w:rsidP="002449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449FC" w:rsidRDefault="002449FC" w:rsidP="002449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449FC" w:rsidRDefault="002449FC" w:rsidP="002449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449FC" w:rsidRDefault="002449FC" w:rsidP="002449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449FC" w:rsidRDefault="002449FC" w:rsidP="002449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449FC" w:rsidRDefault="002449FC" w:rsidP="002449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449FC" w:rsidRDefault="002449FC" w:rsidP="002449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449FC" w:rsidRDefault="002449FC" w:rsidP="002449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449FC" w:rsidRDefault="002449FC" w:rsidP="002449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449FC" w:rsidRDefault="002449FC" w:rsidP="002449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449FC" w:rsidRDefault="002449FC" w:rsidP="002449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449FC" w:rsidRDefault="002449FC" w:rsidP="002449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449FC" w:rsidRDefault="002449FC" w:rsidP="002449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449FC" w:rsidRDefault="002449FC" w:rsidP="002449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449FC" w:rsidRDefault="002449FC" w:rsidP="002449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449FC" w:rsidRDefault="002449FC" w:rsidP="002449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449FC" w:rsidRPr="000A4F3E" w:rsidRDefault="002449FC" w:rsidP="002449F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449FC" w:rsidRPr="000A4F3E" w:rsidRDefault="002449FC" w:rsidP="002449F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449FC" w:rsidRPr="000A4F3E" w:rsidRDefault="002449FC" w:rsidP="002449F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449FC" w:rsidRPr="000A4F3E" w:rsidRDefault="002449FC" w:rsidP="002449F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449FC" w:rsidRPr="000A4F3E" w:rsidRDefault="002449FC" w:rsidP="002449F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449FC" w:rsidRPr="000A4F3E" w:rsidRDefault="002449FC" w:rsidP="002449FC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449FC" w:rsidRPr="000A4F3E" w:rsidRDefault="002449FC" w:rsidP="002449F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449FC" w:rsidRPr="000A4F3E" w:rsidRDefault="002449FC" w:rsidP="002449F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449FC" w:rsidRPr="000A4F3E" w:rsidRDefault="002449FC" w:rsidP="002449F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449FC" w:rsidRPr="000A4F3E" w:rsidRDefault="002449FC" w:rsidP="002449F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2449FC" w:rsidRPr="000A4F3E" w:rsidRDefault="002449FC" w:rsidP="002449F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449FC" w:rsidRPr="000A4F3E" w:rsidRDefault="002449FC" w:rsidP="002449FC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2449FC" w:rsidRPr="000A4F3E" w:rsidRDefault="002449FC" w:rsidP="002449FC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449FC" w:rsidRDefault="002449FC" w:rsidP="002449FC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№36</w:t>
      </w:r>
    </w:p>
    <w:p w:rsidR="002449FC" w:rsidRPr="008D31FA" w:rsidRDefault="002449FC" w:rsidP="002449FC">
      <w:pPr>
        <w:pStyle w:val="HTML0"/>
        <w:spacing w:line="276" w:lineRule="auto"/>
        <w:rPr>
          <w:rFonts w:ascii="Times New Roman" w:hAnsi="Times New Roman"/>
        </w:rPr>
      </w:pPr>
    </w:p>
    <w:p w:rsidR="002449FC" w:rsidRPr="00CA5B65" w:rsidRDefault="002449FC" w:rsidP="002449FC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надання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дозволу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2449FC" w:rsidRPr="00CA5B65" w:rsidRDefault="002449FC" w:rsidP="002449FC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проекту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2449FC" w:rsidRPr="00CA5B65" w:rsidRDefault="002449FC" w:rsidP="002449FC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 w:rsidRPr="00CA5B65">
        <w:rPr>
          <w:rFonts w:ascii="Times New Roman" w:eastAsia="Times New Roman" w:hAnsi="Times New Roman"/>
          <w:b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ділянки</w:t>
      </w:r>
      <w:proofErr w:type="spellEnd"/>
    </w:p>
    <w:p w:rsidR="002449FC" w:rsidRPr="00CA5B65" w:rsidRDefault="002449FC" w:rsidP="002449FC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>
        <w:rPr>
          <w:rFonts w:ascii="Times New Roman" w:eastAsia="Times New Roman" w:hAnsi="Times New Roman"/>
          <w:b/>
          <w:sz w:val="24"/>
        </w:rPr>
        <w:t>Левунець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О.В.</w:t>
      </w:r>
    </w:p>
    <w:p w:rsidR="002449FC" w:rsidRPr="00CA5B65" w:rsidRDefault="002449FC" w:rsidP="002449FC">
      <w:pPr>
        <w:tabs>
          <w:tab w:val="left" w:pos="2160"/>
        </w:tabs>
        <w:spacing w:after="0"/>
        <w:rPr>
          <w:rFonts w:ascii="Times New Roman" w:eastAsia="Times New Roman" w:hAnsi="Times New Roman"/>
          <w:sz w:val="24"/>
        </w:rPr>
      </w:pPr>
    </w:p>
    <w:p w:rsidR="002449FC" w:rsidRPr="00CA5B65" w:rsidRDefault="002449FC" w:rsidP="002449FC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 xml:space="preserve">          </w:t>
      </w:r>
      <w:proofErr w:type="spellStart"/>
      <w:r w:rsidRPr="00CA5B65">
        <w:rPr>
          <w:rFonts w:ascii="Times New Roman" w:eastAsia="Times New Roman" w:hAnsi="Times New Roman"/>
          <w:sz w:val="24"/>
        </w:rPr>
        <w:t>Відповідно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до пункту 34 </w:t>
      </w:r>
      <w:proofErr w:type="spellStart"/>
      <w:r w:rsidRPr="00CA5B65">
        <w:rPr>
          <w:rFonts w:ascii="Times New Roman" w:eastAsia="Times New Roman" w:hAnsi="Times New Roman"/>
          <w:sz w:val="24"/>
        </w:rPr>
        <w:t>частини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1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26, 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42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місцеве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самоврядування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статей 12,  118 та 121 Земельного кодексу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землеустрій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</w:t>
      </w:r>
      <w:proofErr w:type="spellStart"/>
      <w:r w:rsidRPr="00CA5B65">
        <w:rPr>
          <w:rFonts w:ascii="Times New Roman" w:eastAsia="Times New Roman" w:hAnsi="Times New Roman"/>
          <w:sz w:val="24"/>
        </w:rPr>
        <w:t>врахувавши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пропозицію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благоустрою,</w:t>
      </w:r>
      <w:r w:rsidRPr="00CA5B65">
        <w:rPr>
          <w:rFonts w:ascii="Times New Roman" w:eastAsia="Times New Roman" w:hAnsi="Times New Roman"/>
          <w:sz w:val="24"/>
        </w:rPr>
        <w:t xml:space="preserve">     </w:t>
      </w:r>
      <w:proofErr w:type="spellStart"/>
      <w:r w:rsidRPr="00CA5B65">
        <w:rPr>
          <w:rFonts w:ascii="Times New Roman" w:eastAsia="Times New Roman" w:hAnsi="Times New Roman"/>
          <w:sz w:val="24"/>
        </w:rPr>
        <w:t>розглянувши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заяву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 </w:t>
      </w:r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Левунець</w:t>
      </w:r>
      <w:proofErr w:type="spellEnd"/>
      <w:r>
        <w:rPr>
          <w:rFonts w:ascii="Times New Roman" w:eastAsia="Times New Roman" w:hAnsi="Times New Roman"/>
          <w:sz w:val="24"/>
        </w:rPr>
        <w:t xml:space="preserve"> О.В.  </w:t>
      </w:r>
      <w:proofErr w:type="spellStart"/>
      <w:r w:rsidRPr="00CA5B65">
        <w:rPr>
          <w:rFonts w:ascii="Times New Roman" w:eastAsia="Times New Roman" w:hAnsi="Times New Roman"/>
          <w:sz w:val="24"/>
        </w:rPr>
        <w:t>сільська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рада </w:t>
      </w:r>
    </w:p>
    <w:p w:rsidR="002449FC" w:rsidRPr="00CA5B65" w:rsidRDefault="002449FC" w:rsidP="002449FC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>ВИРІШИЛА:</w:t>
      </w:r>
    </w:p>
    <w:p w:rsidR="002449FC" w:rsidRPr="00CA5B65" w:rsidRDefault="002449FC" w:rsidP="002449FC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</w:pPr>
      <w:r w:rsidRPr="00CA5B65">
        <w:rPr>
          <w:rFonts w:ascii="Times New Roman" w:eastAsia="Times New Roman" w:hAnsi="Times New Roman"/>
          <w:sz w:val="24"/>
        </w:rPr>
        <w:t xml:space="preserve">        1. </w:t>
      </w:r>
      <w:proofErr w:type="spellStart"/>
      <w:r w:rsidRPr="00CA5B65">
        <w:rPr>
          <w:rFonts w:ascii="Times New Roman" w:eastAsia="Times New Roman" w:hAnsi="Times New Roman"/>
          <w:sz w:val="24"/>
        </w:rPr>
        <w:t>Надати</w:t>
      </w:r>
      <w:proofErr w:type="spellEnd"/>
      <w:r w:rsidRPr="00CA5B65">
        <w:rPr>
          <w:rFonts w:ascii="Times New Roman" w:eastAsia="Times New Roman" w:hAnsi="Times New Roman"/>
          <w:color w:val="FF000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Левунець</w:t>
      </w:r>
      <w:proofErr w:type="spellEnd"/>
      <w:r>
        <w:rPr>
          <w:rFonts w:ascii="Times New Roman" w:eastAsia="Times New Roman" w:hAnsi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</w:rPr>
        <w:t>Олені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Василівні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 </w:t>
      </w:r>
      <w:r>
        <w:rPr>
          <w:rFonts w:ascii="Times New Roman" w:eastAsia="Times New Roman" w:hAnsi="Times New Roman"/>
          <w:sz w:val="24"/>
        </w:rPr>
        <w:t>яка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зареєстрован</w:t>
      </w:r>
      <w:r>
        <w:rPr>
          <w:rFonts w:ascii="Times New Roman" w:eastAsia="Times New Roman" w:hAnsi="Times New Roman"/>
          <w:sz w:val="24"/>
        </w:rPr>
        <w:t>а</w:t>
      </w:r>
      <w:proofErr w:type="spellEnd"/>
      <w:r>
        <w:rPr>
          <w:rFonts w:ascii="Times New Roman" w:eastAsia="Times New Roman" w:hAnsi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/>
          <w:sz w:val="24"/>
        </w:rPr>
        <w:t xml:space="preserve">: </w:t>
      </w:r>
      <w:r w:rsidR="0038630D">
        <w:rPr>
          <w:rFonts w:ascii="Times New Roman" w:eastAsia="Times New Roman" w:hAnsi="Times New Roman"/>
          <w:sz w:val="24"/>
          <w:lang w:val="en-US"/>
        </w:rPr>
        <w:t>___________________</w:t>
      </w:r>
      <w:bookmarkStart w:id="0" w:name="_GoBack"/>
      <w:bookmarkEnd w:id="0"/>
      <w:r>
        <w:rPr>
          <w:rFonts w:ascii="Times New Roman" w:eastAsia="Times New Roman" w:hAnsi="Times New Roman"/>
          <w:sz w:val="24"/>
        </w:rPr>
        <w:t>,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дозвіл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проекту </w:t>
      </w:r>
      <w:proofErr w:type="spellStart"/>
      <w:r w:rsidRPr="00CA5B65">
        <w:rPr>
          <w:rFonts w:ascii="Times New Roman" w:eastAsia="Times New Roman" w:hAnsi="Times New Roman"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ділянки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CA5B65">
        <w:rPr>
          <w:rFonts w:ascii="Times New Roman" w:eastAsia="Times New Roman" w:hAnsi="Times New Roman"/>
          <w:sz w:val="24"/>
        </w:rPr>
        <w:t>передачі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її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CA5B65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орієнтовною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площею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2,00 </w:t>
      </w:r>
      <w:r w:rsidRPr="00CA5B65">
        <w:rPr>
          <w:rFonts w:ascii="Times New Roman" w:eastAsia="Times New Roman" w:hAnsi="Times New Roman"/>
          <w:sz w:val="24"/>
        </w:rPr>
        <w:t xml:space="preserve">га, для </w:t>
      </w:r>
      <w:proofErr w:type="spellStart"/>
      <w:r>
        <w:rPr>
          <w:rFonts w:ascii="Times New Roman" w:eastAsia="Times New Roman" w:hAnsi="Times New Roman"/>
          <w:sz w:val="24"/>
        </w:rPr>
        <w:t>ведення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особистого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селянського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господарства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r>
        <w:rPr>
          <w:rFonts w:ascii="Times New Roman" w:eastAsia="Times New Roman" w:hAnsi="Times New Roman"/>
          <w:sz w:val="24"/>
        </w:rPr>
        <w:t>яка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розташована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</w:rPr>
        <w:t>в</w:t>
      </w:r>
      <w:proofErr w:type="gram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селі</w:t>
      </w:r>
      <w:proofErr w:type="spellEnd"/>
      <w:r>
        <w:rPr>
          <w:rFonts w:ascii="Times New Roman" w:eastAsia="Times New Roman" w:hAnsi="Times New Roman"/>
          <w:sz w:val="24"/>
        </w:rPr>
        <w:t xml:space="preserve">   </w:t>
      </w:r>
      <w:proofErr w:type="spellStart"/>
      <w:r>
        <w:rPr>
          <w:rFonts w:ascii="Times New Roman" w:eastAsia="Times New Roman" w:hAnsi="Times New Roman"/>
          <w:sz w:val="24"/>
        </w:rPr>
        <w:t>Крупець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2449FC" w:rsidRPr="00DC5C5B" w:rsidRDefault="002449FC" w:rsidP="002449FC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Arial" w:eastAsia="Arial Unicode MS" w:hAnsi="Arial" w:cs="Arial"/>
          <w:color w:val="333333"/>
          <w:sz w:val="21"/>
          <w:szCs w:val="21"/>
          <w:shd w:val="clear" w:color="auto" w:fill="FFFFFF"/>
        </w:rPr>
        <w:t xml:space="preserve">   </w:t>
      </w:r>
      <w:r w:rsidRPr="00DC5C5B">
        <w:rPr>
          <w:rFonts w:ascii="Times New Roman" w:eastAsia="Times New Roman" w:hAnsi="Times New Roman"/>
          <w:sz w:val="24"/>
        </w:rPr>
        <w:t xml:space="preserve">    2</w:t>
      </w:r>
      <w:r>
        <w:rPr>
          <w:rFonts w:ascii="Times New Roman" w:eastAsia="Times New Roman" w:hAnsi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</w:rPr>
        <w:t>Левунець</w:t>
      </w:r>
      <w:proofErr w:type="spellEnd"/>
      <w:r>
        <w:rPr>
          <w:rFonts w:ascii="Times New Roman" w:eastAsia="Times New Roman" w:hAnsi="Times New Roman"/>
          <w:sz w:val="24"/>
        </w:rPr>
        <w:t xml:space="preserve"> О.В.</w:t>
      </w:r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розробити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проект </w:t>
      </w:r>
      <w:proofErr w:type="spellStart"/>
      <w:r w:rsidRPr="00DC5C5B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щодо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ділянки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DC5C5B">
        <w:rPr>
          <w:rFonts w:ascii="Times New Roman" w:eastAsia="Times New Roman" w:hAnsi="Times New Roman"/>
          <w:sz w:val="24"/>
        </w:rPr>
        <w:t>передачі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її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DC5C5B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та подати на </w:t>
      </w:r>
      <w:proofErr w:type="spellStart"/>
      <w:r w:rsidRPr="00DC5C5B">
        <w:rPr>
          <w:rFonts w:ascii="Times New Roman" w:eastAsia="Times New Roman" w:hAnsi="Times New Roman"/>
          <w:sz w:val="24"/>
        </w:rPr>
        <w:t>розгляд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сесії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сільської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DC5C5B">
        <w:rPr>
          <w:rFonts w:ascii="Times New Roman" w:eastAsia="Times New Roman" w:hAnsi="Times New Roman"/>
          <w:sz w:val="24"/>
        </w:rPr>
        <w:t>ради</w:t>
      </w:r>
      <w:proofErr w:type="gramEnd"/>
      <w:r w:rsidRPr="00DC5C5B">
        <w:rPr>
          <w:rFonts w:ascii="Times New Roman" w:eastAsia="Times New Roman" w:hAnsi="Times New Roman"/>
          <w:sz w:val="24"/>
        </w:rPr>
        <w:t>.</w:t>
      </w:r>
    </w:p>
    <w:p w:rsidR="002449FC" w:rsidRPr="00CA5B65" w:rsidRDefault="002449FC" w:rsidP="002449FC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2449FC" w:rsidRDefault="002449FC" w:rsidP="002449F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2449FC" w:rsidRPr="00CA5B65" w:rsidRDefault="002449FC" w:rsidP="002449F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2449FC" w:rsidRDefault="002449FC" w:rsidP="002449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49FC" w:rsidRPr="008D31FA" w:rsidRDefault="002449FC" w:rsidP="002449FC">
      <w:pPr>
        <w:pStyle w:val="HTML0"/>
        <w:spacing w:line="276" w:lineRule="auto"/>
        <w:rPr>
          <w:rFonts w:ascii="Times New Roman" w:hAnsi="Times New Roman"/>
        </w:rPr>
      </w:pPr>
      <w:proofErr w:type="spellStart"/>
      <w:r w:rsidRPr="008D31FA">
        <w:rPr>
          <w:rFonts w:ascii="Times New Roman" w:hAnsi="Times New Roman"/>
        </w:rPr>
        <w:t>Сільський</w:t>
      </w:r>
      <w:proofErr w:type="spellEnd"/>
      <w:r>
        <w:rPr>
          <w:rFonts w:ascii="Times New Roman" w:hAnsi="Times New Roman"/>
        </w:rPr>
        <w:t xml:space="preserve"> голова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</w:t>
      </w:r>
      <w:r w:rsidRPr="008D31FA">
        <w:rPr>
          <w:rFonts w:ascii="Times New Roman" w:hAnsi="Times New Roman"/>
        </w:rPr>
        <w:t xml:space="preserve">  </w:t>
      </w:r>
      <w:proofErr w:type="spellStart"/>
      <w:r w:rsidRPr="008D31FA">
        <w:rPr>
          <w:rFonts w:ascii="Times New Roman" w:hAnsi="Times New Roman"/>
        </w:rPr>
        <w:t>Валерій</w:t>
      </w:r>
      <w:proofErr w:type="spellEnd"/>
      <w:r w:rsidRPr="008D31FA">
        <w:rPr>
          <w:rFonts w:ascii="Times New Roman" w:hAnsi="Times New Roman"/>
        </w:rPr>
        <w:t xml:space="preserve">  МИХАЛЮК </w:t>
      </w:r>
    </w:p>
    <w:p w:rsidR="0097078B" w:rsidRDefault="0097078B"/>
    <w:sectPr w:rsidR="0097078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9FC"/>
    <w:rsid w:val="00171A2E"/>
    <w:rsid w:val="002449FC"/>
    <w:rsid w:val="00304C90"/>
    <w:rsid w:val="0038630D"/>
    <w:rsid w:val="00505B6D"/>
    <w:rsid w:val="006D3977"/>
    <w:rsid w:val="007D6C18"/>
    <w:rsid w:val="0097078B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2449FC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2449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449FC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2449FC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2449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449FC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244</Words>
  <Characters>1396</Characters>
  <Application>Microsoft Office Word</Application>
  <DocSecurity>0</DocSecurity>
  <Lines>11</Lines>
  <Paragraphs>3</Paragraphs>
  <ScaleCrop>false</ScaleCrop>
  <Company>Microsoft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2020-09-01T13:55:00Z</dcterms:created>
  <dcterms:modified xsi:type="dcterms:W3CDTF">2020-09-01T15:36:00Z</dcterms:modified>
</cp:coreProperties>
</file>