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3F" w:rsidRPr="00154EFF" w:rsidRDefault="00E6023F" w:rsidP="00E6023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23F" w:rsidRDefault="00E6023F" w:rsidP="00E602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023F" w:rsidRDefault="00E6023F" w:rsidP="00E602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023F" w:rsidRDefault="00E6023F" w:rsidP="00E6023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023F" w:rsidRDefault="00E6023F" w:rsidP="00E602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023F" w:rsidRDefault="00E6023F" w:rsidP="00E6023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№13</w:t>
      </w:r>
    </w:p>
    <w:p w:rsidR="00E6023F" w:rsidRPr="008D6F85" w:rsidRDefault="00E6023F" w:rsidP="00E6023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Голик О.П.</w:t>
      </w: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Голик О.П.  сільська  рада </w:t>
      </w: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1. Затвердити  Голик Ользі Пи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липівні,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D4814">
        <w:rPr>
          <w:rFonts w:ascii="Times New Roman" w:eastAsia="Calibri" w:hAnsi="Times New Roman" w:cs="Times New Roman"/>
          <w:sz w:val="24"/>
          <w:szCs w:val="24"/>
        </w:rPr>
        <w:t>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D481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0,2440 га,  кадастровий номер: 6823986800:02:007:0015,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Миру, 26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2. Голик О.П., посвідчити своє право  в  установленому  законом  порядку.</w:t>
      </w: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023F" w:rsidRPr="008D6F85" w:rsidRDefault="00E6023F" w:rsidP="00E602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6023F" w:rsidRPr="008D6F85" w:rsidRDefault="00E6023F" w:rsidP="00E6023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6023F" w:rsidRPr="008D6F85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36B2E" w:rsidRPr="00E6023F" w:rsidRDefault="00E6023F" w:rsidP="00E6023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336B2E" w:rsidRPr="00E6023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3F"/>
    <w:rsid w:val="00336B2E"/>
    <w:rsid w:val="00BD4814"/>
    <w:rsid w:val="00E6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3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602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6023F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3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602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6023F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2022-02-08T06:20:00Z</dcterms:created>
  <dcterms:modified xsi:type="dcterms:W3CDTF">2022-02-08T11:03:00Z</dcterms:modified>
</cp:coreProperties>
</file>