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08A" w:rsidRDefault="009E708A" w:rsidP="009E708A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708A" w:rsidRDefault="009E708A" w:rsidP="009E70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708A" w:rsidRDefault="009E708A" w:rsidP="009E70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708A" w:rsidRDefault="009E708A" w:rsidP="009E70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708A" w:rsidRDefault="009E708A" w:rsidP="009E70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708A" w:rsidRDefault="009E708A" w:rsidP="009E70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708A" w:rsidRDefault="009E708A" w:rsidP="009E70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708A" w:rsidRDefault="009E708A" w:rsidP="009E70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708A" w:rsidRDefault="009E708A" w:rsidP="009E70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708A" w:rsidRDefault="009E708A" w:rsidP="009E70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708A" w:rsidRDefault="009E708A" w:rsidP="009E70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708A" w:rsidRDefault="009E708A" w:rsidP="009E70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708A" w:rsidRDefault="009E708A" w:rsidP="009E70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708A" w:rsidRDefault="009E708A" w:rsidP="009E70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708A" w:rsidRDefault="009E708A" w:rsidP="009E70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708A" w:rsidRDefault="009E708A" w:rsidP="009E70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708A" w:rsidRDefault="009E708A" w:rsidP="009E70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708A" w:rsidRDefault="009E708A" w:rsidP="009E70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708A" w:rsidRDefault="009E708A" w:rsidP="009E70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708A" w:rsidRDefault="009E708A" w:rsidP="009E70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708A" w:rsidRDefault="009E708A" w:rsidP="009E70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708A" w:rsidRDefault="009E708A" w:rsidP="009E70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708A" w:rsidRDefault="009E708A" w:rsidP="009E70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708A" w:rsidRDefault="009E708A" w:rsidP="009E70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708A" w:rsidRDefault="009E708A" w:rsidP="009E70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708A" w:rsidRDefault="009E708A" w:rsidP="009E70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708A" w:rsidRDefault="009E708A" w:rsidP="009E70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708A" w:rsidRDefault="009E708A" w:rsidP="009E70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708A" w:rsidRDefault="009E708A" w:rsidP="009E70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708A" w:rsidRDefault="009E708A" w:rsidP="009E70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708A" w:rsidRDefault="009E708A" w:rsidP="009E70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E708A" w:rsidRDefault="009E708A" w:rsidP="009E70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E708A" w:rsidRDefault="009E708A" w:rsidP="009E70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E708A" w:rsidRDefault="009E708A" w:rsidP="009E70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E708A" w:rsidRDefault="009E708A" w:rsidP="009E70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E708A" w:rsidRDefault="009E708A" w:rsidP="009E70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E708A" w:rsidRDefault="009E708A" w:rsidP="009E70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E708A" w:rsidRDefault="009E708A" w:rsidP="009E70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E708A" w:rsidRDefault="009E708A" w:rsidP="009E70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E708A" w:rsidRDefault="009E708A" w:rsidP="009E70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E708A" w:rsidRDefault="009E708A" w:rsidP="009E70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E708A" w:rsidRDefault="009E708A" w:rsidP="009E70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E708A" w:rsidRDefault="009E708A" w:rsidP="009E70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E708A" w:rsidRDefault="009E708A" w:rsidP="009E70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E708A" w:rsidRDefault="009E708A" w:rsidP="009E70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E708A" w:rsidRDefault="009E708A" w:rsidP="009E70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E708A" w:rsidRDefault="009E708A" w:rsidP="009E70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E708A" w:rsidRDefault="009E708A" w:rsidP="009E70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E708A" w:rsidRDefault="009E708A" w:rsidP="009E70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E708A" w:rsidRDefault="009E708A" w:rsidP="009E70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E708A" w:rsidRDefault="009E708A" w:rsidP="009E70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" fillcolor="black" stroked="f">
                  <v:textbox>
                    <w:txbxContent>
                      <w:p w:rsidR="009E708A" w:rsidRDefault="009E708A" w:rsidP="009E70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E708A" w:rsidRDefault="009E708A" w:rsidP="009E70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E708A" w:rsidRDefault="009E708A" w:rsidP="009E70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E708A" w:rsidRDefault="009E708A" w:rsidP="009E70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E708A" w:rsidRDefault="009E708A" w:rsidP="009E70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E708A" w:rsidRDefault="009E708A" w:rsidP="009E70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E708A" w:rsidRDefault="009E708A" w:rsidP="009E70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" fillcolor="black" stroked="f">
                  <v:textbox>
                    <w:txbxContent>
                      <w:p w:rsidR="009E708A" w:rsidRDefault="009E708A" w:rsidP="009E70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E708A" w:rsidRDefault="009E708A" w:rsidP="009E70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E708A" w:rsidRDefault="009E708A" w:rsidP="009E70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E708A" w:rsidRDefault="009E708A" w:rsidP="009E708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E708A" w:rsidRDefault="009E708A" w:rsidP="009E708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E708A" w:rsidRDefault="009E708A" w:rsidP="009E708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E708A" w:rsidRDefault="009E708A" w:rsidP="009E708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E708A" w:rsidRDefault="009E708A" w:rsidP="009E708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E708A" w:rsidRDefault="009E708A" w:rsidP="009E708A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E708A" w:rsidRDefault="009E708A" w:rsidP="009E708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9E708A" w:rsidRDefault="009E708A" w:rsidP="009E708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E708A" w:rsidRDefault="009E708A" w:rsidP="009E708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E708A" w:rsidRDefault="009E708A" w:rsidP="009E708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9E708A" w:rsidRDefault="009E708A" w:rsidP="009E708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E708A" w:rsidRDefault="009E708A" w:rsidP="009E708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9E708A" w:rsidRDefault="009E708A" w:rsidP="009E708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E708A" w:rsidRPr="00A56207" w:rsidRDefault="009E708A" w:rsidP="009E708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.04.2021 року                                            Крупець                                                       №38</w:t>
      </w:r>
    </w:p>
    <w:p w:rsidR="009E708A" w:rsidRPr="00C92EA5" w:rsidRDefault="009E708A" w:rsidP="009E708A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9E708A" w:rsidRPr="00C92EA5" w:rsidRDefault="009E708A" w:rsidP="009E708A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C92EA5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9E708A" w:rsidRPr="00C92EA5" w:rsidRDefault="009E708A" w:rsidP="009E708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проє</w:t>
      </w:r>
      <w:r w:rsidRPr="00C92EA5">
        <w:rPr>
          <w:rFonts w:ascii="Times New Roman" w:eastAsia="Calibri" w:hAnsi="Times New Roman" w:cs="Times New Roman"/>
          <w:b/>
          <w:sz w:val="24"/>
        </w:rPr>
        <w:t>кту</w:t>
      </w:r>
      <w:proofErr w:type="spellEnd"/>
      <w:r w:rsidRPr="00C92EA5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9E708A" w:rsidRPr="00C92EA5" w:rsidRDefault="009E708A" w:rsidP="009E708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C92EA5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9E708A" w:rsidRPr="0040408C" w:rsidRDefault="009E708A" w:rsidP="009E708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Ковбі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В.А.</w:t>
      </w:r>
    </w:p>
    <w:p w:rsidR="009E708A" w:rsidRPr="00C92EA5" w:rsidRDefault="009E708A" w:rsidP="009E708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9E708A" w:rsidRPr="00C92EA5" w:rsidRDefault="009E708A" w:rsidP="009E708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ро</w:t>
      </w:r>
      <w:r>
        <w:rPr>
          <w:rFonts w:ascii="Times New Roman" w:eastAsia="Calibri" w:hAnsi="Times New Roman" w:cs="Times New Roman"/>
          <w:sz w:val="24"/>
        </w:rPr>
        <w:t xml:space="preserve">зглянувши   заяву </w:t>
      </w:r>
      <w:proofErr w:type="spellStart"/>
      <w:r>
        <w:rPr>
          <w:rFonts w:ascii="Times New Roman" w:eastAsia="Calibri" w:hAnsi="Times New Roman" w:cs="Times New Roman"/>
          <w:sz w:val="24"/>
        </w:rPr>
        <w:t>Ковби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В.А.,</w:t>
      </w:r>
      <w:r w:rsidRPr="00C92EA5">
        <w:rPr>
          <w:rFonts w:ascii="Times New Roman" w:eastAsia="Calibri" w:hAnsi="Times New Roman" w:cs="Times New Roman"/>
          <w:sz w:val="24"/>
        </w:rPr>
        <w:t xml:space="preserve"> сільська рада </w:t>
      </w:r>
    </w:p>
    <w:p w:rsidR="009E708A" w:rsidRPr="00513972" w:rsidRDefault="009E708A" w:rsidP="009E708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>ВИРІШИЛА:</w:t>
      </w:r>
    </w:p>
    <w:p w:rsidR="009E708A" w:rsidRDefault="009E708A" w:rsidP="009E708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92EA5">
        <w:rPr>
          <w:rFonts w:ascii="Times New Roman" w:eastAsia="Calibri" w:hAnsi="Times New Roman" w:cs="Times New Roman"/>
          <w:sz w:val="24"/>
        </w:rPr>
        <w:t xml:space="preserve">       1</w:t>
      </w:r>
      <w:r w:rsidRPr="007C014F">
        <w:rPr>
          <w:rFonts w:ascii="Times New Roman" w:eastAsia="Calibri" w:hAnsi="Times New Roman" w:cs="Times New Roman"/>
          <w:sz w:val="24"/>
        </w:rPr>
        <w:t xml:space="preserve">. Надати </w:t>
      </w:r>
      <w:proofErr w:type="spellStart"/>
      <w:r>
        <w:rPr>
          <w:rFonts w:ascii="Times New Roman" w:eastAsia="Calibri" w:hAnsi="Times New Roman" w:cs="Times New Roman"/>
          <w:sz w:val="24"/>
        </w:rPr>
        <w:t>Ковбі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Віктору Анатолійовичу,  який зареєстрований 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58774E">
        <w:rPr>
          <w:rFonts w:ascii="Times New Roman" w:eastAsia="Calibri" w:hAnsi="Times New Roman" w:cs="Times New Roman"/>
          <w:sz w:val="24"/>
        </w:rPr>
        <w:t>______________</w:t>
      </w:r>
      <w:r>
        <w:rPr>
          <w:rFonts w:ascii="Times New Roman" w:eastAsia="Calibri" w:hAnsi="Times New Roman" w:cs="Times New Roman"/>
          <w:sz w:val="24"/>
        </w:rPr>
        <w:t xml:space="preserve">,  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 xml:space="preserve">дозвіл на розробку </w:t>
      </w:r>
      <w:proofErr w:type="spellStart"/>
      <w:r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C92EA5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</w:t>
      </w:r>
      <w:proofErr w:type="spellStart"/>
      <w:r w:rsidRPr="00C92EA5">
        <w:rPr>
          <w:rFonts w:ascii="Times New Roman" w:eastAsia="Calibri" w:hAnsi="Times New Roman" w:cs="Times New Roman"/>
          <w:sz w:val="24"/>
        </w:rPr>
        <w:t>власність,</w:t>
      </w:r>
      <w:r>
        <w:rPr>
          <w:rFonts w:ascii="Times New Roman" w:eastAsia="Calibri" w:hAnsi="Times New Roman" w:cs="Times New Roman"/>
          <w:sz w:val="24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r w:rsidRPr="00C92EA5">
        <w:rPr>
          <w:rFonts w:ascii="Times New Roman" w:eastAsia="Calibri" w:hAnsi="Times New Roman" w:cs="Times New Roman"/>
          <w:sz w:val="24"/>
        </w:rPr>
        <w:t xml:space="preserve">площею </w:t>
      </w:r>
      <w:r>
        <w:rPr>
          <w:rFonts w:ascii="Times New Roman" w:eastAsia="Calibri" w:hAnsi="Times New Roman" w:cs="Times New Roman"/>
          <w:sz w:val="24"/>
        </w:rPr>
        <w:t xml:space="preserve">1,900 </w:t>
      </w:r>
      <w:r w:rsidRPr="00C92EA5">
        <w:rPr>
          <w:rFonts w:ascii="Times New Roman" w:eastAsia="Calibri" w:hAnsi="Times New Roman" w:cs="Times New Roman"/>
          <w:sz w:val="24"/>
        </w:rPr>
        <w:t xml:space="preserve">га, для ведення </w:t>
      </w:r>
      <w:r>
        <w:rPr>
          <w:rFonts w:ascii="Times New Roman" w:eastAsia="Calibri" w:hAnsi="Times New Roman" w:cs="Times New Roman"/>
          <w:sz w:val="24"/>
        </w:rPr>
        <w:t>особистого селянського господарства</w:t>
      </w:r>
      <w:r w:rsidRPr="00C92EA5">
        <w:rPr>
          <w:rFonts w:ascii="Times New Roman" w:eastAsia="Calibri" w:hAnsi="Times New Roman" w:cs="Times New Roman"/>
          <w:sz w:val="24"/>
        </w:rPr>
        <w:t xml:space="preserve">, яка розташована </w:t>
      </w:r>
      <w:r w:rsidRPr="000541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Хмельницька область,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Шепетівський </w:t>
      </w:r>
      <w:r w:rsidRPr="000541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район,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на території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Крупецької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сільської ради, в с.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Стригани</w:t>
      </w:r>
      <w:proofErr w:type="spellEnd"/>
    </w:p>
    <w:p w:rsidR="009E708A" w:rsidRPr="00C92EA5" w:rsidRDefault="009E708A" w:rsidP="009E708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 xml:space="preserve">       2</w:t>
      </w:r>
      <w:r>
        <w:rPr>
          <w:rFonts w:ascii="Times New Roman" w:eastAsia="Calibri" w:hAnsi="Times New Roman" w:cs="Times New Roman"/>
          <w:sz w:val="24"/>
        </w:rPr>
        <w:t xml:space="preserve">. </w:t>
      </w:r>
      <w:proofErr w:type="spellStart"/>
      <w:r>
        <w:rPr>
          <w:rFonts w:ascii="Times New Roman" w:eastAsia="Calibri" w:hAnsi="Times New Roman" w:cs="Times New Roman"/>
          <w:sz w:val="24"/>
        </w:rPr>
        <w:t>Ковбі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В.А. розробити </w:t>
      </w:r>
      <w:proofErr w:type="spellStart"/>
      <w:r>
        <w:rPr>
          <w:rFonts w:ascii="Times New Roman" w:eastAsia="Calibri" w:hAnsi="Times New Roman" w:cs="Times New Roman"/>
          <w:sz w:val="24"/>
        </w:rPr>
        <w:t>проє</w:t>
      </w:r>
      <w:r w:rsidRPr="00C92EA5">
        <w:rPr>
          <w:rFonts w:ascii="Times New Roman" w:eastAsia="Calibri" w:hAnsi="Times New Roman" w:cs="Times New Roman"/>
          <w:sz w:val="24"/>
        </w:rPr>
        <w:t>кт</w:t>
      </w:r>
      <w:proofErr w:type="spellEnd"/>
      <w:r w:rsidRPr="00C92EA5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сесії сільської ради.</w:t>
      </w:r>
    </w:p>
    <w:p w:rsidR="009E708A" w:rsidRPr="00C92EA5" w:rsidRDefault="009E708A" w:rsidP="009E708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2E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9E708A" w:rsidRPr="00C92EA5" w:rsidRDefault="009E708A" w:rsidP="009E708A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9E708A" w:rsidRPr="00C92EA5" w:rsidRDefault="009E708A" w:rsidP="009E708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9E708A" w:rsidRDefault="009E708A" w:rsidP="009E708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9E708A" w:rsidRDefault="009E708A" w:rsidP="009E708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9E708A" w:rsidRPr="00C92EA5" w:rsidRDefault="009E708A" w:rsidP="009E708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9E708A" w:rsidRDefault="009E708A" w:rsidP="009E708A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FE3AF7" w:rsidRDefault="00FE3AF7"/>
    <w:sectPr w:rsidR="00FE3AF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08A"/>
    <w:rsid w:val="00171A2E"/>
    <w:rsid w:val="00304C90"/>
    <w:rsid w:val="00505B6D"/>
    <w:rsid w:val="0058774E"/>
    <w:rsid w:val="006D3977"/>
    <w:rsid w:val="007D6C18"/>
    <w:rsid w:val="009E708A"/>
    <w:rsid w:val="00D1641A"/>
    <w:rsid w:val="00FE3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23F78"/>
  <w15:docId w15:val="{2548967B-9BA7-4972-9A1D-23A05286C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08A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9E708A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9E708A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9E708A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243</Words>
  <Characters>1390</Characters>
  <Application>Microsoft Office Word</Application>
  <DocSecurity>0</DocSecurity>
  <Lines>11</Lines>
  <Paragraphs>3</Paragraphs>
  <ScaleCrop>false</ScaleCrop>
  <Company>Microsoft</Company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2021-04-28T11:40:00Z</dcterms:created>
  <dcterms:modified xsi:type="dcterms:W3CDTF">2021-04-28T12:58:00Z</dcterms:modified>
</cp:coreProperties>
</file>