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C38" w:rsidRPr="00E04900" w:rsidRDefault="00ED1C38" w:rsidP="00ED1C38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1C38" w:rsidRDefault="00ED1C38" w:rsidP="00ED1C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D1C38" w:rsidRDefault="00ED1C38" w:rsidP="00ED1C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D1C38" w:rsidRDefault="00ED1C38" w:rsidP="00ED1C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1C38" w:rsidRDefault="00ED1C38" w:rsidP="00ED1C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1C38" w:rsidRDefault="00ED1C38" w:rsidP="00ED1C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1C38" w:rsidRDefault="00ED1C38" w:rsidP="00ED1C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1C38" w:rsidRDefault="00ED1C38" w:rsidP="00ED1C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D1C38" w:rsidRDefault="00ED1C38" w:rsidP="00ED1C3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D1C38" w:rsidRDefault="00ED1C38" w:rsidP="00ED1C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D1C38" w:rsidRDefault="00ED1C38" w:rsidP="00ED1C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D1C38" w:rsidRDefault="00ED1C38" w:rsidP="00ED1C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1C38" w:rsidRDefault="00ED1C38" w:rsidP="00ED1C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D1C38" w:rsidRDefault="00ED1C38" w:rsidP="00ED1C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1C38" w:rsidRDefault="00ED1C38" w:rsidP="00ED1C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D1C38" w:rsidRDefault="00ED1C38" w:rsidP="00ED1C3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D1C38" w:rsidRDefault="00ED1C38" w:rsidP="00ED1C3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№51</w:t>
      </w:r>
    </w:p>
    <w:p w:rsidR="00ED1C38" w:rsidRDefault="00ED1C38" w:rsidP="00ED1C3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D1C38" w:rsidRPr="00856A1F" w:rsidRDefault="00ED1C38" w:rsidP="00ED1C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56A1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дозволу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розробку</w:t>
      </w:r>
      <w:proofErr w:type="spellEnd"/>
    </w:p>
    <w:p w:rsidR="00ED1C38" w:rsidRPr="00856A1F" w:rsidRDefault="00ED1C38" w:rsidP="00ED1C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856A1F">
        <w:rPr>
          <w:rFonts w:ascii="Times New Roman" w:hAnsi="Times New Roman" w:cs="Times New Roman"/>
          <w:b/>
          <w:sz w:val="24"/>
          <w:szCs w:val="24"/>
        </w:rPr>
        <w:t>ехн</w:t>
      </w:r>
      <w:proofErr w:type="gramEnd"/>
      <w:r w:rsidRPr="00856A1F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ED1C38" w:rsidRPr="00856A1F" w:rsidRDefault="00ED1C38" w:rsidP="00ED1C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 xml:space="preserve">) меж </w:t>
      </w:r>
    </w:p>
    <w:p w:rsidR="00ED1C38" w:rsidRPr="00856A1F" w:rsidRDefault="00ED1C38" w:rsidP="00ED1C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856A1F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856A1F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>)</w:t>
      </w:r>
    </w:p>
    <w:p w:rsidR="00ED1C38" w:rsidRPr="00856A1F" w:rsidRDefault="00ED1C38" w:rsidP="00ED1C3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Качаровському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 xml:space="preserve"> Р.І.</w:t>
      </w:r>
    </w:p>
    <w:p w:rsidR="00ED1C38" w:rsidRPr="00856A1F" w:rsidRDefault="00ED1C38" w:rsidP="00ED1C3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D1C38" w:rsidRPr="00856A1F" w:rsidRDefault="00ED1C38" w:rsidP="00ED1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6A1F"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6A1F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856A1F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Качаровського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Р.І.,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ED1C38" w:rsidRPr="00856A1F" w:rsidRDefault="00ED1C38" w:rsidP="00ED1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A1F">
        <w:rPr>
          <w:rFonts w:ascii="Times New Roman" w:hAnsi="Times New Roman" w:cs="Times New Roman"/>
          <w:sz w:val="24"/>
          <w:szCs w:val="24"/>
        </w:rPr>
        <w:t>ВИРІШИЛА:</w:t>
      </w:r>
    </w:p>
    <w:p w:rsidR="00ED1C38" w:rsidRPr="00856A1F" w:rsidRDefault="00ED1C38" w:rsidP="00ED1C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6A1F">
        <w:rPr>
          <w:rFonts w:ascii="Times New Roman" w:hAnsi="Times New Roman" w:cs="Times New Roman"/>
          <w:sz w:val="24"/>
          <w:szCs w:val="24"/>
        </w:rPr>
        <w:t xml:space="preserve">        1.Надати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Руслану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Івановичу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0F1B0A">
        <w:rPr>
          <w:rFonts w:ascii="Times New Roman" w:eastAsia="Calibri" w:hAnsi="Times New Roman" w:cs="Times New Roman"/>
          <w:sz w:val="24"/>
          <w:szCs w:val="24"/>
          <w:lang w:val="en-US"/>
        </w:rPr>
        <w:t>___________________</w:t>
      </w:r>
      <w:bookmarkStart w:id="0" w:name="_GoBack"/>
      <w:bookmarkEnd w:id="0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56A1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856A1F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0,4000 га,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номер 6823982100:03:001:0074, для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ради за межами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пункту села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D1C38" w:rsidRPr="00856A1F" w:rsidRDefault="00ED1C38" w:rsidP="00ED1C3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A1F">
        <w:rPr>
          <w:rFonts w:ascii="Times New Roman" w:hAnsi="Times New Roman" w:cs="Times New Roman"/>
          <w:sz w:val="24"/>
          <w:szCs w:val="24"/>
        </w:rPr>
        <w:t xml:space="preserve">        2.Качаровському Р.І.,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розробити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56A1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856A1F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) та подати на 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ED1C38" w:rsidRPr="00856A1F" w:rsidRDefault="00ED1C38" w:rsidP="00ED1C3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A1F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56A1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56A1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D1C38" w:rsidRPr="00856A1F" w:rsidRDefault="00ED1C38" w:rsidP="00ED1C3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D1C38" w:rsidRPr="00ED1C38" w:rsidRDefault="00ED1C38" w:rsidP="00ED1C3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87056" w:rsidRPr="00ED1C38" w:rsidRDefault="00ED1C38" w:rsidP="00ED1C38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 голова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</w:p>
    <w:sectPr w:rsidR="00F87056" w:rsidRPr="00ED1C3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C38"/>
    <w:rsid w:val="000F1B0A"/>
    <w:rsid w:val="00171A2E"/>
    <w:rsid w:val="00304C90"/>
    <w:rsid w:val="00505B6D"/>
    <w:rsid w:val="006D3977"/>
    <w:rsid w:val="007D6C18"/>
    <w:rsid w:val="00D1641A"/>
    <w:rsid w:val="00ED1C38"/>
    <w:rsid w:val="00F87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D1C3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D1C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D1C38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D1C3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D1C3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D1C3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256</Words>
  <Characters>1464</Characters>
  <Application>Microsoft Office Word</Application>
  <DocSecurity>0</DocSecurity>
  <Lines>12</Lines>
  <Paragraphs>3</Paragraphs>
  <ScaleCrop>false</ScaleCrop>
  <Company>Microsoft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2020-09-29T17:03:00Z</dcterms:created>
  <dcterms:modified xsi:type="dcterms:W3CDTF">2020-09-30T04:32:00Z</dcterms:modified>
</cp:coreProperties>
</file>