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E6" w:rsidRPr="00750812" w:rsidRDefault="003A29E6" w:rsidP="003A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ПРОЕКТ</w:t>
      </w:r>
    </w:p>
    <w:p w:rsidR="003A29E6" w:rsidRPr="00750812" w:rsidRDefault="003A29E6" w:rsidP="003A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3A29E6" w:rsidRPr="00750812" w:rsidRDefault="003A29E6" w:rsidP="003A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7BE55A" wp14:editId="171AAA87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21" name="Группа 22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9E6" w:rsidRDefault="003A29E6" w:rsidP="003A29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2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pkZIXg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dFGcQA&#10;AADeAAAADwAAAGRycy9kb3ducmV2LnhtbESPT4vCMBTE78J+h/AWvGlqBJVuo8iyKx4EUdf7o3n9&#10;g81LabJav70RBI/DzPyGyVa9bcSVOl871jAZJyCIc2dqLjX8nX5HCxA+IBtsHJOGO3lYLT8GGabG&#10;3fhA12MoRYSwT1FDFUKbSunziiz6sWuJo1e4zmKIsiul6fAW4baRKklm0mLNcaHClr4ryi/Hf6vB&#10;TTfb3blUh+kPzwOv94vi3O+0Hn726y8QgfrwDr/aW6NBqUQpeN6JV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3RR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9SIckA&#10;AADeAAAADwAAAGRycy9kb3ducmV2LnhtbESPQWsCMRSE74X+h/AKvUjNdgVbt0YRYbX2UNAKvT42&#10;r5utm5clibr11zcFocdhZr5hpvPetuJEPjSOFTwOMxDEldMN1wr2H+XDM4gQkTW2jknBDwWYz25v&#10;plhod+YtnXaxFgnCoUAFJsaukDJUhiyGoeuIk/flvMWYpK+l9nhOcNvKPMvG0mLDacFgR0tD1WF3&#10;tAq+y3fzuXy6rPxgsqXLoHxbt5uxUvd3/eIFRKQ+/oev7VetIM+zfAR/d9IVk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r9SI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VuVMMA&#10;AADeAAAADwAAAGRycy9kb3ducmV2LnhtbESP3YrCMBCF74V9hzALeyNrulVkqUaRRUW8kaoPMDRj&#10;U2wmpYm2+/ZGELw8nJ+PM1/2thZ3an3lWMHPKAFBXDhdcangfNp8/4LwAVlj7ZgU/JOH5eJjMMdM&#10;u45zuh9DKeII+wwVmBCaTEpfGLLoR64hjt7FtRZDlG0pdYtdHLe1TJNkKi1WHAkGG/ozVFyPNxsh&#10;hzEe9pfutNn22OF6b3i4ypX6+uxXMxCB+vAOv9o7rSBNk3QCzzvxCs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VuVM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3e9cYA&#10;AADeAAAADwAAAGRycy9kb3ducmV2LnhtbESPQUsDMRSE74L/ITzBm80abJW1aZGqIIKHVqH09ti8&#10;7i5uXkLy7K7/3giCx2FmvmGW68kP6kQp94EtXM8qUMRNcD23Fj7en6/uQGVBdjgEJgvflGG9Oj9b&#10;Yu3CyFs67aRVBcK5RgudSKy1zk1HHvMsROLiHUPyKEWmVruEY4H7QZuqWmiPPZeFDiNtOmo+d1/e&#10;wtv4FF9vF/NjPKQbo/Ojk/1GrL28mB7uQQlN8h/+a784C8ZUZg6/d8oV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3e9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tVuMQA&#10;AADeAAAADwAAAGRycy9kb3ducmV2LnhtbESP3YrCMBCF74V9hzAL3siaWkGk21RkURFvxJ8HGJqx&#10;KdtMShNtfXsjLOzl4fx8nHw12EY8qPO1YwWzaQKCuHS65krB9bL9WoLwAVlj45gUPMnDqvgY5Zhp&#10;1/OJHudQiTjCPkMFJoQ2k9KXhiz6qWuJo3dzncUQZVdJ3WEfx20j0yRZSIs1R4LBln4Mlb/nu42Q&#10;4xyPh1t/2e4G7HFzMDxZn5Qafw7rbxCBhvAf/mvvtYI0TdIFvO/EK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bVb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lGcYA&#10;AADeAAAADwAAAGRycy9kb3ducmV2LnhtbESPQUsDMRSE74L/ITzBm80atJW1aZGqIIIHq1B6e2xe&#10;dxc3LyF5dtd/bwShx2FmvmGW68kP6kgp94EtXM8qUMRNcD23Fj4/nq/uQGVBdjgEJgs/lGG9Oj9b&#10;Yu3CyO903EqrCoRzjRY6kVhrnZuOPOZZiMTFO4TkUYpMrXYJxwL3gzZVNdceey4LHUbadNR8bb+9&#10;hbfxKb4u5reHuE83RudHJ7uNWHt5MT3cgxKa5BT+b784C8ZUZgF/d8oV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PlG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sgsMA&#10;AADeAAAADwAAAGRycy9kb3ducmV2LnhtbERPXWvCMBR9F/wP4Qp7EU3X4RidUXQQHCjInLDXS3Nt&#10;i81NSTJb/715GOzxcL6X68G24kY+NI4VPM8zEMSlMw1XCs7fevYGIkRkg61jUnCnAOvVeLTEwrie&#10;v+h2ipVIIRwKVFDH2BVShrImi2HuOuLEXZy3GBP0lTQe+xRuW5ln2au02HBqqLGjj5rK6+nXKtge&#10;++rFT8vt4PaX3c9Ca6MPWqmnybB5BxFpiP/iP/enUZDnWZ72pjvpC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sg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WD5sUA&#10;AADeAAAADwAAAGRycy9kb3ducmV2LnhtbESP0WoCMRRE3wv9h3ALfavZBi26NYpUFor4UtsPuGyu&#10;m62bmyWJ6/bvG0HwcZiZM8xyPbpODBRi61nD66QAQVx703Kj4ee7epmDiAnZYOeZNPxRhPXq8WGJ&#10;pfEX/qLhkBqRIRxL1GBT6kspY23JYZz4njh7Rx8cpixDI03AS4a7TqqieJMOW84LFnv6sFSfDmen&#10;odqp/XA6m1D5zTh1NLO/863V+vlp3LyDSDSme/jW/jQalCrUAq538hW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YP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2WcUA&#10;AADeAAAADwAAAGRycy9kb3ducmV2LnhtbESPXWvCMBSG7wf7D+EMvBkztbIxOqOoEBQcjDnB20Nz&#10;bMuak5JEW/+9uRC8fHm/eGaLwbbiQj40jhVMxhkI4tKZhisFhz/99gkiRGSDrWNScKUAi/nz0wwL&#10;43r+pcs+ViKNcChQQR1jV0gZyposhrHriJN3ct5iTNJX0njs07htZZ5lH9Jiw+mhxo7WNZX/+7NV&#10;sPrpq6l/LVeD2502x3etjf7WSo1ehuUXiEhDfITv7a1RkOfZNAEknIQ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vZ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ZPcQA&#10;AADe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59lsC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aGT3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ZosMA&#10;AADeAAAADwAAAGRycy9kb3ducmV2LnhtbESP0YrCMBRE34X9h3CFfbOJVZelGkUERR+t+wGX5m5b&#10;bG66TbT17zeC4OMwM2eY1WawjbhT52vHGqaJAkFcOFNzqeHnsp98g/AB2WDjmDQ8yMNm/TFaYWZc&#10;z2e656EUEcI+Qw1VCG0mpS8qsugT1xJH79d1FkOUXSlNh32E20amSn1JizXHhQpb2lVUXPOb1TB/&#10;9Ie/fHFVe2Npepq1Jw7FQuvP8bBdggg0hHf41T4aDWmqZik878Qr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YZo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qlsQA&#10;AADeAAAADwAAAGRycy9kb3ducmV2LnhtbESPQYvCMBSE78L+h/AWvGlqBXGraZEVF9mTVtfzo3m2&#10;xealNFHrv98IgsdhZr5hlllvGnGjztWWFUzGEQjiwuqaSwXHw2Y0B+E8ssbGMil4kIMs/RgsMdH2&#10;znu65b4UAcIuQQWV920ipSsqMujGtiUO3tl2Bn2QXSl1h/cAN42Mo2gmDdYcFips6bui4pJfjYLr&#10;7BQf+fyrd/n68fO13qyc/CuVGn72qwUIT71/h1/trVYQx9F0Cs874Qr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Iqp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6C/8gA&#10;AADeAAAADwAAAGRycy9kb3ducmV2LnhtbESPQWvCQBSE74L/YXmCN7MxSrCpq7SFgnqo1LaH3p7Z&#10;ZxKbfZtmV03/vSsIPQ4z8w0zX3amFmdqXWVZwTiKQRDnVldcKPj8eB3NQDiPrLG2TAr+yMFy0e/N&#10;MdP2wu903vlCBAi7DBWU3jeZlC4vyaCLbEMcvINtDfog20LqFi8BbmqZxHEqDVYcFkps6KWk/Gd3&#10;Mgq+trP0Yfu8nh43b3ucGP37ratUqeGge3oE4anz/+F7e6UVJEk8mcLtTrg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joL/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uw8McA&#10;AADe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hDH0WwO/3fC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7sP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Nr8UA&#10;AADeAAAADwAAAGRycy9kb3ducmV2LnhtbESP0WrCQBRE3wv9h+UWfGs2Ddba1FVEFHxTUz/gkr3d&#10;BLN3Y3bV6Nd3BcHHYWbOMJNZbxtxps7XjhV8JCkI4tLpmo2C/e/qfQzCB2SNjWNScCUPs+nrywRz&#10;7S68o3MRjIgQ9jkqqEJocyl9WZFFn7iWOHp/rrMYouyM1B1eItw2MkvTkbRYc1yosKVFReWhOFkF&#10;R5d96r5Y4uaw/N7WxgyPt91QqcFbP/8BEagPz/CjvdYKsiwdfcH9TrwC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82v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w/NsMA&#10;AADeAAAADwAAAGRycy9kb3ducmV2LnhtbERPPW/CMBDdkfgP1iF1A6dBpGnAiVqkSqzQDh2v9pGE&#10;xuc0diH019cDEuPT+95Uo+3EmQbfOlbwuEhAEGtnWq4VfLy/zXMQPiAb7ByTgit5qMrpZIOFcRfe&#10;0/kQahFD2BeooAmhL6T0uiGLfuF64sgd3WAxRDjU0gx4ieG2k2mSZNJiy7GhwZ62Denvw69VsGu/&#10;aJXp47PNX/X+8+8nLJ9ORqmH2fiyBhFoDHfxzb0zCtI0yeLeeCdeAV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w/N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FjesIA&#10;AADeAAAADwAAAGRycy9kb3ducmV2LnhtbERPXWvCMBR9H/gfwh34NpP1QWY1igqDDTdBN/T10lyb&#10;YnNTmqzWf78Igo/nmzNb9K4WHbWh8qzhdaRAEBfeVFxq+P15f3kDESKywdozabhSgMV88DTD3PgL&#10;76jbx1KkEg45arAxNrmUobDkMIx8Q5y0k28dxgTbUpoWL6nc1TJTaiwdVpwWLDa0tlSc939OQ4fb&#10;qzra1ffks/oqsu3qsDGJ18PnfjkFEamPD/M9/WE0ZJkaT+B2J10B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WN6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+DoMMA&#10;AADeAAAADwAAAGRycy9kb3ducmV2LnhtbESPPU/DMBCGdyT+g3VIbNSpB0ChboUqFTFCYOh4xNc4&#10;Jb6LbNOk/fV4QGJ89X7pWW3mMKgTxdQLW1guKlDErbieOwufH7u7R1ApIzschMnCmRJs1tdXK6yd&#10;TPxOpyZ3qoxwqtGCz3mstU6tp4BpISNx8Q4SA+YiY6ddxKmMh0GbqrrXAXsuDx5H2npqv5ufYGF6&#10;ab+O5rB3/hJH2TVvcjSDWHt7Mz8/gco05//wX/vVWTCmeigABaeg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+Do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s2LMYA&#10;AADeAAAADwAAAGRycy9kb3ducmV2LnhtbESPT2sCMRTE70K/Q3hCb5p1DyqrUfwLpVREq/fn5rm7&#10;NnlZNqluv31TEHocZuY3zHTeWiPu1PjKsYJBPwFBnDtdcaHg9LntjUH4gKzROCYFP+RhPnvpTDHT&#10;7sEHuh9DISKEfYYKyhDqTEqfl2TR911NHL2rayyGKJtC6gYfEW6NTJNkKC1WHBdKrGlVUv51/LYK&#10;tvu1uaW7w+Isw2ozupjx+3L9odRrt11MQARqw3/42X7TCtI0GQ3g706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s2L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91z8cA&#10;AADeAAAADwAAAGRycy9kb3ducmV2LnhtbESPQWvCQBSE74L/YXmCl6KbplQluooURAsWahS8PrPP&#10;JJh9G7LbmP57t1DwOMzMN8xi1ZlKtNS40rKC13EEgjizuuRcwem4Gc1AOI+ssbJMCn7JwWrZ7y0w&#10;0fbOB2pTn4sAYZeggsL7OpHSZQUZdGNbEwfvahuDPsgml7rBe4CbSsZRNJEGSw4LBdb0UVB2S3+M&#10;gvZ7f8l3ras/b7MX9/522W6/9Fmp4aBbz0F46vwz/N/eaQVxHE1j+LsTroB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fdc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29E6" w:rsidRDefault="003A29E6" w:rsidP="003A29E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+uSckA&#10;AADeAAAADwAAAGRycy9kb3ducmV2LnhtbESPT08CMRTE7yZ+h+aZeJPWFQVWChETEy4m/DvA7bF9&#10;7m7Yvq5thcVPT01MOE5m5jeZ8bSzjTiSD7VjDY89BYK4cKbmUsNm/fEwBBEissHGMWk4U4Dp5PZm&#10;jLlxJ17ScRVLkSAcctRQxdjmUoaiIouh51ri5H05bzEm6UtpPJ4S3DYyU+pFWqw5LVTY0ntFxWH1&#10;YzXMRsPZ96LPn7/L/Y522/3hOfNK6/u77u0VRKQuXsP/7bnRkGVq8AR/d9IVkJ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D+uSckAAADeAAAADwAAAAAAAAAAAAAAAACYAgAA&#10;ZHJzL2Rvd25yZXYueG1sUEsFBgAAAAAEAAQA9QAAAI4DAAAAAA==&#10;" fillcolor="black" stroked="f">
                  <v:textbox>
                    <w:txbxContent>
                      <w:p w:rsidR="003A29E6" w:rsidRDefault="003A29E6" w:rsidP="003A29E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4PckA&#10;AADeAAAADwAAAGRycy9kb3ducmV2LnhtbESPzWvCQBTE74L/w/KE3nRjaFWiq2g/QKge/Dh4fM2+&#10;Jkuyb0N2q7F/fbdQ6HGYmd8wi1Vna3Gl1hvHCsajBARx7rThQsH59DacgfABWWPtmBTcycNq2e8t&#10;MNPuxge6HkMhIoR9hgrKEJpMSp+XZNGPXEMcvU/XWgxRtoXULd4i3NYyTZKJtGg4LpTY0HNJeXX8&#10;sgou7xMzOxhKP3bfm1e9e6o2+5dKqYdBt56DCNSF//Bfe6sVpGkyfYTfO/EKyO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hU4P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wlMcA&#10;AADeAAAADwAAAGRycy9kb3ducmV2LnhtbESPQUsDMRSE74L/ITzBm01cqC1r01IspV482Fa8PjbP&#10;zbqblzVJ221/vSkIHoeZ+YaZLQbXiSOF2HjW8DhSIIgrbxquNex364cpiJiQDXaeScOZIizmtzcz&#10;LI0/8Tsdt6kWGcKxRA02pb6UMlaWHMaR74mz9+WDw5RlqKUJeMpw18lCqSfpsOG8YLGnF0tVuz04&#10;DWH5uWovfPho1eXtHDffw88Urdb3d8PyGUSiIf2H/9qvRkNRqMkY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L8J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YqMYA&#10;AADeAAAADwAAAGRycy9kb3ducmV2LnhtbESPUUsDMRCE3wv+h7CCL8Um3kOr16ZFBEGwCD37A7aX&#10;9e4w2RyXtb321zeC4OMwM98wq80YvDrSkLrIFh5mBhRxHV3HjYX95+v9I6gkyA59ZLJwpgSb9c1k&#10;haWLJ97RsZJGZQinEi20In2pdapbCphmsSfO3lccAkqWQ6PdgKcMD14Xxsx1wI7zQos9vbRUf1c/&#10;wYIvDv7pfZG2ct7rrbkE2U0/nLV3t+PzEpTQKP/hv/abs1AUZjGH3zv5Cu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Yq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Q8acYA&#10;AADeAAAADwAAAGRycy9kb3ducmV2LnhtbESPQWsCMRSE74X+h/AK3mrWPWhZjaIVYS8eulW8PjfP&#10;zWLysmxSXfvrm0Khx2FmvmEWq8FZcaM+tJ4VTMYZCOLa65YbBYfP3esbiBCRNVrPpOBBAVbL56cF&#10;Ftrf+YNuVWxEgnAoUIGJsSukDLUhh2HsO+LkXXzvMCbZN1L3eE9wZ2WeZVPpsOW0YLCjd0P1tfpy&#10;CrZVZ/NDaTbhdNyfz7b83tFpq9ToZVjPQUQa4n/4r11qBXmezWbweydd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Q8a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4aLcAA&#10;AADeAAAADwAAAGRycy9kb3ducmV2LnhtbERPy4rCMBTdD/gP4QruxsQuVKpRhkFBcOVr4e6SXNvO&#10;NDelibb+vVkILg/nvVz3rhYPakPlWcNkrEAQG28rLjScT9vvOYgQkS3WnknDkwKsV4OvJebWd3yg&#10;xzEWIoVwyFFDGWOTSxlMSQ7D2DfEibv51mFMsC2kbbFL4a6WmVJT6bDi1FBiQ78lmf/j3Wn428q9&#10;NwrN5XzpdnZ23UypVlqPhv3PAkSkPn7Eb/fOasgyNUt70510Be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4aLcAAAADe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M0ccA&#10;AADeAAAADwAAAGRycy9kb3ducmV2LnhtbESPT2vCQBTE74LfYXmCN90YodXUVVQQSqUH/1B6fM0+&#10;k5Ds27C7avrt3ULB4zAzv2EWq8404kbOV5YVTMYJCOLc6ooLBefTbjQD4QOyxsYyKfglD6tlv7fA&#10;TNs7H+h2DIWIEPYZKihDaDMpfV6SQT+2LXH0LtYZDFG6QmqH9wg3jUyT5EUarDgulNjStqS8Pl6N&#10;gu/rni+f04+124Qv2518nf7MaqWGg279BiJQF57h//a7VpCmyesc/u7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KTNH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29E6" w:rsidRDefault="003A29E6" w:rsidP="003A29E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N+8gA&#10;AADe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WX/wksHtTr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OA37yAAAAN4AAAAPAAAAAAAAAAAAAAAAAJgCAABk&#10;cnMvZG93bnJldi54bWxQSwUGAAAAAAQABAD1AAAAjQMAAAAA&#10;" fillcolor="black" stroked="f">
                  <v:textbox>
                    <w:txbxContent>
                      <w:p w:rsidR="003A29E6" w:rsidRDefault="003A29E6" w:rsidP="003A29E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KjysYA&#10;AADeAAAADwAAAGRycy9kb3ducmV2LnhtbESPwWrDMBBE74X+g9hCb42cGEJxowQTKA05OWlCrhtr&#10;a5laKyOpivv3VaHQ4zAzb5jVZrKDSORD71jBfFaAIG6d7rlTcHp/fXoGESKyxsExKfimAJv1/d0K&#10;K+1ufKB0jJ3IEA4VKjAxjpWUoTVkMczcSJy9D+ctxix9J7XHW4bbQS6KYikt9pwXDI60NdR+Hr+s&#10;gnTdNnWZLskc9r7uvGveztdGqceHqX4BEWmK/+G/9k4rWMyXZQ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Kjy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29E6" w:rsidRDefault="003A29E6" w:rsidP="003A29E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d/t8gA&#10;AADeAAAADwAAAGRycy9kb3ducmV2LnhtbESPQUvDQBSE70L/w/IK3tpNagkauy2lqLReqlHQ4yP7&#10;zIZm34bsmqb99V2h4HGYmW+YxWqwjeip87VjBek0AUFcOl1zpeDz43lyD8IHZI2NY1JwIg+r5ehm&#10;gbl2R36nvgiViBD2OSowIbS5lL40ZNFPXUscvR/XWQxRdpXUHR4j3DZyliSZtFhzXDDY0sZQeSh+&#10;rQKfbp6+Xu35of9+MbwvdiZ7q4xSt+Nh/Qgi0BD+w9f2ViuYpdndHP7uxCs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h3+3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29E6" w:rsidRDefault="003A29E6" w:rsidP="003A29E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29E6" w:rsidRPr="00750812" w:rsidRDefault="003A29E6" w:rsidP="003A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3A29E6" w:rsidRPr="00750812" w:rsidRDefault="003A29E6" w:rsidP="003A29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A29E6" w:rsidRPr="00750812" w:rsidRDefault="003A29E6" w:rsidP="003A29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A29E6" w:rsidRPr="00750812" w:rsidRDefault="003A29E6" w:rsidP="003A29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3A29E6" w:rsidRPr="00750812" w:rsidRDefault="003A29E6" w:rsidP="003A29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A29E6" w:rsidRPr="00750812" w:rsidRDefault="003A29E6" w:rsidP="003A29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29E6" w:rsidRPr="00750812" w:rsidRDefault="003A29E6" w:rsidP="003A29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3A29E6" w:rsidRPr="00750812" w:rsidRDefault="003A29E6" w:rsidP="003A29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29E6" w:rsidRPr="00FB0BF1" w:rsidRDefault="003A29E6" w:rsidP="003A29E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3A29E6" w:rsidRDefault="003A29E6" w:rsidP="003A29E6">
      <w:pPr>
        <w:spacing w:after="0" w:line="240" w:lineRule="auto"/>
        <w:jc w:val="center"/>
        <w:rPr>
          <w:rFonts w:ascii="Times New Roman" w:hAnsi="Times New Roman"/>
        </w:rPr>
      </w:pPr>
    </w:p>
    <w:p w:rsidR="003A29E6" w:rsidRPr="001869AA" w:rsidRDefault="003A29E6" w:rsidP="003A29E6">
      <w:pPr>
        <w:spacing w:after="0" w:line="240" w:lineRule="auto"/>
        <w:jc w:val="center"/>
        <w:rPr>
          <w:rFonts w:ascii="Times New Roman" w:hAnsi="Times New Roman"/>
        </w:rPr>
      </w:pPr>
    </w:p>
    <w:p w:rsidR="003A29E6" w:rsidRPr="00312454" w:rsidRDefault="003A29E6" w:rsidP="003A29E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3A29E6" w:rsidRPr="00D500AD" w:rsidRDefault="003A29E6" w:rsidP="003A29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A29E6" w:rsidRPr="00D500AD" w:rsidRDefault="003A29E6" w:rsidP="003A29E6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500AD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Заріцькій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 О.В.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до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500AD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D500AD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заяву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Заріцької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О.В.</w:t>
      </w:r>
      <w:r w:rsidRPr="00D500AD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рада 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>ВИРІШИЛА:</w:t>
      </w:r>
    </w:p>
    <w:p w:rsidR="003A29E6" w:rsidRPr="00D500AD" w:rsidRDefault="003A29E6" w:rsidP="003A29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Ользі Володимирівні</w:t>
      </w:r>
      <w:r w:rsidRPr="00D500AD"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 w:rsidRPr="00D500AD">
        <w:rPr>
          <w:rFonts w:ascii="Times New Roman" w:hAnsi="Times New Roman"/>
          <w:sz w:val="24"/>
        </w:rPr>
        <w:t>адресою</w:t>
      </w:r>
      <w:proofErr w:type="spellEnd"/>
      <w:r w:rsidRPr="00D500AD">
        <w:rPr>
          <w:rFonts w:ascii="Times New Roman" w:hAnsi="Times New Roman"/>
          <w:sz w:val="24"/>
        </w:rPr>
        <w:t xml:space="preserve">: </w:t>
      </w:r>
      <w:r w:rsidR="002C27F3" w:rsidRPr="002C27F3">
        <w:rPr>
          <w:rFonts w:ascii="Times New Roman" w:hAnsi="Times New Roman"/>
          <w:sz w:val="24"/>
        </w:rPr>
        <w:t>_</w:t>
      </w:r>
      <w:r w:rsidR="002C27F3" w:rsidRPr="00A3137D">
        <w:rPr>
          <w:rFonts w:ascii="Times New Roman" w:hAnsi="Times New Roman"/>
          <w:sz w:val="24"/>
        </w:rPr>
        <w:t>_______________________</w:t>
      </w:r>
      <w:bookmarkStart w:id="0" w:name="_GoBack"/>
      <w:bookmarkEnd w:id="0"/>
      <w:r w:rsidR="002C27F3" w:rsidRPr="00A3137D">
        <w:rPr>
          <w:rFonts w:ascii="Times New Roman" w:hAnsi="Times New Roman"/>
          <w:sz w:val="24"/>
        </w:rPr>
        <w:t>__</w:t>
      </w:r>
      <w:r w:rsidRPr="00D500AD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D500AD">
        <w:rPr>
          <w:rFonts w:ascii="Times New Roman" w:hAnsi="Times New Roman"/>
          <w:sz w:val="24"/>
        </w:rPr>
        <w:t>проєкту</w:t>
      </w:r>
      <w:proofErr w:type="spellEnd"/>
      <w:r w:rsidRPr="00D500AD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</w:t>
      </w:r>
      <w:r>
        <w:rPr>
          <w:rFonts w:ascii="Times New Roman" w:hAnsi="Times New Roman"/>
          <w:sz w:val="24"/>
        </w:rPr>
        <w:t>1</w:t>
      </w:r>
      <w:r w:rsidRPr="00D500AD">
        <w:rPr>
          <w:rFonts w:ascii="Times New Roman" w:hAnsi="Times New Roman"/>
          <w:sz w:val="24"/>
        </w:rPr>
        <w:t xml:space="preserve">000 га, для </w:t>
      </w:r>
      <w:r w:rsidRPr="00D500AD">
        <w:rPr>
          <w:rFonts w:ascii="Times New Roman" w:hAnsi="Times New Roman"/>
          <w:sz w:val="24"/>
          <w:szCs w:val="24"/>
        </w:rPr>
        <w:t>ведення особистого селянського господарства</w:t>
      </w:r>
      <w:r w:rsidRPr="00D500AD">
        <w:rPr>
          <w:rFonts w:ascii="Times New Roman" w:hAnsi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D500AD"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 xml:space="preserve"> по вул. Набережна</w:t>
      </w:r>
      <w:r w:rsidRPr="00D500AD">
        <w:rPr>
          <w:rFonts w:ascii="Times New Roman" w:hAnsi="Times New Roman"/>
          <w:sz w:val="24"/>
        </w:rPr>
        <w:t>.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О.В.,</w:t>
      </w:r>
      <w:r w:rsidRPr="00D500AD">
        <w:rPr>
          <w:rFonts w:ascii="Times New Roman" w:hAnsi="Times New Roman"/>
          <w:sz w:val="24"/>
        </w:rPr>
        <w:t xml:space="preserve">  розробити </w:t>
      </w:r>
      <w:proofErr w:type="spellStart"/>
      <w:r w:rsidRPr="00D500AD">
        <w:rPr>
          <w:rFonts w:ascii="Times New Roman" w:hAnsi="Times New Roman"/>
          <w:sz w:val="24"/>
        </w:rPr>
        <w:t>проєкт</w:t>
      </w:r>
      <w:proofErr w:type="spellEnd"/>
      <w:r w:rsidRPr="00D500A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A29E6" w:rsidRPr="00D500AD" w:rsidRDefault="003A29E6" w:rsidP="003A29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0AD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A29E6" w:rsidRPr="00D500AD" w:rsidRDefault="003A29E6" w:rsidP="003A29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A29E6" w:rsidRPr="00D500AD" w:rsidRDefault="003A29E6" w:rsidP="003A29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3A29E6" w:rsidRPr="00D500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E6"/>
    <w:rsid w:val="002C27F3"/>
    <w:rsid w:val="003A29E6"/>
    <w:rsid w:val="00A3137D"/>
    <w:rsid w:val="00E4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E6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E6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5</cp:revision>
  <dcterms:created xsi:type="dcterms:W3CDTF">2022-02-14T07:21:00Z</dcterms:created>
  <dcterms:modified xsi:type="dcterms:W3CDTF">2022-02-14T09:38:00Z</dcterms:modified>
</cp:coreProperties>
</file>