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EC" w:rsidRPr="00A70946" w:rsidRDefault="000A26EC" w:rsidP="000A26EC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26EC" w:rsidRDefault="000A26EC" w:rsidP="000A26E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26EC" w:rsidRDefault="000A26EC" w:rsidP="000A26E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26EC" w:rsidRDefault="000A26EC" w:rsidP="000A26E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6EC" w:rsidRDefault="000A26EC" w:rsidP="000A26E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6EC" w:rsidRDefault="000A26EC" w:rsidP="000A26E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26EC" w:rsidRDefault="000A26EC" w:rsidP="000A26E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26EC" w:rsidRDefault="000A26EC" w:rsidP="000A26E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A26EC" w:rsidRDefault="000A26EC" w:rsidP="000A26E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26EC" w:rsidRDefault="000A26EC" w:rsidP="000A26E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6EC" w:rsidRDefault="000A26EC" w:rsidP="000A26E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A26EC" w:rsidRDefault="000A26EC" w:rsidP="000A26E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26EC" w:rsidRDefault="000A26EC" w:rsidP="000A26E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A26EC" w:rsidRDefault="000A26EC" w:rsidP="000A26E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26EC" w:rsidRPr="00186FBA" w:rsidRDefault="000A26EC" w:rsidP="000A26E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№46</w:t>
      </w:r>
    </w:p>
    <w:p w:rsidR="000A26EC" w:rsidRPr="00CF04D8" w:rsidRDefault="000A26EC" w:rsidP="000A26E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A26EC" w:rsidRPr="00CF04D8" w:rsidRDefault="000A26EC" w:rsidP="000A26E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0A26EC" w:rsidRPr="00CF04D8" w:rsidRDefault="000A26EC" w:rsidP="000A26E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0A26EC" w:rsidRPr="00CF04D8" w:rsidRDefault="000A26EC" w:rsidP="000A26E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0A26EC" w:rsidRPr="00CF04D8" w:rsidRDefault="000A26EC" w:rsidP="000A26E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0A26EC" w:rsidRPr="00CF04D8" w:rsidRDefault="000A26EC" w:rsidP="000A26E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Тригуб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М.В.</w:t>
      </w:r>
    </w:p>
    <w:p w:rsidR="000A26EC" w:rsidRPr="00CF04D8" w:rsidRDefault="000A26EC" w:rsidP="000A26E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26EC" w:rsidRPr="00CF04D8" w:rsidRDefault="000A26EC" w:rsidP="000A26E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порядок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виділення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власникам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паїв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)»,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0A26EC" w:rsidRPr="00CF04D8" w:rsidRDefault="000A26EC" w:rsidP="000A26E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A26EC" w:rsidRPr="00CF04D8" w:rsidRDefault="000A26EC" w:rsidP="000A26E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Михайлу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B2532">
        <w:rPr>
          <w:rFonts w:ascii="Times New Roman" w:eastAsia="Calibri" w:hAnsi="Times New Roman" w:cs="Times New Roman"/>
          <w:sz w:val="24"/>
          <w:szCs w:val="24"/>
        </w:rPr>
        <w:t>_______________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6B253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0,3408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6823984000:03:012:0087,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за межами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A26EC" w:rsidRPr="00CF04D8" w:rsidRDefault="000A26EC" w:rsidP="000A26E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Тригубу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М.В..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0A26EC" w:rsidRPr="00CF04D8" w:rsidRDefault="000A26EC" w:rsidP="000A26E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A26EC" w:rsidRPr="00CF04D8" w:rsidRDefault="000A26EC" w:rsidP="000A26E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A26EC" w:rsidRPr="00CF04D8" w:rsidRDefault="000A26EC" w:rsidP="000A26E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26D25" w:rsidRPr="000A26EC" w:rsidRDefault="000A26EC" w:rsidP="000A26E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26D25" w:rsidRPr="000A26E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6EC"/>
    <w:rsid w:val="000A26EC"/>
    <w:rsid w:val="00171A2E"/>
    <w:rsid w:val="00304C90"/>
    <w:rsid w:val="00505B6D"/>
    <w:rsid w:val="00626D25"/>
    <w:rsid w:val="006B2532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A26E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A26E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A26EC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A26E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A26E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A26EC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277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2021-03-02T14:11:00Z</dcterms:created>
  <dcterms:modified xsi:type="dcterms:W3CDTF">2021-03-02T14:40:00Z</dcterms:modified>
</cp:coreProperties>
</file>