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1E0" w:rsidRDefault="001821E0" w:rsidP="001821E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8C7B89" wp14:editId="626BDA0F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21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2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21E0" w:rsidRDefault="001821E0" w:rsidP="001821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zzvdHg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8EdcUA&#10;AADdAAAADwAAAGRycy9kb3ducmV2LnhtbESPT2vCQBTE74LfYXlCb3WTSFuNrkGkLR6E4r/7I/tM&#10;gtm3IbtN0m/fFQSPw8z8hlllg6lFR62rLCuIpxEI4tzqigsF59PX6xyE88gaa8uk4I8cZOvxaIWp&#10;tj0fqDv6QgQIuxQVlN43qZQuL8mgm9qGOHhX2xr0QbaF1C32AW5qmUTRuzRYcVgosaFtSfnt+GsU&#10;2Nn3bn8pksPskz88b37m18uwV+plMmyWIDwN/hl+tHdawVsSL+D+Jjw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wR1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+jW8UA&#10;AADdAAAADwAAAGRycy9kb3ducmV2LnhtbERPy2oCMRTdF/oP4RbciGY6UKtToxRhtHVR8AFuL5Pb&#10;ybSTmyGJOvXrm0Why8N5z5e9bcWFfGgcK3gcZyCIK6cbrhUcD+VoCiJEZI2tY1LwQwGWi/u7ORba&#10;XXlHl32sRQrhUKACE2NXSBkqQxbD2HXEift03mJM0NdSe7ymcNvKPMsm0mLDqcFgRytD1ff+bBV8&#10;lR/mtHq+rf1wtqPbsNxu2veJUoOH/vUFRKQ+/ov/3G9awVOep/3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f6N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kv8QA&#10;AADdAAAADwAAAGRycy9kb3ducmV2LnhtbESPy2rDMBBF94X8g5hCNqWR49IQ3CjGhDoUb0IeHzBY&#10;E8vUGhlLjZ2/jwqFLi/3cbibfLKduNHgW8cKlosEBHHtdMuNgsu5fF2D8AFZY+eYFNzJQ76dPW0w&#10;027kI91OoRFxhH2GCkwIfSalrw1Z9AvXE0fv6gaLIcqhkXrAMY7bTqZJspIWW44Egz3tDNXfpx8b&#10;IYc3PFTX8VzuJxzxszL8UhyVmj9PxQeIQFP4D/+1v7SC9zRd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rZL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IvaMUA&#10;AADdAAAADwAAAGRycy9kb3ducmV2LnhtbESPQUsDMRSE74L/ITzBm80abJW1aZGqIIKHVqH09ti8&#10;7i5uXkLy7K7/3giCx2FmvmGW68kP6kQp94EtXM8qUMRNcD23Fj7en6/uQGVBdjgEJgvflGG9Oj9b&#10;Yu3CyFs67aRVBcK5RgudSKy1zk1HHvMsROLiHUPyKEWmVruEY4H7QZuqWmiPPZeFDiNtOmo+d1/e&#10;wtv4FF9vF/NjPKQbo/Ojk/1GrL28mB7uQQlN8h/+a784C3NjDP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i9o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fU8IA&#10;AADdAAAADwAAAGRycy9kb3ducmV2LnhtbESP3YrCMBCF7xd8hzCCN4umW1GkGkVEZfFG/HmAoRmb&#10;YjMpTdbWt98IgpeH8/NxFqvOVuJBjS8dK/gZJSCIc6dLLhRcL7vhDIQPyBorx6TgSR5Wy97XAjPt&#10;Wj7R4xwKEUfYZ6jAhFBnUvrckEU/cjVx9G6usRiibAqpG2zjuK1kmiRTabHkSDBY08ZQfj//2Qg5&#10;jvF4uLWX3b7DFrcHw9/rk1KDfreegwjUhU/43f7VCiZpOob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V9T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cSh8YA&#10;AADdAAAADwAAAGRycy9kb3ducmV2LnhtbESPQUsDMRSE70L/Q3gFbzbr0tayNi2lVRDBg1Uo3h6b&#10;193FzUtInt313xtB8DjMzDfMeju6Xl0ops6zgdtZAYq49rbjxsD72+PNClQSZIu9ZzLwTQm2m8nV&#10;GivrB36ly1EalSGcKjTQioRK61S35DDNfCDO3tlHh5JlbLSNOGS463VZFEvtsOO80GKgfUv15/HL&#10;GXgZHsLz3XJxDh9xXup0sHLaizHX03F3D0polP/wX/vJGliU5R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icSh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sXYsYA&#10;AADdAAAADwAAAGRycy9kb3ducmV2LnhtbESPUWvCMBSF3wf7D+EO9jI0XaVjdEaZg6DgQOaEvV6a&#10;a1vW3JQks/XfG0HY4+Gc8x3OfDnaTpzIh9axgudpBoK4cqblWsHhW09eQYSIbLBzTArOFGC5uL+b&#10;Y2ncwF902sdaJAiHEhU0MfallKFqyGKYup44eUfnLcYkfS2NxyHBbSfzLHuRFltOCw329NFQ9bv/&#10;swpWu6Ge+adqNbrtcf1TaG30p1bq8WF8fwMRaYz/4Vt7YxQUeV7A9U16An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sXY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HTUMMA&#10;AADdAAAADwAAAGRycy9kb3ducmV2LnhtbESP0YrCMBRE3xf8h3CFfVtTyyrSNYq4FJbFF3U/4NJc&#10;m2pzU5JY69+bBcHHYWbOMMv1YFvRkw+NYwXTSQaCuHK64VrB37H8WIAIEVlj65gU3CnAejV6W2Kh&#10;3Y331B9iLRKEQ4EKTIxdIWWoDFkME9cRJ+/kvMWYpK+l9nhLcNvKPMvm0mLDacFgR1tD1eVwtQrK&#10;33zXX67al24zfFqamfPi2yj1Ph42XyAiDfEVfrZ/tIJZns/h/016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HTU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sjscA&#10;AADdAAAADwAAAGRycy9kb3ducmV2LnhtbESPzWrDMBCE74G+g9hCLyWR45KkuFFCUhANtFDyA70u&#10;1sY2tVZGUmP37aNCIcdhZr5hluvBtuJCPjSOFUwnGQji0pmGKwWnox4/gwgR2WDrmBT8UoD16m60&#10;xMK4nvd0OcRKJAiHAhXUMXaFlKGsyWKYuI44eWfnLcYkfSWNxz7BbSvzLJtLiw2nhRo7eq2p/D78&#10;WAXbz7568o/ldnDv57evmdZGf2ilHu6HzQuISEO8hf/bO6NglucL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1LI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LiucAA&#10;AADdAAAADwAAAGRycy9kb3ducmV2LnhtbERPy4rCMBTdD/gP4QruxtSiItUoohRkmI2PD7g016ba&#10;3JQk1s7fTxYDszyc92Y32Fb05EPjWMFsmoEgrpxuuFZwu5afKxAhImtsHZOCHwqw244+Nlho9+Yz&#10;9ZdYixTCoUAFJsaukDJUhiyGqeuIE3d33mJM0NdSe3yncNvKPMuW0mLDqcFgRwdD1fPysgrKr/y7&#10;f760L91+mFtamMfqaJSajIf9GkSkIf6L/9wnrWCR52luepOe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Liuc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dBMMA&#10;AADdAAAADwAAAGRycy9kb3ducmV2LnhtbESP0YrCMBRE34X9h3AXfLOp1S671SiLoOijdT/g0lzb&#10;YnPTbaKtf28EwcdhZs4wy/VgGnGjztWWFUyjGARxYXXNpYK/03byDcJ5ZI2NZVJwJwfr1cdoiZm2&#10;PR/plvtSBAi7DBVU3reZlK6oyKCLbEscvLPtDPogu1LqDvsAN41M4vhLGqw5LFTY0qai4pJfjYL5&#10;vd/95+kl3mpD08OsPbAvUqXGn8PvAoSnwb/Dr/ZeK0iT5Aeeb8IT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tdB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7WMMA&#10;AADdAAAADwAAAGRycy9kb3ducmV2LnhtbERPy2rCQBTdF/oPwy24q5NGKm10EqSSUly1qbq+ZK5J&#10;MHMnZCYP/76zELo8nPc2m00rRupdY1nByzICQVxa3XCl4PibP7+BcB5ZY2uZFNzIQZY+Pmwx0Xbi&#10;HxoLX4kQwi5BBbX3XSKlK2sy6Ja2Iw7cxfYGfYB9JXWPUwg3rYyjaC0NNhwaauzoo6byWgxGwbA+&#10;x0e+HPR3sb99vu/znZOnSqnF07zbgPA0+3/x3f2lFbzGq7A/vAlP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p7W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WhxMgA&#10;AADdAAAADwAAAGRycy9kb3ducmV2LnhtbESPT2vCQBTE74LfYXmCN934L9jUVVpBUA+Gqj309pp9&#10;TdJm36bZVdNv7xYKPQ4z8xtmsWpNJa7UuNKygtEwAkGcWV1yruB82gzmIJxH1lhZJgU/5GC17HYW&#10;mGh74xe6Hn0uAoRdggoK7+tESpcVZNANbU0cvA/bGPRBNrnUDd4C3FRyHEWxNFhyWCiwpnVB2dfx&#10;YhS8pvP4IX3eTT/3h3ecGP39pstYqX6vfXoE4an1/+G/9lYrmI0nI/h9E56AX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xaH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/9QMYA&#10;AADdAAAADwAAAGRycy9kb3ducmV2LnhtbESPQWvCQBSE7wX/w/KE3urGWENIXcW2NBZPagu9PrLP&#10;JJh9G7JbTfrr3YLgcZiZb5jFqjeNOFPnassKppMIBHFhdc2lgu+vj6cUhPPIGhvLpGAgB6vl6GGB&#10;mbYX3tP54EsRIOwyVFB532ZSuqIig25iW+LgHW1n0AfZlVJ3eAlw08g4ihJpsOawUGFLbxUVp8Ov&#10;UfCX/ODObeLX95n2NDynud3ucqUex/36BYSn3t/Dt/anVjCPZzH8vw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2/9Q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sLY8UA&#10;AADdAAAADwAAAGRycy9kb3ducmV2LnhtbESP3WrCQBSE7wu+w3KE3jUb4w9tdBURC961Rh/gkD1u&#10;gtmzMbtq2qd3CwUvh5n5hlmsetuIG3W+dqxglKQgiEunazYKjofPt3cQPiBrbByTgh/ysFoOXhaY&#10;a3fnPd2KYESEsM9RQRVCm0vpy4os+sS1xNE7uc5iiLIzUnd4j3DbyCxNZ9JizXGhwpY2FZXn4moV&#10;XFw21X2xxa/z9uO7NmZy+d1PlHod9us5iEB9eIb/2zutYJqNx/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+wt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MZf8YA&#10;AADdAAAADwAAAGRycy9kb3ducmV2LnhtbESPzW7CMBCE75V4B2uRemucQqGQxkFtpUpc+Tn0uNhL&#10;kjZep7ELgafHSEgcRzPzjSZf9LYRB+p87VjBc5KCINbO1Fwq2G6+nmYgfEA22DgmBSfysCgGDzlm&#10;xh15RYd1KEWEsM9QQRVCm0npdUUWfeJa4ujtXWcxRNmV0nR4jHDbyFGaTqXFmuNChS19VqR/1/9W&#10;wbLe0WSq93M7+9Cr7/NfGL/+GKUeh/37G4hAfbiHb+2lUTAZjV/g+iY+AV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jMZf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ZPEMIA&#10;AADdAAAADwAAAGRycy9kb3ducmV2LnhtbERPXWvCMBR9H/gfwhX2NlMrDleNMgeC4hTmhr5emmtT&#10;bG5Kk9X6781g4OP55swWna1ES40vHSsYDhIQxLnTJRcKfr5XLxMQPiBrrByTght5WMx7TzPMtLvy&#10;F7WHUIhYwj5DBSaEOpPS54Ys+oGriaN2do3FEGFTSN3gNZbbSqZJ8iotlhwXDNb0YSi/HH6tghb3&#10;t+Rklru3TfmZp/vlcasjr5773fsURKAuPMz/6bVWME5HY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dk8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9vB8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vgrrxd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fbw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iMO8cA&#10;AADdAAAADwAAAGRycy9kb3ducmV2LnhtbESP3WoCMRSE74W+QzgF7zTrlqpsjWL9gSKVotX7081x&#10;d9vkZNmkur59IxS8HGbmG2Yya60RZ2p85VjBoJ+AIM6drrhQcPhc98YgfEDWaByTgit5mE0fOhPM&#10;tLvwjs77UIgIYZ+hgjKEOpPS5yVZ9H1XE0fv5BqLIcqmkLrBS4RbI9MkGUqLFceFEmtalJT/7H+t&#10;gvXH0nyn2938KMNiNfoy483r8l2p7mM7fwERqA338H/7TSt4Tp9G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4jD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DV8MQA&#10;AADdAAAADwAAAGRycy9kb3ducmV2LnhtbERPTWvCQBC9F/wPywi9FN3UEAnRVaRQVLDQRsHrmB2T&#10;YHY2ZNeY/vvuQejx8b6X68E0oqfO1ZYVvE8jEMSF1TWXCk7Hz0kKwnlkjY1lUvBLDtar0csSM20f&#10;/EN97ksRQthlqKDyvs2kdEVFBt3UtsSBu9rOoA+wK6Xu8BHCTSNnUTSXBmsODRW29FFRccvvRkH/&#10;fbiUu961+1v65pL4st1+6bNSr+NhswDhafD/4qd7pxUkszjMDW/CE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A1f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0MoscA&#10;AADdAAAADwAAAGRycy9kb3ducmV2LnhtbESPQWsCMRSE74L/IbxCb5rtVouuRtGC4KWgtod6e26e&#10;u4ubl20SdeuvNwWhx2FmvmGm89bU4kLOV5YVvPQTEMS51RUXCr4+V70RCB+QNdaWScEveZjPup0p&#10;ZtpeeUuXXShEhLDPUEEZQpNJ6fOSDPq+bYijd7TOYIjSFVI7vEa4qWWaJG/SYMVxocSG3kvKT7uz&#10;UbAcj5Y/mwF/3LaHPe2/D6dh6hKlnp/axQREoDb8hx/ttVYwTF/H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tDKLHAAAA3QAAAA8AAAAAAAAAAAAAAAAAmAIAAGRy&#10;cy9kb3ducmV2LnhtbFBLBQYAAAAABAAEAPUAAACMAwAAAAA=&#10;" fillcolor="black" stroked="f"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gVTMUA&#10;AADdAAAADwAAAGRycy9kb3ducmV2LnhtbERPz2vCMBS+C/sfwhvspunKFKmmZW4TBupB3WHHZ/PW&#10;hjYvpYna+dcvh4HHj+/3shhsKy7Ue+NYwfMkAUFcOm24UvB1XI/nIHxA1tg6JgW/5KHIH0ZLzLS7&#10;8p4uh1CJGMI+QwV1CF0mpS9rsugnriOO3I/rLYYI+0rqHq8x3LYyTZKZtGg4NtTY0VtNZXM4WwXf&#10;m5mZ7w2lp+1t9aG302a1e2+UenocXhcgAg3hLv53f2oF0/Ql7o9v4hO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eBVM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GOYsYA&#10;AADdAAAADwAAAGRycy9kb3ducmV2LnhtbESPT2sCMRTE74V+h/AK3jSrtEW2RhFF6qUH/9HrY/O6&#10;2e7mZU2irn56UxB6HGbmN8xk1tlGnMmHyrGC4SADQVw4XXGpYL9b9ccgQkTW2DgmBVcKMJs+P00w&#10;1+7CGzpvYykShEOOCkyMbS5lKAxZDAPXEifvx3mLMUlfSu3xkuC2kaMse5cWK04LBltaGCrq7ckq&#10;8PPvZX3j06HObl/X8PnbHcdolOq9dPMPEJG6+B9+tNdawdvodQh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GOY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e1p8YA&#10;AADdAAAADwAAAGRycy9kb3ducmV2LnhtbESPUWvCQBCE3wv+h2OFvki9GFrbpp4ihUJBEbT+gG1u&#10;mwTv9kJu1dhf7xWEPg4z8w0zW/TeqRN1sQlsYDLOQBGXwTZcGdh/fTy8gIqCbNEFJgMXirCYD+5m&#10;WNhw5i2ddlKpBOFYoIFapC20jmVNHuM4tMTJ+wmdR0myq7Tt8Jzg3uk8y6baY8NpocaW3msqD7uj&#10;N+Dyb/e6eo5ruez1Ovv1sh1trDH3w375Bkqol//wrf1pDTzljzn8vUlPQM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e1p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feMcA&#10;AADdAAAADwAAAGRycy9kb3ducmV2LnhtbESPzWrDMBCE74W8g9hCbo1cpy3FjRLyQ8CXHuqm5Lqx&#10;NpaJtDKWkjh9+qpQ6HGYmW+Y2WJwVlyoD61nBY+TDARx7XXLjYLd5/bhFUSIyBqtZ1JwowCL+ehu&#10;hoX2V/6gSxUbkSAcClRgYuwKKUNtyGGY+I44eUffO4xJ9o3UPV4T3FmZZ9mLdNhyWjDY0dpQfarO&#10;TsGm6my+K80q7L/eDwdbfm9pv1FqfD8s30BEGuJ/+K9dagXP+dMU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XH3j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IvcUA&#10;AADdAAAADwAAAGRycy9kb3ducmV2LnhtbESPS2vDMBCE74H+B7GF3BKpIY/iWg6lNBDIKa9Db4u0&#10;td1aK2Mpsfvvq0Agx2FmvmHy9eAacaUu1J41vEwVCGLjbc2lhtNxM3kFESKyxcYzafijAOviaZRj&#10;Zn3Pe7oeYikShEOGGqoY20zKYCpyGKa+JU7et+8cxiS7UtoO+wR3jZwptZQOa04LFbb0UZH5PVyc&#10;hp+N3Hmj0JxP535rV1+fS2qU1uPn4f0NRKQhPsL39tZqWMzmc7i9SU9A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6ci9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PCMYA&#10;AADdAAAADwAAAGRycy9kb3ducmV2LnhtbESPT2sCMRTE7wW/Q3hCbzXrVousG0ULhdLiQS2lx+fm&#10;7R9287IkUddv3wiFHoeZ+Q2TrwfTiQs531hWMJ0kIIgLqxuuFHwd354WIHxA1thZJgU38rBejR5y&#10;zLS98p4uh1CJCGGfoYI6hD6T0hc1GfQT2xNHr7TOYIjSVVI7vEa46WSaJC/SYMNxocaeXmsq2sPZ&#10;KPg5f3K5e/7YuG34tsPRt+lp0Sr1OB42SxCBhvAf/mu/awXzdDaH+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zPC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rrccA&#10;AADdAAAADwAAAGRycy9kb3ducmV2LnhtbESPT2sCMRTE74LfIbxCb5rtoqKrUbRQ6EXw30Fvz81z&#10;d3Hzsk1SXfvpTaHQ4zAzv2Fmi9bU4kbOV5YVvPUTEMS51RUXCg77j94YhA/IGmvLpOBBHhbzbmeG&#10;mbZ33tJtFwoRIewzVFCG0GRS+rwkg75vG+LoXawzGKJ0hdQO7xFuapkmyUgarDgulNjQe0n5dfdt&#10;FKwm49XXZsDrn+35RKfj+TpMXaLU60u7nIII1Ib/8F/7UysYpoM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0663HAAAA3QAAAA8AAAAAAAAAAAAAAAAAmAIAAGRy&#10;cy9kb3ducmV2LnhtbFBLBQYAAAAABAAEAPUAAACMAwAAAAA=&#10;" fillcolor="black" stroked="f"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S0N8UA&#10;AADdAAAADwAAAGRycy9kb3ducmV2LnhtbESPzWrDMBCE74W+g9hAb42c9Bc3SjCB0tKTkzbkurE2&#10;lom1MpKquG9fFQo5DjPzDbNYjbYXiXzoHCuYTQsQxI3THbcKvj5fb59BhIissXdMCn4owGp5fbXA&#10;UrszbyhtYysyhEOJCkyMQyllaAxZDFM3EGfv6LzFmKVvpfZ4znDby3lRPEqLHecFgwOtDTWn7bdV&#10;kA7rurpL+2Q2H75qvavfdodaqZvJWL2AiDTGS/i//a4VPMzvn+DvTX4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LQ3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zAt8QA&#10;AADdAAAADwAAAGRycy9kb3ducmV2LnhtbERPz2vCMBS+D/Y/hDfYzaaKytYZRUTFedF1gjs+mrem&#10;rHkpTVbr/npzEHb8+H7PFr2tRUetrxwrGCYpCOLC6YpLBafPzeAFhA/IGmvHpOBKHhbzx4cZZtpd&#10;+IO6PJQihrDPUIEJocmk9IUhiz5xDXHkvl1rMUTYllK3eInhtpajNJ1KixXHBoMNrQwVP/mvVeCH&#10;q/V5b/9eu6+t4UP+bqbH0ij1/NQv30AE6sO/+O7eaQWT0TjOjW/iE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cwLf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21E0" w:rsidRDefault="001821E0" w:rsidP="001821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821E0" w:rsidRDefault="001821E0" w:rsidP="001821E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821E0" w:rsidRDefault="001821E0" w:rsidP="001821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21E0" w:rsidRDefault="001821E0" w:rsidP="001821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21E0" w:rsidRDefault="001821E0" w:rsidP="001821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821E0" w:rsidRDefault="001821E0" w:rsidP="001821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821E0" w:rsidRDefault="001821E0" w:rsidP="001821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821E0" w:rsidRDefault="001821E0" w:rsidP="001821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821E0" w:rsidRDefault="001821E0" w:rsidP="001821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21E0" w:rsidRDefault="001821E0" w:rsidP="001821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821E0" w:rsidRDefault="001821E0" w:rsidP="001821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821E0" w:rsidRDefault="001821E0" w:rsidP="001821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821E0" w:rsidRDefault="001821E0" w:rsidP="001821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821E0" w:rsidRPr="008D4D0B" w:rsidRDefault="001821E0" w:rsidP="001821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8D4D0B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8D4D0B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№73</w:t>
      </w:r>
    </w:p>
    <w:p w:rsidR="001821E0" w:rsidRDefault="001821E0" w:rsidP="001821E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1821E0" w:rsidRPr="008376CE" w:rsidRDefault="001821E0" w:rsidP="001821E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внесення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змін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до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р</w:t>
      </w:r>
      <w:proofErr w:type="gramEnd"/>
      <w:r>
        <w:rPr>
          <w:rFonts w:ascii="Times New Roman" w:eastAsia="Calibri" w:hAnsi="Times New Roman" w:cs="Times New Roman"/>
          <w:b/>
          <w:sz w:val="24"/>
        </w:rPr>
        <w:t>ішення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ІІ</w:t>
      </w:r>
      <w:r w:rsidRPr="008376CE">
        <w:rPr>
          <w:rFonts w:ascii="Times New Roman" w:eastAsia="Calibri" w:hAnsi="Times New Roman" w:cs="Times New Roman"/>
          <w:b/>
          <w:sz w:val="24"/>
        </w:rPr>
        <w:t xml:space="preserve">І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сесії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сільської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821E0" w:rsidRPr="008376CE" w:rsidRDefault="001821E0" w:rsidP="001821E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376CE">
        <w:rPr>
          <w:rFonts w:ascii="Times New Roman" w:eastAsia="Calibri" w:hAnsi="Times New Roman" w:cs="Times New Roman"/>
          <w:b/>
          <w:sz w:val="24"/>
        </w:rPr>
        <w:t xml:space="preserve">ради </w:t>
      </w:r>
      <w:r w:rsidRPr="008376CE">
        <w:rPr>
          <w:rFonts w:ascii="Times New Roman" w:eastAsia="Calibri" w:hAnsi="Times New Roman" w:cs="Times New Roman"/>
          <w:b/>
          <w:sz w:val="24"/>
          <w:lang w:val="en-US"/>
        </w:rPr>
        <w:t>VIII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№52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від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27.11.2020</w:t>
      </w:r>
      <w:r w:rsidRPr="008376CE">
        <w:rPr>
          <w:rFonts w:ascii="Times New Roman" w:eastAsia="Calibri" w:hAnsi="Times New Roman" w:cs="Times New Roman"/>
          <w:b/>
          <w:sz w:val="24"/>
        </w:rPr>
        <w:t xml:space="preserve"> року </w:t>
      </w:r>
    </w:p>
    <w:p w:rsidR="001821E0" w:rsidRPr="008376CE" w:rsidRDefault="001821E0" w:rsidP="001821E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376CE">
        <w:rPr>
          <w:rFonts w:ascii="Times New Roman" w:eastAsia="Calibri" w:hAnsi="Times New Roman" w:cs="Times New Roman"/>
          <w:b/>
          <w:sz w:val="24"/>
        </w:rPr>
        <w:t xml:space="preserve">«Про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821E0" w:rsidRPr="008376CE" w:rsidRDefault="001821E0" w:rsidP="001821E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</w:p>
    <w:p w:rsidR="001821E0" w:rsidRPr="008376CE" w:rsidRDefault="001821E0" w:rsidP="001821E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Семенюку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М.В.</w:t>
      </w:r>
      <w:r w:rsidRPr="008376CE">
        <w:rPr>
          <w:rFonts w:ascii="Times New Roman" w:eastAsia="Calibri" w:hAnsi="Times New Roman" w:cs="Times New Roman"/>
          <w:b/>
          <w:sz w:val="24"/>
        </w:rPr>
        <w:t>»</w:t>
      </w:r>
    </w:p>
    <w:p w:rsidR="001821E0" w:rsidRPr="008376CE" w:rsidRDefault="001821E0" w:rsidP="001821E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821E0" w:rsidRPr="008376CE" w:rsidRDefault="001821E0" w:rsidP="001821E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8376CE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8376CE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8376CE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116  118, 121,186</w:t>
      </w:r>
      <w:r w:rsidRPr="008376CE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Семенюка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М.В.</w:t>
      </w:r>
      <w:r w:rsidRPr="008376CE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рада </w:t>
      </w:r>
    </w:p>
    <w:p w:rsidR="001821E0" w:rsidRPr="008376CE" w:rsidRDefault="001821E0" w:rsidP="001821E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</w:rPr>
        <w:t>ВИРІШИЛА:</w:t>
      </w:r>
    </w:p>
    <w:p w:rsidR="001821E0" w:rsidRPr="008376CE" w:rsidRDefault="001821E0" w:rsidP="001821E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1.Внести  </w:t>
      </w:r>
      <w:proofErr w:type="spellStart"/>
      <w:r>
        <w:rPr>
          <w:rFonts w:ascii="Times New Roman" w:eastAsia="Calibri" w:hAnsi="Times New Roman" w:cs="Times New Roman"/>
          <w:sz w:val="24"/>
        </w:rPr>
        <w:t>зміни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до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ІІ</w:t>
      </w:r>
      <w:r w:rsidRPr="008376CE">
        <w:rPr>
          <w:rFonts w:ascii="Times New Roman" w:eastAsia="Calibri" w:hAnsi="Times New Roman" w:cs="Times New Roman"/>
          <w:sz w:val="24"/>
        </w:rPr>
        <w:t xml:space="preserve">І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ради </w:t>
      </w:r>
      <w:r w:rsidRPr="008376CE">
        <w:rPr>
          <w:rFonts w:ascii="Times New Roman" w:eastAsia="Calibri" w:hAnsi="Times New Roman" w:cs="Times New Roman"/>
          <w:sz w:val="24"/>
          <w:lang w:val="en-US"/>
        </w:rPr>
        <w:t>VIII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скликання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№52 </w:t>
      </w:r>
      <w:proofErr w:type="spellStart"/>
      <w:r>
        <w:rPr>
          <w:rFonts w:ascii="Times New Roman" w:eastAsia="Calibri" w:hAnsi="Times New Roman" w:cs="Times New Roman"/>
          <w:sz w:val="24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27.11.2020</w:t>
      </w:r>
      <w:r w:rsidRPr="008376CE">
        <w:rPr>
          <w:rFonts w:ascii="Times New Roman" w:eastAsia="Calibri" w:hAnsi="Times New Roman" w:cs="Times New Roman"/>
          <w:sz w:val="24"/>
        </w:rPr>
        <w:t xml:space="preserve"> року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надання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дозволу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діл</w:t>
      </w:r>
      <w:r>
        <w:rPr>
          <w:rFonts w:ascii="Times New Roman" w:eastAsia="Calibri" w:hAnsi="Times New Roman" w:cs="Times New Roman"/>
          <w:sz w:val="24"/>
        </w:rPr>
        <w:t>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Семенюку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М.В.</w:t>
      </w:r>
      <w:r w:rsidRPr="008376CE">
        <w:rPr>
          <w:rFonts w:ascii="Times New Roman" w:eastAsia="Calibri" w:hAnsi="Times New Roman" w:cs="Times New Roman"/>
          <w:sz w:val="24"/>
        </w:rPr>
        <w:t>» слова т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цифри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0,1100</w:t>
      </w:r>
      <w:r w:rsidRPr="008376CE">
        <w:rPr>
          <w:rFonts w:ascii="Times New Roman" w:eastAsia="Calibri" w:hAnsi="Times New Roman" w:cs="Times New Roman"/>
          <w:sz w:val="24"/>
        </w:rPr>
        <w:t xml:space="preserve"> га,»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замінити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на слова т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цифри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0,1400</w:t>
      </w:r>
      <w:r w:rsidRPr="008376CE">
        <w:rPr>
          <w:rFonts w:ascii="Times New Roman" w:eastAsia="Calibri" w:hAnsi="Times New Roman" w:cs="Times New Roman"/>
          <w:sz w:val="24"/>
        </w:rPr>
        <w:t xml:space="preserve"> га,»</w:t>
      </w:r>
    </w:p>
    <w:p w:rsidR="001821E0" w:rsidRPr="008376CE" w:rsidRDefault="001821E0" w:rsidP="001821E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        2. Даний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76C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8376C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821E0" w:rsidRPr="008376CE" w:rsidRDefault="001821E0" w:rsidP="001821E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76CE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8376CE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8376CE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1821E0" w:rsidRPr="008376CE" w:rsidRDefault="001821E0" w:rsidP="001821E0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1821E0" w:rsidRPr="008376CE" w:rsidRDefault="001821E0" w:rsidP="001821E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821E0" w:rsidRPr="008376CE" w:rsidRDefault="001821E0" w:rsidP="001821E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821E0" w:rsidRPr="008376CE" w:rsidRDefault="001821E0" w:rsidP="001821E0">
      <w:pPr>
        <w:rPr>
          <w:rFonts w:ascii="Calibri" w:eastAsia="Times New Roman" w:hAnsi="Calibri" w:cs="Times New Roman"/>
          <w:b/>
        </w:rPr>
      </w:pPr>
    </w:p>
    <w:p w:rsidR="001821E0" w:rsidRPr="008376CE" w:rsidRDefault="001821E0" w:rsidP="001821E0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376CE">
        <w:rPr>
          <w:rFonts w:ascii="Times New Roman" w:eastAsia="Times New Roman" w:hAnsi="Times New Roman" w:cs="Times New Roman"/>
          <w:sz w:val="24"/>
          <w:szCs w:val="24"/>
        </w:rPr>
        <w:t>Сільський</w:t>
      </w:r>
      <w:proofErr w:type="spellEnd"/>
      <w:r w:rsidRPr="008376CE">
        <w:rPr>
          <w:rFonts w:ascii="Times New Roman" w:eastAsia="Times New Roman" w:hAnsi="Times New Roman" w:cs="Times New Roman"/>
          <w:sz w:val="24"/>
          <w:szCs w:val="24"/>
        </w:rPr>
        <w:t xml:space="preserve">   голова                                                                            </w:t>
      </w:r>
      <w:proofErr w:type="spellStart"/>
      <w:r w:rsidRPr="008376CE">
        <w:rPr>
          <w:rFonts w:ascii="Times New Roman" w:eastAsia="Times New Roman" w:hAnsi="Times New Roman" w:cs="Times New Roman"/>
          <w:sz w:val="24"/>
          <w:szCs w:val="24"/>
        </w:rPr>
        <w:t>Валерій</w:t>
      </w:r>
      <w:proofErr w:type="spellEnd"/>
      <w:r w:rsidRPr="008376CE">
        <w:rPr>
          <w:rFonts w:ascii="Times New Roman" w:eastAsia="Times New Roman" w:hAnsi="Times New Roman" w:cs="Times New Roman"/>
          <w:sz w:val="24"/>
          <w:szCs w:val="24"/>
        </w:rPr>
        <w:t xml:space="preserve">   МИХАЛЮК</w:t>
      </w:r>
    </w:p>
    <w:p w:rsidR="00241AB7" w:rsidRDefault="00241AB7">
      <w:bookmarkStart w:id="0" w:name="_GoBack"/>
      <w:bookmarkEnd w:id="0"/>
    </w:p>
    <w:sectPr w:rsidR="00241AB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1E0"/>
    <w:rsid w:val="001821E0"/>
    <w:rsid w:val="00241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1E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821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821E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821E0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1E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821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821E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821E0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226</Words>
  <Characters>1294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2021-09-13T10:39:00Z</dcterms:created>
  <dcterms:modified xsi:type="dcterms:W3CDTF">2021-09-13T10:40:00Z</dcterms:modified>
</cp:coreProperties>
</file>