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2A0" w:rsidRPr="0066767B" w:rsidRDefault="00CD62A0" w:rsidP="00CD62A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CD62A0" w:rsidRPr="0066767B" w:rsidRDefault="00CD62A0" w:rsidP="00CD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CD62A0" w:rsidRPr="0066767B" w:rsidRDefault="00CD62A0" w:rsidP="00CD62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0B5BF8" wp14:editId="78D3FA6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013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9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62A0" w:rsidRDefault="00CD62A0" w:rsidP="00CD62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90wcMA&#10;AADcAAAADwAAAGRycy9kb3ducmV2LnhtbESPzarCMBSE9xd8h3AEd9dUxatWo4iouBCk/uwPzbEt&#10;NieliVrf3gjCXQ4z8w0zWzSmFA+qXWFZQa8bgSBOrS44U3A+bX7HIJxH1lhaJgUvcrCYt35mGGv7&#10;5IQeR5+JAGEXo4Lc+yqW0qU5GXRdWxEH72prgz7IOpO6xmeAm1L2o+hPGiw4LORY0Sqn9Ha8GwV2&#10;sN3tL1k/Gax55Hl5GF8vzV6pTrtZTkF4avx/+NveaQXDSQ8+Z8IRkP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90wc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10qccA&#10;AADcAAAADwAAAGRycy9kb3ducmV2LnhtbESPT2sCMRTE74V+h/AKvUjNVtDWrVFEWK0eCv6BXh+b&#10;183WzcuSRN366ZuC0OMwM79hJrPONuJMPtSOFTz3MxDEpdM1VwoO++LpFUSIyBobx6TghwLMpvd3&#10;E8y1u/CWzrtYiQThkKMCE2ObSxlKQxZD37XEyfty3mJM0ldSe7wkuG3kIMtG0mLNacFgSwtD5XF3&#10;sgq+iw/zuXi5Ln1vvKVrr9ismvVIqceHbv4GIlIX/8O39rtWMBwP4O9MOg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9dKn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sEOsQA&#10;AADcAAAADwAAAGRycy9kb3ducmV2LnhtbESP3WrCQBCF7wu+wzKCN6VuNFRq6ipBmlK8EX8eYMiO&#10;2dDsbMhuk/j2bqHQy8P5+Tib3Wgb0VPna8cKFvMEBHHpdM2VguuleHkD4QOyxsYxKbiTh9128rTB&#10;TLuBT9SfQyXiCPsMFZgQ2kxKXxqy6OeuJY7ezXUWQ5RdJXWHQxy3jVwmyUparDkSDLa0N1R+n39s&#10;hBxTPB5uw6X4HHHAj4Ph5/yk1Gw65u8gAo3hP/zX/tIKXtcp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LBDr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FkcUA&#10;AADcAAAADwAAAGRycy9kb3ducmV2LnhtbESPQUsDMRSE74L/IbyCN5ttaauuTYvUCiL0YC0Ub4/N&#10;6+7i5iUkr9313xtB8DjMzDfMcj24Tl0optazgcm4AEVcedtybeDw8XJ7DyoJssXOMxn4pgTr1fXV&#10;Ekvre36ny15qlSGcSjTQiIRS61Q15DCNfSDO3slHh5JlrLWN2Ge46/S0KBbaYct5ocFAm4aqr/3Z&#10;Gdj12/B2t5ifwmecTXV6tnLciDE3o+HpEZTQIP/hv/arNTB/mMHvmX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O8WR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451cIA&#10;AADcAAAADwAAAGRycy9kb3ducmV2LnhtbESP3YrCMBCF7wXfIYywN7KmrihrNYrIKuJN8ecBhmZs&#10;is2kNFnbffuNIHh5OD8fZ7nubCUe1PjSsYLxKAFBnDtdcqHgetl9foPwAVlj5ZgU/JGH9arfW2Kq&#10;XcsnepxDIeII+xQVmBDqVEqfG7LoR64mjt7NNRZDlE0hdYNtHLeV/EqSmbRYciQYrGlrKL+ff22E&#10;ZBPMjrf2stt32OLP0fBwc1LqY9BtFiACdeEdfrUPWsF0PoXn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bjnV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X+fcUA&#10;AADcAAAADwAAAGRycy9kb3ducmV2LnhtbESPQUsDMRSE70L/Q3gFbzZrsatdm5bSKojgwSoUb4/N&#10;6+7i5iUkz+76740geBxm5htmtRldr84UU+fZwPWsAEVce9txY+D97fHqDlQSZIu9ZzLwTQk268nF&#10;CivrB36l80EalSGcKjTQioRK61S35DDNfCDO3slHh5JlbLSNOGS46/W8KErtsOO80GKgXUv15+HL&#10;GXgZHsLzbbk4hY94M9dpb+W4E2Mup+P2HpTQKP/hv/aTNbBYlvB7Jh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pf59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Kn98YA&#10;AADcAAAADwAAAGRycy9kb3ducmV2LnhtbESP3WoCMRSE7wu+QziF3hTNtsWqW6NUIVhoofgD3h42&#10;x93FzcmSRHf79qZQ6OUwM98w82VvG3ElH2rHCp5GGQjiwpmaSwWHvR5OQYSIbLBxTAp+KMByMbib&#10;Y25cx1u67mIpEoRDjgqqGNtcylBUZDGMXEucvJPzFmOSvpTGY5fgtpHPWfYqLdacFipsaV1Rcd5d&#10;rILVd1e++Mdi1bvP0+Y41troL63Uw33//gYiUh//w3/tD6NgPJvA75l0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1Kn98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HXAMEA&#10;AADcAAAADwAAAGRycy9kb3ducmV2LnhtbERP3WrCMBS+H/gO4QjezVRZh+uMpTgKMnYztwc4NGdN&#10;Z3NSktjWtzcXg11+fP/7cra9GMmHzrGCzToDQdw43XGr4PurftyBCBFZY++YFNwoQHlYPOyx0G7i&#10;TxrPsRUphEOBCkyMQyFlaAxZDGs3ECfux3mLMUHfSu1xSuG2l9sse5YWO04NBgc6Gmou56tVUL9v&#10;P8bLVfvaVfOTpdz87t6MUqvlXL2CiDTHf/Gf+6QV5C9pbTqTjoA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h1wD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GWHsUA&#10;AADcAAAADwAAAGRycy9kb3ducmV2LnhtbESPQWsCMRSE74L/IbyCF6nZWix1axQtBAsWSlXo9bF5&#10;7i7dvCxJdLf/vhEEj8PMfMMsVr1txIV8qB0reJpkIIgLZ2ouFRwP+vEVRIjIBhvHpOCPAqyWw8EC&#10;c+M6/qbLPpYiQTjkqKCKsc2lDEVFFsPEtcTJOzlvMSbpS2k8dgluGznNshdpsea0UGFL7xUVv/uz&#10;VbD56spnPy42vdudtj8zrY3+1EqNHvr1G4hIfbyHb+0Po2A2n8P1TDo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gZYe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gv/cAA&#10;AADcAAAADwAAAGRycy9kb3ducmV2LnhtbERP3UrDMBS+F3yHcATvbOrQUmqzMRyFMbzZ5gMcmmNT&#10;15yUJGvr25uLwS4/vv96s9hBTORD71jBa5aDIG6d7rlT8H1uXkoQISJrHByTgj8KsFk/PtRYaTfz&#10;kaZT7EQK4VChAhPjWEkZWkMWQ+ZG4sT9OG8xJug7qT3OKdwOcpXnhbTYc2owONKnofZyuloFzWH1&#10;NV2u2jduu7xZeje/5c4o9fy0bD9ARFriXXxz77WCIk/z05l0BO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jgv/c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//pcIA&#10;AADcAAAADwAAAGRycy9kb3ducmV2LnhtbESPwWrDMBBE74X8g9hAbo3kpg7BiWJKwaE+1u0HLNbG&#10;NrFWjqXGzt9HhUKPw8y8YQ75bHtxo9F3jjUkawWCuHam40bD91fxvAPhA7LB3jFpuJOH/Lh4OmBm&#10;3MSfdKtCIyKEfYYa2hCGTEpft2TRr91AHL2zGy2GKMdGmhGnCLe9fFFqKy12HBdaHOi9pfpS/VgN&#10;r/fpdK3SiyqMpaTcDCWHOtV6tZzf9iACzeE//Nf+MBq2KoHfM/EIyO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n/+l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Sp8QA&#10;AADcAAAADwAAAGRycy9kb3ducmV2LnhtbESPQWuDQBSE74X+h+UVeqtrPUhqswlSSSk9Jcb2/HBf&#10;VOq+FXej5t9nA4Eeh5n5hllvF9OLiUbXWVbwGsUgiGurO24UVMfdywqE88gae8uk4EIOtpvHhzVm&#10;2s58oKn0jQgQdhkqaL0fMild3ZJBF9mBOHgnOxr0QY6N1CPOAW56mcRxKg12HBZaHOijpfqvPBsF&#10;5/Q3qfj0rfdlcfl8K3a5kz+NUs9PS/4OwtPi/8P39pdWkMYJ3M6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Gkqf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NQLsYA&#10;AADcAAAADwAAAGRycy9kb3ducmV2LnhtbESPQWvCQBSE74X+h+UVvNVNjQSbuooWBO2hQauH3p7Z&#10;Z5KafZtmV03/vVsQPA4z8w0znnamFmdqXWVZwUs/AkGcW11xoWD7tXgegXAeWWNtmRT8kYPp5PFh&#10;jKm2F17TeeMLESDsUlRQet+kUrq8JIOubxvi4B1sa9AH2RZSt3gJcFPLQRQl0mDFYaHEht5Lyo+b&#10;k1Gwy0bJazZfDX8+PvcYG/37ratEqd5TN3sD4anz9/CtvdQKkiiG/zPhCM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8NQLs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vBIcQA&#10;AADc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iKMRPM+EIy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rwS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AZVMQA&#10;AADcAAAADwAAAGRycy9kb3ducmV2LnhtbESP0WrCQBRE3wv+w3KFvtWNkkiNriJioW9tYj/gkr1u&#10;gtm7Mbs1ab++WxB8HGbmDLPZjbYVN+p941jBfJaAIK6cbtgo+Dq9vbyC8AFZY+uYFPyQh9128rTB&#10;XLuBC7qVwYgIYZ+jgjqELpfSVzVZ9DPXEUfv7HqLIcreSN3jEOG2lYskWUqLDceFGjs61FRdym+r&#10;4OoWmR7LI35cjqvPxpj0+lukSj1Px/0aRKAxPML39rtWsEwy+D8Tj4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AGVT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8VdMQA&#10;AADcAAAADwAAAGRycy9kb3ducmV2LnhtbESPwW7CMBBE75X6D9ZW6q04UDUNIQZBJSSu0B56XOwl&#10;CcTrELsh9OsxUqUeRzPzRlMsBtuInjpfO1YwHiUgiLUzNZcKvj7XLxkIH5ANNo5JwZU8LOaPDwXm&#10;xl14S/0ulCJC2OeooAqhzaX0uiKLfuRa4ugdXGcxRNmV0nR4iXDbyEmSpNJizXGhwpY+KtKn3Y9V&#10;sKn39Jbqw9RmK739/j2H1/ejUer5aVjOQAQawn/4r70xCtIkhfuZeAT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vFXT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MMyMEA&#10;AADcAAAADwAAAGRycy9kb3ducmV2LnhtbERPTWsCMRC9C/6HMEJvmujB2tUoKggttUKt6HXYTDdL&#10;N5Nlk67rvzcFocf3zVusOleJlppQetYwHikQxLk3JRcaTl+74QxEiMgGK8+k4UYBVst+b4GZ8Vf+&#10;pPYYC5FKOGSowcZYZ1KG3JLDMPI1cdK+feMwJtgU0jR4TeWukhOlptJhyWnBYk1bS/nP8ddpaPFw&#10;Uxe7+Xh5K/f55LA5v5vE66dBt56DiNTFf/Mj/Wo0TNUz/J1JR0Au7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FTDMj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gttMAA&#10;AADcAAAADwAAAGRycy9kb3ducmV2LnhtbERPPW/CMBDdK/U/WFepW3GaAVUpBlWVqBjblIHxiI84&#10;NL6LbENSfj0ekBif3vdiNflenSnETtjA66wARdyI7bg1sP1dv7yBignZYi9MBv4pwmr5+LDAysrI&#10;P3SuU6tyCMcKDbiUhkrr2DjyGGcyEGfuIMFjyjC02gYcc7jvdVkUc+2x49zgcKBPR81fffIGxq9m&#10;fywPO+suYZB1/S3Hshdjnp+mj3dQiaZ0F9/cG2tgXuS1+Uw+Anp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5gttM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vFDsYA&#10;AADcAAAADwAAAGRycy9kb3ducmV2LnhtbESPT2vCQBTE7wW/w/KE3upGD1aja0i1QimV4r/7M/tM&#10;ortvQ3ar6bfvFgo9DjPzG2aeddaIG7W+dqxgOEhAEBdO11wqOOzXTxMQPiBrNI5JwTd5yBa9hzmm&#10;2t15S7ddKEWEsE9RQRVCk0rpi4os+oFriKN3dq3FEGVbSt3iPcKtkaMkGUuLNceFChtaVlRcd19W&#10;wfpzZS6jzTY/yrB8fT6ZyfvL6kOpx36Xz0AE6sJ/+K/9phWMkyn8nolH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vFD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iJ5cEA&#10;AADcAAAADwAAAGRycy9kb3ducmV2LnhtbERPy4rCMBTdC/5DuIIb0VQHRapRRBAdUPAFbq/NtS02&#10;N6XJ1M7fm4Xg8nDe82VjClFT5XLLCoaDCARxYnXOqYLrZdOfgnAeWWNhmRT8k4Plot2aY6zti09U&#10;n30qQgi7GBVk3pexlC7JyKAb2JI4cA9bGfQBVqnUFb5CuCnkKIom0mDOoSHDktYZJc/zn1FQH/f3&#10;dFe78vc57bnxz327PeibUt1Os5qB8NT4r/jj3mkFk2GYH86EIyA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IieXBAAAA3A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KtDsYA&#10;AADcAAAADwAAAGRycy9kb3ducmV2LnhtbESPQWsCMRSE74L/ITyhN82utKKrUbRQ8CJU7aHenpvn&#10;7uLmZZukuvXXN4LgcZiZb5jZojW1uJDzlWUF6SABQZxbXXGh4Gv/0R+D8AFZY22ZFPyRh8W825lh&#10;pu2Vt3TZhUJECPsMFZQhNJmUPi/JoB/Yhjh6J+sMhihdIbXDa4SbWg6TZCQNVhwXSmzovaT8vPs1&#10;ClaT8ern85U3t+3xQIfv4/lt6BKlXnrtcgoiUBue4Ud7rRWM0hTuZ+IR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pKtDsYAAADcAAAADwAAAAAAAAAAAAAAAACYAgAAZHJz&#10;L2Rvd25yZXYueG1sUEsFBgAAAAAEAAQA9QAAAIsDAAAAAA==&#10;" fillcolor="black" stroked="f"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KSYccA&#10;AADcAAAADwAAAGRycy9kb3ducmV2LnhtbESPT2vCQBTE74LfYXlCb7ox0CCpq9Q/hUL1YNpDj6/Z&#10;12RJ9m3Irpr203cFocdhZn7DLNeDbcWFem8cK5jPEhDEpdOGKwUf7y/TBQgfkDW2jknBD3lYr8aj&#10;JebaXflElyJUIkLY56igDqHLpfRlTRb9zHXE0ft2vcUQZV9J3eM1wm0r0yTJpEXDcaHGjrY1lU1x&#10;tgo+3zKzOBlKvw6/m70+PDab465R6mEyPD+BCDSE//C9/aoVZPMUbmfiEZ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ykmH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MdFMQA&#10;AADcAAAADwAAAGRycy9kb3ducmV2LnhtbESPT2sCMRTE70K/Q3gFb5pVQWRrFGkpevHgP3p9bF43&#10;2928bJOoq5/eFAoeh5n5DTNfdrYRF/KhcqxgNMxAEBdOV1wqOB4+BzMQISJrbByTghsFWC5eenPM&#10;tbvyji77WIoE4ZCjAhNjm0sZCkMWw9C1xMn7dt5iTNKXUnu8Jrht5DjLptJixWnBYEvvhop6f7YK&#10;/Orro77z+VRn9+0trH+63xkapfqv3eoNRKQuPsP/7Y1WMB1N4O9MOg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jHRT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faeMUA&#10;AADcAAAADwAAAGRycy9kb3ducmV2LnhtbESPUWvCQBCE3wv9D8cW+lLqRRFtU08pQqGgCEZ/wDa3&#10;TULv9kJu1dhf7wmCj8PMfMPMFr136khdbAIbGA4yUMRlsA1XBva7r9c3UFGQLbrAZOBMERbzx4cZ&#10;5jaceEvHQiqVIBxzNFCLtLnWsazJYxyEljh5v6HzKEl2lbYdnhLcOz3Kson22HBaqLGlZU3lX3Hw&#10;Btzox72vpnEt571eZ/9eti8ba8zzU//5AUqol3v41v62BibDMVzPpCOg5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x9p4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be6MUA&#10;AADcAAAADwAAAGRycy9kb3ducmV2LnhtbESPT2sCMRTE7wW/Q3hCbzWrUCmrUfyDsJceulW8Pjev&#10;m6XJy7KJuvXTm4LgcZiZ3zDzZe+suFAXGs8KxqMMBHHldcO1gv337u0DRIjIGq1nUvBHAZaLwcsc&#10;c+2v/EWXMtYiQTjkqMDE2OZShsqQwzDyLXHyfnznMCbZ1VJ3eE1wZ+Uky6bSYcNpwWBLG0PVb3l2&#10;CrZlayf7wqzD8fB5OtnitqPjVqnXYb+agYjUx2f40S60gun4Hf7PpCM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Bt7o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o+28IA&#10;AADcAAAADwAAAGRycy9kb3ducmV2LnhtbESPT4vCMBTE78J+h/AWvGniHqpUo4isIHha/xy8PZJn&#10;W21eShNt/fYbYWGPw8z8hlmseleLJ7Wh8qxhMlYgiI23FRcaTsftaAYiRGSLtWfS8KIAq+XHYIG5&#10;9R3/0PMQC5EgHHLUUMbY5FIGU5LDMPYNcfKuvnUYk2wLaVvsEtzV8kupTDqsOC2U2NCmJHM/PJyG&#10;21buvVFozqdzt7PTy3dGtdJ6+Nmv5yAi9fE//NfeWQ3ZJIP3mXQ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Wj7b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yPVsQA&#10;AADcAAAADwAAAGRycy9kb3ducmV2LnhtbESPQYvCMBSE78L+h/AEb5rqgko1iruwsCge1GXx+Gye&#10;bWnzUpKo9d8bQfA4zMw3zHzZmlpcyfnSsoLhIAFBnFldcq7g7/DTn4LwAVljbZkU3MnDcvHRmWOq&#10;7Y13dN2HXEQI+xQVFCE0qZQ+K8igH9iGOHpn6wyGKF0utcNbhJtajpJkLA2WHBcKbOi7oKzaX4yC&#10;42XD5+3neuW+wr9tD74anaaVUr1uu5qBCNSGd/jV/tUKxsMJPM/EI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Mj1b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gEk8QA&#10;AADcAAAADwAAAGRycy9kb3ducmV2LnhtbERPz2vCMBS+D/wfwhvsNlPFiVZj0YGwy2A6D/b22ry1&#10;pc1Ll2Ta7a83B2HHj+/3OhtMJy7kfGNZwWScgCAurW64UnD63D8vQPiArLGzTAp+yUO2GT2sMdX2&#10;yge6HEMlYgj7FBXUIfSplL6syaAf2544cl/WGQwRukpqh9cYbjo5TZK5NNhwbKixp9eayvb4YxTs&#10;lovd98eM3/8ORU75uWhfpi5R6ulx2K5ABBrCv/juftMK5pO4Np6JR0B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oBJPEAAAA3AAAAA8AAAAAAAAAAAAAAAAAmAIAAGRycy9k&#10;b3ducmV2LnhtbFBLBQYAAAAABAAEAPUAAACJAwAAAAA=&#10;" fillcolor="black" stroked="f"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ysKcQA&#10;AADcAAAADwAAAGRycy9kb3ducmV2LnhtbESPQUsDMRSE7wX/Q3iCt262CkW3TctSEMXTtiq9vm5e&#10;N0s3L0sS0/XfG0HwOMzMN8x6O9lBJPKhd6xgUZQgiFune+4UfLw/zx9BhIiscXBMCr4pwHZzM1tj&#10;pd2V95QOsRMZwqFCBSbGsZIytIYshsKNxNk7O28xZuk7qT1eM9wO8r4sl9Jiz3nB4Eg7Q+3l8GUV&#10;pNOuqR/SMZn9m68775qXz1Oj1N3tVK9ARJrif/iv/aoVLBdP8HsmHw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MrCn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hIi8IA&#10;AADcAAAADwAAAGRycy9kb3ducmV2LnhtbERPz2vCMBS+D/wfwhO8zVQPZatGEdHhdtmsgh4fzbMp&#10;Ni+lyWrnX28OA48f3+/5sre16Kj1lWMFk3ECgrhwuuJSwfGwfX0D4QOyxtoxKfgjD8vF4GWOmXY3&#10;3lOXh1LEEPYZKjAhNJmUvjBk0Y9dQxy5i2sthgjbUuoWbzHc1nKaJKm0WHFsMNjQ2lBxzX+tAj9Z&#10;b05f9v7enT8Mf+efJv0pjVKjYb+agQjUh6f4373TCtJpnB/PxCM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mEiLwgAAANwAAAAPAAAAAAAAAAAAAAAAAJgCAABkcnMvZG93&#10;bnJldi54bWxQSwUGAAAAAAQABAD1AAAAhw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D62A0" w:rsidRDefault="00CD62A0" w:rsidP="00CD62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D62A0" w:rsidRPr="0066767B" w:rsidRDefault="00CD62A0" w:rsidP="00CD62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D62A0" w:rsidRPr="0066767B" w:rsidRDefault="00CD62A0" w:rsidP="00CD62A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D62A0" w:rsidRPr="0066767B" w:rsidRDefault="00CD62A0" w:rsidP="00CD62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D62A0" w:rsidRDefault="00CD62A0" w:rsidP="00CD62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CD62A0" w:rsidRPr="0066767B" w:rsidRDefault="00CD62A0" w:rsidP="00CD62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CD62A0" w:rsidRPr="0066767B" w:rsidRDefault="00CD62A0" w:rsidP="00CD62A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CD62A0" w:rsidRPr="0066767B" w:rsidRDefault="00CD62A0" w:rsidP="00CD62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CD62A0" w:rsidRPr="0066767B" w:rsidRDefault="00CD62A0" w:rsidP="00CD62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CD62A0" w:rsidRPr="0066767B" w:rsidRDefault="00CD62A0" w:rsidP="00CD62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D62A0" w:rsidRPr="0066767B" w:rsidRDefault="00CD62A0" w:rsidP="00CD62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CD62A0" w:rsidRPr="0066767B" w:rsidRDefault="00CD62A0" w:rsidP="00CD62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D62A0" w:rsidRPr="0066767B" w:rsidRDefault="00CD62A0" w:rsidP="00CD62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CD62A0" w:rsidRPr="0066767B" w:rsidRDefault="00CD62A0" w:rsidP="00CD62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CD62A0" w:rsidRPr="0066767B" w:rsidRDefault="00CD62A0" w:rsidP="00CD62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CD62A0" w:rsidRPr="0066767B" w:rsidRDefault="00CD62A0" w:rsidP="00CD62A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CD62A0" w:rsidRPr="0066767B" w:rsidRDefault="00CD62A0" w:rsidP="00CD62A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CD62A0" w:rsidRPr="0066767B" w:rsidRDefault="00CD62A0" w:rsidP="00CD62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CD62A0" w:rsidRPr="0066767B" w:rsidRDefault="00CD62A0" w:rsidP="00CD62A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CD62A0" w:rsidRPr="0066767B" w:rsidRDefault="00CD62A0" w:rsidP="00CD62A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Лук’янов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М.Д.</w:t>
      </w:r>
    </w:p>
    <w:p w:rsidR="00CD62A0" w:rsidRPr="0066767B" w:rsidRDefault="00CD62A0" w:rsidP="00CD62A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D62A0" w:rsidRPr="0066767B" w:rsidRDefault="00CD62A0" w:rsidP="00CD62A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D62A0" w:rsidRPr="0066767B" w:rsidRDefault="00CD62A0" w:rsidP="00CD62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Лук’янова М.Д.,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CD62A0" w:rsidRPr="0066767B" w:rsidRDefault="00CD62A0" w:rsidP="00CD62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CD62A0" w:rsidRPr="0066767B" w:rsidRDefault="00CD62A0" w:rsidP="00CD62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D62A0" w:rsidRPr="0066767B" w:rsidRDefault="00CD62A0" w:rsidP="00CD62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Лук’янову Миколі Дмитровичу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селянського господарства, площею 0,2500га, яка розташована Хмельницька область,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с.Комарівка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D62A0" w:rsidRPr="0066767B" w:rsidRDefault="00CD62A0" w:rsidP="00CD6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Лук’янову Миколі Дмитровичу,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AA5A31">
        <w:rPr>
          <w:rFonts w:ascii="Times New Roman" w:eastAsia="Calibri" w:hAnsi="Times New Roman" w:cs="Times New Roman"/>
          <w:sz w:val="24"/>
          <w:lang w:val="en-US"/>
        </w:rPr>
        <w:t>______________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AA5A3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 земельну ділянку, площею 0,2500 га, кадастровий номер: 6823986800:03:005:0047, для ведення особистого селянського господарства, яка розташована Хмельницька область,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с.Комарівка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D62A0" w:rsidRPr="0066767B" w:rsidRDefault="00CD62A0" w:rsidP="00CD6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Лук’янову М.Д.,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CD62A0" w:rsidRPr="0066767B" w:rsidRDefault="00CD62A0" w:rsidP="00CD62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D62A0" w:rsidRPr="0066767B" w:rsidRDefault="00CD62A0" w:rsidP="00CD62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D62A0" w:rsidRPr="0066767B" w:rsidRDefault="00CD62A0" w:rsidP="00CD62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626DE" w:rsidRPr="00CD62A0" w:rsidRDefault="00CD62A0" w:rsidP="00CD62A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9626DE" w:rsidRPr="00CD62A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66C9" w:rsidRDefault="00D766C9">
      <w:pPr>
        <w:spacing w:after="0" w:line="240" w:lineRule="auto"/>
      </w:pPr>
      <w:r>
        <w:separator/>
      </w:r>
    </w:p>
  </w:endnote>
  <w:endnote w:type="continuationSeparator" w:id="0">
    <w:p w:rsidR="00D766C9" w:rsidRDefault="00D766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66C9" w:rsidRDefault="00D766C9">
      <w:pPr>
        <w:spacing w:after="0" w:line="240" w:lineRule="auto"/>
      </w:pPr>
      <w:r>
        <w:separator/>
      </w:r>
    </w:p>
  </w:footnote>
  <w:footnote w:type="continuationSeparator" w:id="0">
    <w:p w:rsidR="00D766C9" w:rsidRDefault="00D766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2A0"/>
    <w:rsid w:val="0089329F"/>
    <w:rsid w:val="009626DE"/>
    <w:rsid w:val="00AA5A31"/>
    <w:rsid w:val="00CD62A0"/>
    <w:rsid w:val="00D7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2A0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2A0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2021-01-18T11:54:00Z</dcterms:created>
  <dcterms:modified xsi:type="dcterms:W3CDTF">2021-01-18T12:16:00Z</dcterms:modified>
</cp:coreProperties>
</file>