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6F7" w:rsidRDefault="00B94BFA" w:rsidP="00A736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736F7" w:rsidRDefault="00A736F7" w:rsidP="00A736F7"/>
    <w:p w:rsidR="00A736F7" w:rsidRDefault="00A736F7" w:rsidP="00A736F7"/>
    <w:p w:rsidR="00A736F7" w:rsidRDefault="00A736F7" w:rsidP="00A736F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736F7" w:rsidRDefault="00A736F7" w:rsidP="00A736F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736F7" w:rsidRDefault="00A736F7" w:rsidP="00A736F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736F7" w:rsidRDefault="00A736F7" w:rsidP="00A736F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736F7" w:rsidRDefault="00A736F7" w:rsidP="00A736F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36F7" w:rsidRDefault="00A736F7" w:rsidP="00A736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736F7" w:rsidRDefault="00A736F7" w:rsidP="00A736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36F7" w:rsidRDefault="00A736F7" w:rsidP="00A736F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736F7" w:rsidRPr="000E2935" w:rsidRDefault="00A736F7" w:rsidP="00A736F7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14</w:t>
      </w:r>
    </w:p>
    <w:p w:rsidR="00A736F7" w:rsidRPr="004A1A91" w:rsidRDefault="00A736F7" w:rsidP="00A736F7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736F7" w:rsidRPr="004A1A91" w:rsidRDefault="00A736F7" w:rsidP="00A736F7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1A91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A736F7" w:rsidRPr="004A1A91" w:rsidRDefault="00A736F7" w:rsidP="00A736F7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1A91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A736F7" w:rsidRPr="004A1A91" w:rsidRDefault="00A736F7" w:rsidP="00A736F7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1A91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A736F7" w:rsidRPr="00026B17" w:rsidRDefault="00A736F7" w:rsidP="00A736F7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1A91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 w:rsidRPr="004A1A91">
        <w:rPr>
          <w:rFonts w:ascii="Times New Roman" w:hAnsi="Times New Roman" w:cs="Times New Roman"/>
          <w:b/>
          <w:sz w:val="24"/>
          <w:szCs w:val="24"/>
        </w:rPr>
        <w:t>Форсюк</w:t>
      </w:r>
      <w:proofErr w:type="spellEnd"/>
      <w:r w:rsidRPr="004A1A91">
        <w:rPr>
          <w:rFonts w:ascii="Times New Roman" w:hAnsi="Times New Roman" w:cs="Times New Roman"/>
          <w:b/>
          <w:sz w:val="24"/>
          <w:szCs w:val="24"/>
        </w:rPr>
        <w:t xml:space="preserve"> Н.В.</w:t>
      </w:r>
    </w:p>
    <w:p w:rsidR="00A736F7" w:rsidRPr="004A1A91" w:rsidRDefault="00A736F7" w:rsidP="00A736F7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736F7" w:rsidRPr="004A1A91" w:rsidRDefault="00A736F7" w:rsidP="00A736F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A91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 w:rsidRPr="004A1A91">
        <w:rPr>
          <w:rFonts w:ascii="Times New Roman" w:hAnsi="Times New Roman" w:cs="Times New Roman"/>
          <w:sz w:val="24"/>
          <w:szCs w:val="24"/>
        </w:rPr>
        <w:t>Форсюк</w:t>
      </w:r>
      <w:proofErr w:type="spellEnd"/>
      <w:r w:rsidRPr="004A1A91">
        <w:rPr>
          <w:rFonts w:ascii="Times New Roman" w:hAnsi="Times New Roman" w:cs="Times New Roman"/>
          <w:sz w:val="24"/>
          <w:szCs w:val="24"/>
        </w:rPr>
        <w:t xml:space="preserve"> Н.В., сільська  рада ВИРІШИЛА:</w:t>
      </w:r>
    </w:p>
    <w:p w:rsidR="00A736F7" w:rsidRPr="004A1A91" w:rsidRDefault="00A736F7" w:rsidP="00A736F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1A91"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>Форсюк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Ніні Василівні, яка зареєстрована за адресою: </w:t>
      </w:r>
      <w:r w:rsidR="00B94BFA" w:rsidRPr="00B94BFA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</w:t>
      </w:r>
      <w:r w:rsidRPr="004A1A91">
        <w:rPr>
          <w:rFonts w:ascii="Times New Roman" w:hAnsi="Times New Roman" w:cs="Times New Roman"/>
          <w:sz w:val="24"/>
          <w:szCs w:val="24"/>
        </w:rPr>
        <w:t xml:space="preserve">,  ідентифікаційний номер </w:t>
      </w:r>
      <w:r w:rsidR="00B94BFA" w:rsidRPr="00B94BFA">
        <w:rPr>
          <w:rFonts w:ascii="Times New Roman" w:hAnsi="Times New Roman" w:cs="Times New Roman"/>
          <w:sz w:val="24"/>
          <w:szCs w:val="24"/>
        </w:rPr>
        <w:t>_____________</w:t>
      </w:r>
      <w:bookmarkStart w:id="0" w:name="_GoBack"/>
      <w:bookmarkEnd w:id="0"/>
      <w:r w:rsidRPr="004A1A91">
        <w:rPr>
          <w:rFonts w:ascii="Times New Roman" w:hAnsi="Times New Roman" w:cs="Times New Roman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A91">
        <w:rPr>
          <w:rFonts w:ascii="Times New Roman" w:hAnsi="Times New Roman" w:cs="Times New Roman"/>
          <w:sz w:val="24"/>
          <w:szCs w:val="24"/>
        </w:rPr>
        <w:t xml:space="preserve">га, (кадастровий номер: 6823986800:01:001:0069),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4A1A9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4A1A91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4A1A91">
        <w:rPr>
          <w:rFonts w:ascii="Times New Roman" w:hAnsi="Times New Roman" w:cs="Times New Roman"/>
          <w:sz w:val="24"/>
          <w:szCs w:val="24"/>
        </w:rPr>
        <w:t>с.Полянь</w:t>
      </w:r>
      <w:proofErr w:type="spellEnd"/>
      <w:r w:rsidRPr="004A1A91">
        <w:rPr>
          <w:rFonts w:ascii="Times New Roman" w:hAnsi="Times New Roman" w:cs="Times New Roman"/>
          <w:sz w:val="24"/>
          <w:szCs w:val="24"/>
        </w:rPr>
        <w:t>, вул. Вишнева, 25.</w:t>
      </w:r>
    </w:p>
    <w:p w:rsidR="00A736F7" w:rsidRPr="004A1A91" w:rsidRDefault="00A736F7" w:rsidP="00A736F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A1A91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4A1A91">
        <w:rPr>
          <w:rFonts w:ascii="Times New Roman" w:hAnsi="Times New Roman" w:cs="Times New Roman"/>
          <w:sz w:val="24"/>
          <w:szCs w:val="24"/>
        </w:rPr>
        <w:t>Форсюк</w:t>
      </w:r>
      <w:proofErr w:type="spellEnd"/>
      <w:r w:rsidRPr="004A1A91">
        <w:rPr>
          <w:rFonts w:ascii="Times New Roman" w:hAnsi="Times New Roman" w:cs="Times New Roman"/>
          <w:sz w:val="24"/>
          <w:szCs w:val="24"/>
        </w:rPr>
        <w:t xml:space="preserve"> Н.В., посвідчити своє право  в  установленому  законом  порядку.</w:t>
      </w:r>
    </w:p>
    <w:p w:rsidR="00A736F7" w:rsidRPr="004A1A91" w:rsidRDefault="00A736F7" w:rsidP="00A736F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A91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736F7" w:rsidRPr="004A1A91" w:rsidRDefault="00A736F7" w:rsidP="00A736F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36F7" w:rsidRPr="004A1A91" w:rsidRDefault="00A736F7" w:rsidP="00A736F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36F7" w:rsidRPr="004A1A91" w:rsidRDefault="00A736F7" w:rsidP="00A736F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301D" w:rsidRPr="00A736F7" w:rsidRDefault="00A736F7" w:rsidP="00A736F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Секретар сільської ради                                                                              В.М.Мазур</w:t>
      </w:r>
    </w:p>
    <w:sectPr w:rsidR="007B301D" w:rsidRPr="00A736F7" w:rsidSect="007B30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736F7"/>
    <w:rsid w:val="00171A2E"/>
    <w:rsid w:val="00304C90"/>
    <w:rsid w:val="00505B6D"/>
    <w:rsid w:val="006D3977"/>
    <w:rsid w:val="007B301D"/>
    <w:rsid w:val="007D6C18"/>
    <w:rsid w:val="00A736F7"/>
    <w:rsid w:val="00B94BF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6F7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260</Words>
  <Characters>1487</Characters>
  <Application>Microsoft Office Word</Application>
  <DocSecurity>0</DocSecurity>
  <Lines>12</Lines>
  <Paragraphs>3</Paragraphs>
  <ScaleCrop>false</ScaleCrop>
  <Company>Microsoft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2020-03-16T12:33:00Z</dcterms:created>
  <dcterms:modified xsi:type="dcterms:W3CDTF">2020-03-17T06:18:00Z</dcterms:modified>
</cp:coreProperties>
</file>