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33" w:rsidRDefault="00602133" w:rsidP="006021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02133" w:rsidRDefault="00602133" w:rsidP="00602133"/>
    <w:p w:rsidR="00602133" w:rsidRDefault="00602133" w:rsidP="00602133"/>
    <w:p w:rsidR="00602133" w:rsidRDefault="00602133" w:rsidP="006021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02133" w:rsidRDefault="00602133" w:rsidP="006021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02133" w:rsidRDefault="00602133" w:rsidP="006021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02133" w:rsidRDefault="00602133" w:rsidP="006021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02133" w:rsidRDefault="00602133" w:rsidP="006021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133" w:rsidRDefault="00602133" w:rsidP="006021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02133" w:rsidRDefault="00602133" w:rsidP="006021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133" w:rsidRDefault="00602133" w:rsidP="006021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02133" w:rsidRPr="0063686B" w:rsidRDefault="00602133" w:rsidP="0060213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602133" w:rsidRPr="00E52C0C" w:rsidRDefault="00602133" w:rsidP="0060213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02133" w:rsidRPr="00E52C0C" w:rsidRDefault="00602133" w:rsidP="0060213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02133" w:rsidRPr="00E52C0C" w:rsidRDefault="00602133" w:rsidP="0060213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02133" w:rsidRPr="00E52C0C" w:rsidRDefault="00602133" w:rsidP="0060213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02133" w:rsidRPr="00E52C0C" w:rsidRDefault="00602133" w:rsidP="0060213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К.А.</w:t>
      </w:r>
    </w:p>
    <w:p w:rsidR="00602133" w:rsidRPr="00E52C0C" w:rsidRDefault="00602133" w:rsidP="0060213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02133" w:rsidRPr="00E52C0C" w:rsidRDefault="00602133" w:rsidP="0060213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К.А.,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02133" w:rsidRPr="00E52C0C" w:rsidRDefault="00602133" w:rsidP="0060213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02133" w:rsidRPr="00E52C0C" w:rsidRDefault="00602133" w:rsidP="0060213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Костянтину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Антоновичу,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FE513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вулиці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Заріччя,1</w:t>
      </w:r>
      <w:proofErr w:type="gramEnd"/>
    </w:p>
    <w:p w:rsidR="00602133" w:rsidRPr="00E52C0C" w:rsidRDefault="00602133" w:rsidP="0060213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К.А.,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02133" w:rsidRPr="00E52C0C" w:rsidRDefault="00602133" w:rsidP="0060213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02133" w:rsidRPr="00E52C0C" w:rsidRDefault="00602133" w:rsidP="0060213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02133" w:rsidRPr="00E52C0C" w:rsidRDefault="00602133" w:rsidP="0060213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02133" w:rsidRPr="00E52C0C" w:rsidRDefault="00602133" w:rsidP="0060213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02133" w:rsidRPr="00602133" w:rsidRDefault="00602133" w:rsidP="0060213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02133" w:rsidRPr="00E52C0C" w:rsidRDefault="00602133" w:rsidP="0060213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02133" w:rsidRPr="00E52C0C" w:rsidRDefault="00602133" w:rsidP="0060213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7549D7" w:rsidRDefault="007549D7"/>
    <w:sectPr w:rsidR="007549D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33"/>
    <w:rsid w:val="00171A2E"/>
    <w:rsid w:val="00304C90"/>
    <w:rsid w:val="00505B6D"/>
    <w:rsid w:val="00602133"/>
    <w:rsid w:val="006D3977"/>
    <w:rsid w:val="007549D7"/>
    <w:rsid w:val="007D6C18"/>
    <w:rsid w:val="00D1641A"/>
    <w:rsid w:val="00FE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2020-05-21T17:04:00Z</dcterms:created>
  <dcterms:modified xsi:type="dcterms:W3CDTF">2020-05-21T17:48:00Z</dcterms:modified>
</cp:coreProperties>
</file>