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EB2" w:rsidRPr="00DF573A" w:rsidRDefault="00573EB2" w:rsidP="00573EB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3EB2" w:rsidRDefault="00573EB2" w:rsidP="00573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73EB2" w:rsidRDefault="00573EB2" w:rsidP="00573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73EB2" w:rsidRDefault="00573EB2" w:rsidP="00573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3EB2" w:rsidRDefault="00573EB2" w:rsidP="00573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3EB2" w:rsidRDefault="00573EB2" w:rsidP="00573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3EB2" w:rsidRDefault="00573EB2" w:rsidP="00573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3EB2" w:rsidRDefault="00573EB2" w:rsidP="00573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73EB2" w:rsidRDefault="00573EB2" w:rsidP="00573EB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73EB2" w:rsidRDefault="00573EB2" w:rsidP="00573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73EB2" w:rsidRDefault="00573EB2" w:rsidP="00573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73EB2" w:rsidRDefault="00573EB2" w:rsidP="00573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3EB2" w:rsidRDefault="00573EB2" w:rsidP="00573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73EB2" w:rsidRDefault="00573EB2" w:rsidP="00573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3EB2" w:rsidRDefault="00573EB2" w:rsidP="00573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73EB2" w:rsidRDefault="00573EB2" w:rsidP="00573EB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73EB2" w:rsidRPr="00186FBA" w:rsidRDefault="00573EB2" w:rsidP="00573EB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№43</w:t>
      </w:r>
    </w:p>
    <w:p w:rsidR="00573EB2" w:rsidRPr="00CF04D8" w:rsidRDefault="00573EB2" w:rsidP="00573EB2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3EB2" w:rsidRPr="00CF04D8" w:rsidRDefault="00573EB2" w:rsidP="00573E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573EB2" w:rsidRPr="00CF04D8" w:rsidRDefault="00573EB2" w:rsidP="00573E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573EB2" w:rsidRPr="00CF04D8" w:rsidRDefault="00573EB2" w:rsidP="00573E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573EB2" w:rsidRPr="00CF04D8" w:rsidRDefault="00573EB2" w:rsidP="00573E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573EB2" w:rsidRPr="00CF04D8" w:rsidRDefault="00573EB2" w:rsidP="00573E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З.П.</w:t>
      </w:r>
    </w:p>
    <w:p w:rsidR="00573EB2" w:rsidRPr="00CF04D8" w:rsidRDefault="00573EB2" w:rsidP="00573E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73EB2" w:rsidRPr="00CF04D8" w:rsidRDefault="00573EB2" w:rsidP="00573E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573EB2" w:rsidRPr="00CF04D8" w:rsidRDefault="00573EB2" w:rsidP="00573E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73EB2" w:rsidRPr="00CF04D8" w:rsidRDefault="00573EB2" w:rsidP="00573E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76B08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A76B0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6823984700:01:017:0021,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)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Дружба, 31.</w:t>
      </w:r>
      <w:proofErr w:type="gramEnd"/>
    </w:p>
    <w:p w:rsidR="00573EB2" w:rsidRPr="00CF04D8" w:rsidRDefault="00573EB2" w:rsidP="00573E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</w:t>
      </w: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573EB2" w:rsidRPr="00CF04D8" w:rsidRDefault="00573EB2" w:rsidP="00573E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573EB2" w:rsidRPr="00CF04D8" w:rsidRDefault="00573EB2" w:rsidP="00573E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3EB2" w:rsidRPr="00CF04D8" w:rsidRDefault="00573EB2" w:rsidP="00573EB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73EB2" w:rsidRPr="00CF04D8" w:rsidRDefault="00573EB2" w:rsidP="00573E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00EEF" w:rsidRPr="00573EB2" w:rsidRDefault="00573EB2" w:rsidP="00573EB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00EEF" w:rsidRPr="00573EB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EB2"/>
    <w:rsid w:val="00171A2E"/>
    <w:rsid w:val="00304C90"/>
    <w:rsid w:val="00500EEF"/>
    <w:rsid w:val="00505B6D"/>
    <w:rsid w:val="00573EB2"/>
    <w:rsid w:val="006D3977"/>
    <w:rsid w:val="007D6C18"/>
    <w:rsid w:val="00A76B0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73EB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73EB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73EB2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73EB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73EB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73EB2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>Microsoft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2021-03-02T14:08:00Z</dcterms:created>
  <dcterms:modified xsi:type="dcterms:W3CDTF">2021-03-02T14:35:00Z</dcterms:modified>
</cp:coreProperties>
</file>