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F0F" w:rsidRDefault="00982F0F" w:rsidP="00982F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82F0F" w:rsidRDefault="00982F0F" w:rsidP="00982F0F"/>
    <w:p w:rsidR="00982F0F" w:rsidRDefault="00982F0F" w:rsidP="00982F0F"/>
    <w:p w:rsidR="00982F0F" w:rsidRDefault="00982F0F" w:rsidP="00982F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82F0F" w:rsidRDefault="00982F0F" w:rsidP="00982F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82F0F" w:rsidRDefault="00982F0F" w:rsidP="00982F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82F0F" w:rsidRDefault="00982F0F" w:rsidP="00982F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82F0F" w:rsidRDefault="00982F0F" w:rsidP="00982F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2F0F" w:rsidRDefault="00982F0F" w:rsidP="00982F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82F0F" w:rsidRDefault="00982F0F" w:rsidP="00982F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82F0F" w:rsidRDefault="00982F0F" w:rsidP="00982F0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82F0F" w:rsidRDefault="00982F0F" w:rsidP="00982F0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82F0F" w:rsidRPr="0083481C" w:rsidRDefault="00982F0F" w:rsidP="00982F0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№93</w:t>
      </w:r>
    </w:p>
    <w:p w:rsidR="00982F0F" w:rsidRPr="005E02D7" w:rsidRDefault="00982F0F" w:rsidP="00982F0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82F0F" w:rsidRPr="005E02D7" w:rsidRDefault="00982F0F" w:rsidP="00982F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982F0F" w:rsidRPr="005E02D7" w:rsidRDefault="00982F0F" w:rsidP="00982F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982F0F" w:rsidRPr="005E02D7" w:rsidRDefault="00982F0F" w:rsidP="00982F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82F0F" w:rsidRPr="005E02D7" w:rsidRDefault="00982F0F" w:rsidP="00982F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</w:t>
      </w:r>
      <w:proofErr w:type="gram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інчук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О.А.</w:t>
      </w:r>
    </w:p>
    <w:p w:rsidR="00982F0F" w:rsidRPr="005E02D7" w:rsidRDefault="00982F0F" w:rsidP="00982F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82F0F" w:rsidRPr="005E02D7" w:rsidRDefault="00982F0F" w:rsidP="00982F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інчук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О.А.,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982F0F" w:rsidRPr="005E02D7" w:rsidRDefault="00982F0F" w:rsidP="00982F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982F0F" w:rsidRPr="005E02D7" w:rsidRDefault="00982F0F" w:rsidP="00982F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1.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інчук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Олені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Анатоліївні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A5A1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0,85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82F0F" w:rsidRPr="005E02D7" w:rsidRDefault="00982F0F" w:rsidP="00982F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інчук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О.А,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982F0F" w:rsidRPr="005E02D7" w:rsidRDefault="00982F0F" w:rsidP="00982F0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E02D7">
        <w:rPr>
          <w:rFonts w:ascii="Times New Roman" w:hAnsi="Times New Roman" w:cs="Times New Roman"/>
          <w:sz w:val="24"/>
          <w:szCs w:val="24"/>
        </w:rPr>
        <w:t xml:space="preserve">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82F0F" w:rsidRPr="005E02D7" w:rsidRDefault="00982F0F" w:rsidP="00982F0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82F0F" w:rsidRPr="00982F0F" w:rsidRDefault="00982F0F" w:rsidP="00982F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982F0F" w:rsidRPr="005E02D7" w:rsidRDefault="00982F0F" w:rsidP="00982F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82F0F" w:rsidRPr="005E02D7" w:rsidRDefault="00982F0F" w:rsidP="00982F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20630" w:rsidRPr="00982F0F" w:rsidRDefault="00982F0F" w:rsidP="00982F0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120630" w:rsidRPr="00982F0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F0F"/>
    <w:rsid w:val="00120630"/>
    <w:rsid w:val="00171A2E"/>
    <w:rsid w:val="00304C90"/>
    <w:rsid w:val="00505B6D"/>
    <w:rsid w:val="006A5A17"/>
    <w:rsid w:val="006D3977"/>
    <w:rsid w:val="007D6C18"/>
    <w:rsid w:val="00982F0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225</Words>
  <Characters>1286</Characters>
  <Application>Microsoft Office Word</Application>
  <DocSecurity>0</DocSecurity>
  <Lines>10</Lines>
  <Paragraphs>3</Paragraphs>
  <ScaleCrop>false</ScaleCrop>
  <Company>Microsoft</Company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2020-07-02T11:55:00Z</dcterms:created>
  <dcterms:modified xsi:type="dcterms:W3CDTF">2020-07-02T13:21:00Z</dcterms:modified>
</cp:coreProperties>
</file>