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E5" w:rsidRPr="00D815F3" w:rsidRDefault="005C4EE5" w:rsidP="005C4EE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5C4EE5" w:rsidRPr="001869AA" w:rsidRDefault="005C4EE5" w:rsidP="005C4EE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157" name="Группа 120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1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09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E+XtKMNegAAYFkE&#10;AA4AAAAAAAAAAAAAAAAALgIAAGRycy9lMm9Eb2MueG1sUEsBAi0AFAAGAAgAAAAhAJ7TZG3dAAAA&#10;BgEAAA8AAAAAAAAAAAAAAAAAZ3wAAGRycy9kb3ducmV2LnhtbFBLBQYAAAAABAAEAPMAAABxfQ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zGOsUA&#10;AADeAAAADwAAAGRycy9kb3ducmV2LnhtbESPQYvCQAyF7wv+hyGCt3VqZXelOoqIigdh0dV76MS2&#10;2MmUzqj1328OgreE9/Lel9mic7W6UxsqzwZGwwQUce5txYWB09/mcwIqRGSLtWcy8KQAi3nvY4aZ&#10;9Q8+0P0YCyUhHDI0UMbYZFqHvCSHYegbYtEuvnUYZW0LbVt8SLirdZok39phxdJQYkOrkvLr8eYM&#10;+PF2tz8X6WG85p/Iy9/J5dztjRn0u+UUVKQuvs2v650V/HT0Jbzyjsy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MY6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RAscA&#10;AADeAAAADwAAAGRycy9kb3ducmV2LnhtbERPS2sCMRC+F/ofwgi9iGYVtHVrlCJsrT0UfIDXYTPd&#10;rN1MliTVrb++KQi9zcf3nPmys404kw+1YwWjYQaCuHS65krBYV8MnkCEiKyxcUwKfijAcnF/N8dc&#10;uwtv6byLlUghHHJUYGJscylDachiGLqWOHGfzluMCfpKao+XFG4bOc6yqbRYc2ow2NLKUPm1+7YK&#10;TsWHOa4er6++P9vStV+8r5vNVKmHXvfyDCJSF//FN/ebTvPHo8kM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E0Q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sfvcYA&#10;AADeAAAADwAAAGRycy9kb3ducmV2LnhtbESPwWrDMBBE74H+g9hCL6GR65RQXMshlCaEXIKdfMBi&#10;bSxTa2Us1Xb/PioUettlZufN5tvZdmKkwbeOFbysEhDEtdMtNwqul/3zGwgfkDV2jknBD3nYFg+L&#10;HDPtJi5prEIjYgj7DBWYEPpMSl8bsuhXrieO2s0NFkNch0bqAacYbjuZJslGWmw5Egz29GGo/qq+&#10;bYSc13g+3abL/jDjhJ8nw8tdqdTT47x7BxFoDv/mv+ujjvXTZPMK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sf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OvHM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sqg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Trx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UkUcUA&#10;AADeAAAADwAAAGRycy9kb3ducmV2LnhtbESP3YrCMBCF74V9hzCCN7KmKhTpNhVZVBZvxJ8HGJqx&#10;KTaT0kRb334jLOzdDOfM+c7k68E24kmdrx0rmM8SEMSl0zVXCq6X3ecKhA/IGhvHpOBFHtbFxyjH&#10;TLueT/Q8h0rEEPYZKjAhtJmUvjRk0c9cSxy1m+sshrh2ldQd9jHcNnKRJKm0WHMkGGzp21B5Pz9s&#10;hByXeDzc+stuP2CP24Ph6eak1GQ8bL5ABBrCv/nv+kfH+oskTeH9TpxB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BSR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2U8MQA&#10;AADeAAAADwAAAGRycy9kb3ducmV2LnhtbERPTUvDQBC9C/0Pywje7MagqcRuS6kKInhoK4i3ITtN&#10;gtnZZXds4r93BaG3ebzPWa4nN6gTxdR7NnAzL0ARN9723Bp4Pzxf34NKgmxx8EwGfijBejW7WGJt&#10;/cg7Ou2lVTmEU40GOpFQa52ajhymuQ/EmTv66FAyjK22Eccc7gZdFkWlHfacGzoMtO2o+dp/OwNv&#10;41N4XVR3x/AZb0udHq18bMWYq8tp8wBKaJKz+N/9YvP8sqgW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NlP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cda8cA&#10;AADeAAAADwAAAGRycy9kb3ducmV2LnhtbESPQUsDMRCF74L/IYzgRWzWikXWpsUKoUKF0ip4HTbT&#10;3cXNZElid/vvO4dCbzO8N+99M1+OvlNHiqkNbOBpUoAiroJruTbw820fX0GljOywC0wGTpRgubi9&#10;mWPpwsA7Ou5zrSSEU4kGmpz7UutUNeQxTUJPLNohRI9Z1lhrF3GQcN/paVHMtMeWpaHBnj4aqv72&#10;/97AajvUz/GhWo1hc1j/vljr7Jc15v5ufH8DlWnMV/Pl+tMJ/rSYCa+8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XHW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yD8IA&#10;AADe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Xm2WM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K/I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iHsMgA&#10;AADeAAAADwAAAGRycy9kb3ducmV2LnhtbESPT2vDMAzF74N+B6PCLmN11rI/ZHXLOjAtbDDWDXYV&#10;sZqExXKw3Sb99tVhsJuEnt57v+V69J06UUxtYAN3swIUcRVcy7WB7y97+wQqZWSHXWAycKYE69Xk&#10;aomlCwN/0mmfayUmnEo00OTcl1qnqiGPaRZ6YrkdQvSYZY21dhEHMfednhfFg/bYsiQ02NNrQ9Xv&#10;/ugNbD6GehFvqs0Y3g7bn3trnX23xlxPx5dnUJnG/C/++945qT8vHgVAcGQGvbo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+Iew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Ro1MIA&#10;AADeAAAADwAAAGRycy9kb3ducmV2LnhtbERP3WrCMBS+H/gO4QjezdSyTalGEUdBxm6mPsChOTbV&#10;5qQksda3N4PB7s7H93tWm8G2oicfGscKZtMMBHHldMO1gtOxfF2ACBFZY+uYFDwowGY9ellhod2d&#10;f6g/xFqkEA4FKjAxdoWUoTJkMUxdR5y4s/MWY4K+ltrjPYXbVuZZ9iEtNpwaDHa0M1RdDzeroPzK&#10;v/vrTfvSbYc3S+/msvg0Sk3Gw3YJItIQ/8V/7r1O8/NsPoP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hGj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hoS8EA&#10;AADeAAAADwAAAGRycy9kb3ducmV2LnhtbERPzYrCMBC+C/sOYRb2poldXaUaZREUPVr3AYZmbIvN&#10;pNtEW9/eCIK3+fh+Z7nubS1u1PrKsYbxSIEgzp2puNDwd9oO5yB8QDZYOyYNd/KwXn0Mlpga1/GR&#10;blkoRAxhn6KGMoQmldLnJVn0I9cQR+7sWoshwraQpsUuhttaJkr9SIsVx4YSG9qUlF+yq9UwuXe7&#10;/2x6UVtjaXz4bg4c8qnWX5/97wJEoD68xS/33sT5iZol8Hwn3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YaE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bbf8QA&#10;AADeAAAADwAAAGRycy9kb3ducmV2LnhtbERPTWvCQBC9F/wPywi91Y0RrI1ZRQyW0lONqechOybB&#10;7GzIbjT++26h0Ns83uek29G04ka9aywrmM8iEMSl1Q1XCorT4WUFwnlkja1lUvAgB9vN5CnFRNs7&#10;H+mW+0qEEHYJKqi97xIpXVmTQTezHXHgLrY36APsK6l7vIdw08o4ipbSYMOhocaO9jWV13wwCobl&#10;OS748qm/8uzx/pYddk5+V0o9T8fdGoSn0f+L/9wfOsyPo9cF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W23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zFsYA&#10;AADeAAAADwAAAGRycy9kb3ducmV2LnhtbERPS2vCQBC+C/6HZYTedOODaKOrqFCwPVRq24O3MTsm&#10;0exsml01/vtuQehtPr7nzBaNKcWValdYVtDvRSCIU6sLzhR8fb50JyCcR9ZYWiYFd3KwmLdbM0y0&#10;vfEHXXc+EyGEXYIKcu+rREqX5mTQ9WxFHLijrQ36AOtM6hpvIdyUchBFsTRYcGjIsaJ1Tul5dzEK&#10;vreT+Hm7eh2d3t4PODT6Z6+LWKmnTrOcgvDU+H/xw73RYf4gGo/g75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DzF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XBGcQA&#10;AADeAAAADwAAAGRycy9kb3ducmV2LnhtbERPS2vCQBC+C/6HZYTedNPUakizSh/4wJMv6HXITpPQ&#10;7GzIbjX6612h4G0+vudk887U4kStqywreB5FIIhzqysuFBwPi2ECwnlkjbVlUnAhB/NZv5dhqu2Z&#10;d3Ta+0KEEHYpKii9b1IpXV6SQTeyDXHgfmxr0AfYFlK3eA7hppZxFE2kwYpDQ4kNfZaU/+7/jILr&#10;5Bu3bhV/fL1oT5dxsrSb7VKpp0H3/gbCU+cf4n/3Wof5cTR9hfs74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lwR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42wMQA&#10;AADeAAAADwAAAGRycy9kb3ducmV2LnhtbERPS2rDMBDdB3IHMYHuYrkmn9aNbEpJobsmTg8wWFPZ&#10;xBo5lpq4PX1UCGQ3j/edTTnaTpxp8K1jBY9JCoK4drplo+Dr8D5/AuEDssbOMSn4JQ9lMZ1sMNfu&#10;wns6V8GIGMI+RwVNCH0upa8bsugT1xNH7tsNFkOEg5F6wEsMt53M0nQlLbYcGxrs6a2h+lj9WAUn&#10;ly31WG3x87h93rXGLE5/+4VSD7Px9QVEoDHcxTf3h47zs3S9gv934g2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ONs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71sMMA&#10;AADeAAAADwAAAGRycy9kb3ducmV2LnhtbERPPW/CMBDdkfgP1iF1Kw5UJRAwqEVCYoV2YDzsIwnE&#10;5xAbCP31GKkS2z29z5stWluJKzW+dKxg0E9AEGtnSs4V/P6s3scgfEA2WDkmBXfysJh3OzPMjLvx&#10;hq7bkIsYwj5DBUUIdSal1wVZ9H1XE0fu4BqLIcIml6bBWwy3lRwmyUhaLDk2FFjTsiB92l6sgnW5&#10;p8+RPkzs+Ftvdn/n8JEejVJvvfZrCiJQG17if/faxPnDJE3h+U6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71s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CYFcQA&#10;AADeAAAADwAAAGRycy9kb3ducmV2LnhtbERPTU/DMAy9I/EfIiNxY8l6GFCWTRsS0qaNSQwEV6sx&#10;TUXjVE3oun+PD5O42e/Lz/PlGFo1UJ+ayBamEwOKuIqu4drCx/vL3QOolJEdtpHJwpkSLBfXV3Ms&#10;XTzxGw3HXCsJ4VSiBZ9zV2qdKk8B0yR2xMJ9xz5glrWvtevxJOGh1YUxMx2wYbngsaNnT9XP8TdY&#10;GPBwNl9+/fq4bfZVcVh/7pzg9vZmXD2ByjTmf/HFvXFSvzD30lfekR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AmB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HiFMMA&#10;AADeAAAADwAAAGRycy9kb3ducmV2LnhtbERPO0/DMBDekfofrKvERp1m4BHqVlWlIkYIHRiP+Bqn&#10;je8i2zSBX4+RkNju0/e81WbyvbpQiJ2wgeWiAEXciO24NXB429/cg4oJ2WIvTAa+KMJmPbtaYWVl&#10;5Fe61KlVOYRjhQZcSkOldWwceYwLGYgzd5TgMWUYWm0Djjnc97osilvtsePc4HCgnaPmXH96A+NT&#10;83Eqj+/WfYdB9vWLnMpejLmeT9tHUImm9C/+cz/bPL8s7h7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HiF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YruccA&#10;AADeAAAADwAAAGRycy9kb3ducmV2LnhtbESPQU/DMAyF70j7D5EncWPpeoCqLK3GxiSEQGgD7qYx&#10;bVniVE3Yyr/HByRutvz83vtW9eSdOtEY+8AGlosMFHETbM+tgbfX3VUBKiZkiy4wGfihCHU1u1hh&#10;acOZ93Q6pFaJCccSDXQpDaXWsenIY1yEgVhun2H0mGQdW21HPIu5dzrPsmvtsWdJ6HCgTUfN8fDt&#10;Dexetu4rf96v33Xa3N98uOLxbvtkzOV8Wt+CSjSlf/Hf94OV+nlWCIDgyAy6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WK7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TtsUA&#10;AADeAAAADwAAAGRycy9kb3ducmV2LnhtbERPTWvCQBC9C/6HZQpeSrNRaQlpVpFCMYIFtYVex+w0&#10;CWZnQ3ZN0n/fFQre5vE+J1uPphE9da62rGAexSCIC6trLhV8fb4/JSCcR9bYWCYFv+RgvZpOMky1&#10;HfhI/cmXIoSwS1FB5X2bSumKigy6yLbEgfuxnUEfYFdK3eEQwk0jF3H8Ig3WHBoqbOmtouJyuhoF&#10;/WF/LvPetbtL8uiel+ft9kN/KzV7GDevIDyN/i7+d+c6zF/EyRxu74Qb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FO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z3MYA&#10;AADeAAAADwAAAGRycy9kb3ducmV2LnhtbERPTWsCMRC9C/0PYQq9aeLSlnU1ShWEXgrVetDbuBl3&#10;FzeTbZLqtr++KQi9zeN9zmzR21ZcyIfGsYbxSIEgLp1puNKw+1gPcxAhIhtsHZOGbwqwmN8NZlgY&#10;d+UNXbaxEimEQ4Ea6hi7QspQ1mQxjFxHnLiT8xZjgr6SxuM1hdtWZko9S4sNp4YaO1rVVJ63X1bD&#10;cpIvP98f+e1nczzQYX88P2Veaf1w379MQUTq47/45n41aX6m8gz+3kk3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Kz3MYAAADeAAAADwAAAAAAAAAAAAAAAACYAgAAZHJz&#10;L2Rvd25yZXYueG1sUEsFBgAAAAAEAAQA9QAAAIsDAAAAAA==&#10;" fillcolor="black" stroked="f"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YR8YA&#10;AADeAAAADwAAAGRycy9kb3ducmV2LnhtbERPS2vCQBC+F/wPyxS81U0jlRBdpdoKherBx8HjmJ0m&#10;S7KzIbtq2l/fLRS8zcf3nNmit424UueNYwXPowQEceG04VLB8bB+ykD4gKyxcUwKvsnDYj54mGGu&#10;3Y13dN2HUsQQ9jkqqEJocyl9UZFFP3ItceS+XGcxRNiVUnd4i+G2kWmSTKRFw7GhwpZWFRX1/mIV&#10;nD4nJtsZSs+bn+W73rzUy+1brdTwsX+dggjUh7v43/2h4/w0ycb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0YR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btAcQA&#10;AADeAAAADwAAAGRycy9kb3ducmV2LnhtbERPTWsCMRC9F/ofwgi91UQpZVmNIpbSXnqotfQ6bMbN&#10;upvJNom6+usbQehtHu9z5svBdeJIITaeNUzGCgRx5U3DtYbt1+tjASImZIOdZ9JwpgjLxf3dHEvj&#10;T/xJx02qRQ7hWKIGm1JfShkrSw7j2PfEmdv54DBlGGppAp5yuOvkVKln6bDh3GCxp7Wlqt0cnIaw&#10;+nlpL3z4btXl4xzf9sNvgVbrh9GwmoFINKR/8c39bvL8qSqe4PpOv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m7Q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+0cQA&#10;AADeAAAADwAAAGRycy9kb3ducmV2LnhtbERPbUvDMBD+PvA/hBP8MlxiQZ216RBBEBzC5n7A2Zxt&#10;MbmU5tw6f70ZDPx2D8/rVaspeLWnMfWRLdwsDCjiJrqeWwu7j5frJagkyA59ZLJwpASr+mJWYeni&#10;gTe030qrcginEi10IkOpdWo6CpgWcSDO3FccA0qGY6vdiIccHrwujLnTAXvODR0O9NxR8739CRZ8&#10;8ekf3u7TWo47vTa/QTbzd2ft1eX09AhKaJJ/8dn96vL8wixv4fROvkH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b/t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h/MQA&#10;AADeAAAADwAAAGRycy9kb3ducmV2LnhtbERPTWsCMRC9C/0PYYTeNOseRLZGsRVhLz24VbyOm+lm&#10;MZksm1RXf70pFHqbx/uc5XpwVlypD61nBbNpBoK49rrlRsHhazdZgAgRWaP1TAruFGC9ehktsdD+&#10;xnu6VrERKYRDgQpMjF0hZagNOQxT3xEn7tv3DmOCfSN1j7cU7qzMs2wuHbacGgx29GGovlQ/TsG2&#10;6mx+KM17OB0/z2dbPnZ02ir1Oh42byAiDfFf/OcudZqfZ4s5/L6Tbp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ZIf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A2UcEA&#10;AADeAAAADwAAAGRycy9kb3ducmV2LnhtbERPTYvCMBC9C/6HMII3TfSgUo0ioiDsSVcP3oZkbLvb&#10;TEqTtfXfG0HY2zze56w2navEg5pQetYwGSsQxMbbknMNl+/DaAEiRGSLlWfS8KQAm3W/t8LM+pZP&#10;9DjHXKQQDhlqKGKsMymDKchhGPuaOHF33ziMCTa5tA22KdxVcqrUTDosOTUUWNOuIPN7/nMafg7y&#10;yxuF5nq5tkc7v+1nVCmth4NuuwQRqYv/4o/7aNP8qVrM4f1OukGu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ZQNlH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RRMcA&#10;AADeAAAADwAAAGRycy9kb3ducmV2LnhtbESPQWvCQBCF7wX/wzKCt7pphBJSV7GCUFp6qIp4nGbH&#10;JCQ7G3ZXTf9951DobYb35r1vluvR9epGIbaeDTzNM1DElbct1waOh91jASomZIu9ZzLwQxHWq8nD&#10;Ekvr7/xFt32qlYRwLNFAk9JQah2rhhzGuR+IRbv44DDJGmptA94l3PU6z7Jn7bBlaWhwoG1DVbe/&#10;OgPn6wdfPhfvm/CaTn48xC7/LjpjZtNx8wIq0Zj+zX/Xb1bw86wQ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nUU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YhrcYA&#10;AADeAAAADwAAAGRycy9kb3ducmV2LnhtbERPS2sCMRC+F/ofwhR6q4lLW9bVKLVQ6KXg66C3cTPu&#10;Lm4m2yTVbX99Iwje5uN7zmTW21acyIfGsYbhQIEgLp1puNKwWX885SBCRDbYOiYNvxRgNr2/m2Bh&#10;3JmXdFrFSqQQDgVqqGPsCilDWZPFMHAdceIOzluMCfpKGo/nFG5bmSn1Ki02nBpq7Oi9pvK4+rEa&#10;5qN8/r145q+/5X5Hu+3++JJ5pfXjQ/82BhGpjzfx1f1p0vxM5SO4vJNu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YhrcYAAADeAAAADwAAAAAAAAAAAAAAAACYAgAAZHJz&#10;L2Rvd25yZXYueG1sUEsFBgAAAAAEAAQA9QAAAIsDAAAAAA==&#10;" fillcolor="black" stroked="f"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MVR8YA&#10;AADeAAAADwAAAGRycy9kb3ducmV2LnhtbESPQUsDMRCF74L/IYzgzWatILo2LUtBFE/bqnidbqab&#10;pZvJksR0/ffOQfA2w7x5732rzexHVSimIbCB20UFirgLduDewMf7880DqJSRLY6BycAPJdisLy9W&#10;WNtw5h2Vfe6VmHCq0YDLeaq1Tp0jj2kRJmK5HUP0mGWNvbYRz2LuR72sqnvtcWBJcDjR1lF32n97&#10;A+WwbZu78lXc7i02fQzty+ehNeb6am6eQGWa87/47/vVSv1l9Sg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MVR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P01cQA&#10;AADeAAAADwAAAGRycy9kb3ducmV2LnhtbERPTWvCQBC9F/wPywi91U08iEZXEdHSeqmNgh6H7JgN&#10;ZmdDdhvT/vpuQehtHu9zFqve1qKj1leOFaSjBARx4XTFpYLTcfcyBeEDssbaMSn4Jg+r5eBpgZl2&#10;d/6kLg+liCHsM1RgQmgyKX1hyKIfuYY4clfXWgwRtqXULd5juK3lOEkm0mLFscFgQxtDxS3/sgp8&#10;utme9/Zn1l1eDX/k72ZyKI1Sz8N+PQcRqA//4of7Tcf542SWwt878Qa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D9NX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C4EE5" w:rsidRPr="00D815F3" w:rsidRDefault="005C4EE5" w:rsidP="005C4E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C4EE5" w:rsidRPr="001869AA" w:rsidRDefault="005C4EE5" w:rsidP="005C4E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C4EE5" w:rsidRPr="001869AA" w:rsidRDefault="005C4EE5" w:rsidP="005C4E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C4EE5" w:rsidRPr="001869AA" w:rsidRDefault="005C4EE5" w:rsidP="005C4E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C4EE5" w:rsidRPr="00D815F3" w:rsidRDefault="005C4EE5" w:rsidP="005C4EE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5C4EE5" w:rsidRPr="001869AA" w:rsidRDefault="005C4EE5" w:rsidP="005C4EE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5C4EE5" w:rsidRPr="001869AA" w:rsidRDefault="005C4EE5" w:rsidP="005C4EE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C4EE5" w:rsidRPr="001869AA" w:rsidRDefault="005C4EE5" w:rsidP="005C4EE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C4EE5" w:rsidRPr="001869AA" w:rsidRDefault="005C4EE5" w:rsidP="005C4EE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C4EE5" w:rsidRPr="001869AA" w:rsidRDefault="005C4EE5" w:rsidP="005C4E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C4EE5" w:rsidRDefault="005C4EE5" w:rsidP="005C4E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12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DEmSwzNXgAABJZBAAOAAAAAAAAAAAA&#10;AAAAAC4CAABkcnMvZTJvRG9jLnhtbFBLAQItABQABgAIAAAAIQDfzpAw4gAAAA0BAAAPAAAAAAAA&#10;AAAAAAAAAI96AABkcnMvZG93bnJldi54bWxQSwUGAAAAAAQABADzAAAAn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C4EE5" w:rsidRDefault="005C4EE5" w:rsidP="005C4E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C4EE5" w:rsidRDefault="005C4EE5" w:rsidP="005C4EE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5C4EE5" w:rsidRPr="001869AA" w:rsidRDefault="005C4EE5" w:rsidP="005C4EE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C4EE5" w:rsidRDefault="005C4EE5" w:rsidP="005C4EE5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5C4EE5" w:rsidRPr="001869AA" w:rsidRDefault="005C4EE5" w:rsidP="005C4EE5">
      <w:pPr>
        <w:spacing w:after="0" w:line="240" w:lineRule="auto"/>
        <w:jc w:val="center"/>
        <w:rPr>
          <w:rFonts w:ascii="Times New Roman" w:hAnsi="Times New Roman"/>
        </w:rPr>
      </w:pPr>
    </w:p>
    <w:p w:rsidR="005C4EE5" w:rsidRPr="004C78CD" w:rsidRDefault="005C4EE5" w:rsidP="005C4EE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Остапчук Т.П.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Остапчук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Т.П.,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Pr="008E2C07" w:rsidRDefault="005C4EE5" w:rsidP="005C4E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Остапчук Тетяні Петрівні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D1F15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0,1400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Дідова</w:t>
      </w:r>
      <w:proofErr w:type="spellEnd"/>
      <w:r>
        <w:rPr>
          <w:rFonts w:ascii="Times New Roman" w:hAnsi="Times New Roman"/>
          <w:sz w:val="24"/>
          <w:lang w:val="ru-RU"/>
        </w:rPr>
        <w:t xml:space="preserve"> Гора.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Остапчук Т.П.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5C4EE5" w:rsidRPr="008E2C07" w:rsidRDefault="005C4EE5" w:rsidP="005C4E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C4EE5" w:rsidRPr="008E2C07" w:rsidRDefault="005C4EE5" w:rsidP="005C4EE5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C708FF" w:rsidRPr="005C4EE5" w:rsidRDefault="005C4EE5" w:rsidP="005C4EE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C708FF" w:rsidRPr="005C4E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E5"/>
    <w:rsid w:val="00171A2E"/>
    <w:rsid w:val="00304C90"/>
    <w:rsid w:val="00505B6D"/>
    <w:rsid w:val="005C4EE5"/>
    <w:rsid w:val="006D3977"/>
    <w:rsid w:val="007D6C18"/>
    <w:rsid w:val="00C708FF"/>
    <w:rsid w:val="00D1641A"/>
    <w:rsid w:val="00FD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E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225</Words>
  <Characters>1285</Characters>
  <Application>Microsoft Office Word</Application>
  <DocSecurity>0</DocSecurity>
  <Lines>10</Lines>
  <Paragraphs>3</Paragraphs>
  <ScaleCrop>false</ScaleCrop>
  <Company>Microsoft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2020-11-17T16:21:00Z</dcterms:created>
  <dcterms:modified xsi:type="dcterms:W3CDTF">2020-11-18T07:08:00Z</dcterms:modified>
</cp:coreProperties>
</file>