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9BB" w:rsidRPr="001F78AF" w:rsidRDefault="00E309BB" w:rsidP="00E309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SimSun" w:eastAsia="SimSun" w:hAnsi="SimSun" w:cs="Times New Roman"/>
          <w:noProof/>
          <w:sz w:val="24"/>
          <w:szCs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2725" name="Группа 127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272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09BB" w:rsidRDefault="00E309BB" w:rsidP="00E309B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2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09BB" w:rsidRDefault="00E309BB" w:rsidP="00E309B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2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09BB" w:rsidRDefault="00E309BB" w:rsidP="00E309B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2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09BB" w:rsidRDefault="00E309BB" w:rsidP="00E309B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3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09BB" w:rsidRDefault="00E309BB" w:rsidP="00E309B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3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09BB" w:rsidRDefault="00E309BB" w:rsidP="00E309B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3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09BB" w:rsidRDefault="00E309BB" w:rsidP="00E309B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3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09BB" w:rsidRDefault="00E309BB" w:rsidP="00E309B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3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09BB" w:rsidRDefault="00E309BB" w:rsidP="00E309B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3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09BB" w:rsidRDefault="00E309BB" w:rsidP="00E309B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3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09BB" w:rsidRDefault="00E309BB" w:rsidP="00E309B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3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09BB" w:rsidRDefault="00E309BB" w:rsidP="00E309B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3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09BB" w:rsidRDefault="00E309BB" w:rsidP="00E309B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3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09BB" w:rsidRDefault="00E309BB" w:rsidP="00E309B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4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09BB" w:rsidRDefault="00E309BB" w:rsidP="00E309B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4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09BB" w:rsidRDefault="00E309BB" w:rsidP="00E309B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4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09BB" w:rsidRDefault="00E309BB" w:rsidP="00E309B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4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09BB" w:rsidRDefault="00E309BB" w:rsidP="00E309B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4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09BB" w:rsidRDefault="00E309BB" w:rsidP="00E309B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4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09BB" w:rsidRDefault="00E309BB" w:rsidP="00E309B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4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09BB" w:rsidRDefault="00E309BB" w:rsidP="00E309B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4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09BB" w:rsidRDefault="00E309BB" w:rsidP="00E309B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4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09BB" w:rsidRDefault="00E309BB" w:rsidP="00E309B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4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09BB" w:rsidRDefault="00E309BB" w:rsidP="00E309B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5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09BB" w:rsidRDefault="00E309BB" w:rsidP="00E309B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5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09BB" w:rsidRDefault="00E309BB" w:rsidP="00E309B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5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09BB" w:rsidRDefault="00E309BB" w:rsidP="00E309B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5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09BB" w:rsidRDefault="00E309BB" w:rsidP="00E309B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5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09BB" w:rsidRDefault="00E309BB" w:rsidP="00E309B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5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09BB" w:rsidRDefault="00E309BB" w:rsidP="00E309B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725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JGVr8A&#10;AADeAAAADwAAAGRycy9kb3ducmV2LnhtbERPSwrCMBDdC94hjOBOUyuoVKOIqLgQxN9+aMa22ExK&#10;E7Xe3giCu3m878wWjSnFk2pXWFYw6EcgiFOrC84UXM6b3gSE88gaS8uk4E0OFvN2a4aJti8+0vPk&#10;MxFC2CWoIPe+SqR0aU4GXd9WxIG72dqgD7DOpK7xFcJNKeMoGkmDBYeGHCta5ZTeTw+jwA63u/01&#10;i4/DNY89Lw+T27XZK9XtNMspCE+N/4t/7p0O8+NxPILvO+EGOf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6EkZWvwAAAN4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309BB" w:rsidRDefault="00E309BB" w:rsidP="00E309BB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pRbscA&#10;AADeAAAADwAAAGRycy9kb3ducmV2LnhtbERPS2sCMRC+C/0PYQq9iGa7B7dujVKE7cODoBW8Dpvp&#10;ZtvNZElS3frrm0LB23x8z1msBtuJE/nQOlZwP81AENdOt9woOLxXkwcQISJr7ByTgh8KsFrejBZY&#10;anfmHZ32sREphEOJCkyMfSllqA1ZDFPXEyfuw3mLMUHfSO3xnMJtJ/Msm0mLLacGgz2tDdVf+2+r&#10;4LPamuO6uDz78XxHl3G1eeneZkrd3Q5PjyAiDfEq/ne/6jQ/L/IC/t5JN8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eaUW7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309BB" w:rsidRDefault="00E309BB" w:rsidP="00E309BB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ZhHcQA&#10;AADeAAAADwAAAGRycy9kb3ducmV2LnhtbESPzWrCQBDH74W+wzJCL6VuGkFL6ipSqogXUfsAQ3bM&#10;BrOzIbs18e2dg+Bthvl//Ga+HHyjrtTFOrCBz3EGirgMtubKwN9p/fEFKiZki01gMnCjCMvF68sc&#10;Cxt6PtD1mColIRwLNOBSagutY+nIYxyHllhu59B5TLJ2lbYd9hLuG51n2VR7rFkaHLb046i8HP+9&#10;lOwnuN+d+9N6M2CPvzvH76uDMW+jYfUNKtGQnuKHe2sFP5/lwivvyAx6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WYR3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309BB" w:rsidRDefault="00E309BB" w:rsidP="00E309BB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7RvMQA&#10;AADeAAAADwAAAGRycy9kb3ducmV2LnhtbERPTUsDMRC9C/6HMII3m3XRVrdNi1SFIniwFoq3YTPd&#10;XbqZhGTsrv++EQRv83ifs1iNrlcniqnzbOB2UoAirr3tuDGw+3y9eQCVBNli75kM/FCC1fLyYoGV&#10;9QN/0GkrjcohnCo00IqESutUt+QwTXwgztzBR4eSYWy0jTjkcNfrsiim2mHHuaHFQOuW6uP22xl4&#10;H17C22x6fwhf8a7U6dnKfi3GXF+NT3NQQqP8i//cG5vnl7PyEX7fyTfo5R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e0bz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309BB" w:rsidRDefault="00E309BB" w:rsidP="00E309BB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n7xsUA&#10;AADeAAAADwAAAGRycy9kb3ducmV2LnhtbESP3WrCQBCF7wu+wzKCN0U3KlRJXUWkFvFG/HmAITtm&#10;Q7OzIbs18e07F0LvZphzzjdntel9rR7UxiqwgekkA0VcBFtxaeB23Y+XoGJCtlgHJgNPirBZD95W&#10;mNvQ8Zkel1QqCeGYowGXUpNrHQtHHuMkNMRyu4fWY5K1LbVtsZNwX+tZln1ojxULwWFDO0fFz+XX&#10;C+Q0x9Px3l333z12+HV0/L49GzMa9ttPUIn69C9+uQ9W3p8t5lJA6sgMe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ufvG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309BB" w:rsidRDefault="00E309BB" w:rsidP="00E309BB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FLZ8UA&#10;AADeAAAADwAAAGRycy9kb3ducmV2LnhtbERPTUsDMRC9C/0PYQrebLartrI2LaVVEKEHqyDehs10&#10;d3EzCcnYXf+9EQRv83ifs9qMrldniqnzbGA+K0AR19523Bh4e328ugOVBNli75kMfFOCzXpyscLK&#10;+oFf6HyURuUQThUaaEVCpXWqW3KYZj4QZ+7ko0PJMDbaRhxyuOt1WRQL7bDj3NBioF1L9efxyxk4&#10;DA/hebm4PYWPeFPqtLfyvhNjLqfj9h6U0Cj/4j/3k83zy+X1HH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cUtn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309BB" w:rsidRDefault="00E309BB" w:rsidP="00E309BB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bI+cUA&#10;AADeAAAADwAAAGRycy9kb3ducmV2LnhtbERP32vCMBB+H/g/hBP2MmZqZU6qUXQQJmwwdANfj+Zs&#10;i82lJJnt/vtFGOztPr6ft9oMthVX8qFxrGA6yUAQl840XCn4+tSPCxAhIhtsHZOCHwqwWY/uVlgY&#10;1/OBrsdYiRTCoUAFdYxdIWUoa7IYJq4jTtzZeYsxQV9J47FP4baVeZbNpcWGU0ONHb3UVF6O31bB&#10;7qOvZv6h3A3u7fx6etLa6Het1P142C5BRBriv/jPvTdpfv48y+H2TrpB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psj5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309BB" w:rsidRDefault="00E309BB" w:rsidP="00E309BB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onncMA&#10;AADeAAAADwAAAGRycy9kb3ducmV2LnhtbERP3WrCMBS+H/gO4Qi7m6l1c9IZRRyFMXbjzwMcmrOm&#10;szkpSaz17c1A8O58fL9nuR5sK3ryoXGsYDrJQBBXTjdcKzgeypcFiBCRNbaOScGVAqxXo6clFtpd&#10;eEf9PtYihXAoUIGJsSukDJUhi2HiOuLE/TpvMSboa6k9XlK4bWWeZXNpseHUYLCjraHqtD9bBeV3&#10;/tOfztqXbjO8Wnozf4tPo9TzeNh8gIg0xIf47v7SaX7+PpvB/zvpBrm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9onnc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309BB" w:rsidRDefault="00E309BB" w:rsidP="00E309BB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P1FsUA&#10;AADeAAAADwAAAGRycy9kb3ducmV2LnhtbERP32vCMBB+H/g/hBP2IppONyfVKHMQJjgYc4KvR3O2&#10;Zc2lJJnt/nszEPZ2H9/PW21624gL+VA7VvAwyUAQF87UXCo4funxAkSIyAYbx6TglwJs1oO7FebG&#10;dfxJl0MsRQrhkKOCKsY2lzIUFVkME9cSJ+7svMWYoC+l8dilcNvIaZbNpcWaU0OFLb1WVHwffqyC&#10;7UdXzvyo2PZuf347PWlt9LtW6n7YvyxBROrjv/jm3pk0f/o8e4S/d9IN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A/UW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309BB" w:rsidRDefault="00E309BB" w:rsidP="00E309BB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8acsMA&#10;AADeAAAADwAAAGRycy9kb3ducmV2LnhtbERP3WrCMBS+H/gO4QjezdRON+mMIo6CjN1MfYBDc9Z0&#10;NiclibW+vREGuzsf3+9ZbQbbip58aBwrmE0zEMSV0w3XCk7H8nkJIkRkja1jUnCjAJv16GmFhXZX&#10;/qb+EGuRQjgUqMDE2BVShsqQxTB1HXHifpy3GBP0tdQerynctjLPsldpseHUYLCjnaHqfLhYBeVn&#10;/tWfL9qXbjvMLS3M7/LDKDUZD9t3EJGG+C/+c+91mp+/vSzg8U66Qa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38ac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309BB" w:rsidRDefault="00E309BB" w:rsidP="00E309BB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Ma7cAA&#10;AADeAAAADwAAAGRycy9kb3ducmV2LnhtbERP24rCMBB9F/yHMIJvmnqX2lQWQdHHrX7A0IxtsZnU&#10;Jmvr35uFhX2bw7lOsu9NLV7Uusqygtk0AkGcW11xoeB2PU62IJxH1lhbJgVvcrBPh4MEY207/qZX&#10;5gsRQtjFqKD0vomldHlJBt3UNsSBu9vWoA+wLaRusQvhppbzKFpLgxWHhhIbOpSUP7Ifo2D57k7P&#10;bPWIjtrQ7LJoLuzzlVLjUf+1A+Gp9//iP/dZh/nzzWINv++EG2T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WMa7c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309BB" w:rsidRDefault="00E309BB" w:rsidP="00E309BB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2p2cQA&#10;AADeAAAADwAAAGRycy9kb3ducmV2LnhtbERPTWvCQBC9F/oflhG86cYI2kZXkUpK6cmm0fOQHZNg&#10;djZkNzH++26h0Ns83uds96NpxECdqy0rWMwjEMSF1TWXCvLvdPYCwnlkjY1lUvAgB/vd89MWE23v&#10;/EVD5ksRQtglqKDyvk2kdEVFBt3ctsSBu9rOoA+wK6Xu8B7CTSPjKFpJgzWHhgpbequouGW9UdCv&#10;LnHO1099yo6P99djenDyXCo1nYyHDQhPo/8X/7k/dJgfr5dr+H0n3C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tqdn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309BB" w:rsidRDefault="00E309BB" w:rsidP="00E309BB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2NtskA&#10;AADeAAAADwAAAGRycy9kb3ducmV2LnhtbESPT0/CQBDF7yZ+h82QcJMtf1KxshAhMREOEFEP3Ibu&#10;2Fa7s6W7QP32zsHE20zem/d+M1t0rlYXakPl2cBwkIAizr2tuDDw/vZ8NwUVIrLF2jMZ+KEAi/nt&#10;zQwz66/8Spd9LJSEcMjQQBljk2kd8pIchoFviEX79K3DKGtbaNviVcJdrUdJkmqHFUtDiQ2tSsq/&#10;92dn4GM3TR92y/Xka7M94tjZ08FWqTH9Xvf0CCpSF//Nf9cvVvBH92PhlXdkBj3/B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+t2Nts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309BB" w:rsidRDefault="00E309BB" w:rsidP="00E309BB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i/ucUA&#10;AADeAAAADwAAAGRycy9kb3ducmV2LnhtbERPS2vCQBC+C/6HZYTe6sZY1Mas0gdV8RTTQq9DdkyC&#10;2dmQ3Wrsr+8KBW/z8T0nXfemEWfqXG1ZwWQcgSAurK65VPD1+fG4AOE8ssbGMim4koP1ajhIMdH2&#10;wgc6574UIYRdggoq79tESldUZNCNbUscuKPtDPoAu1LqDi8h3DQyjqKZNFhzaKiwpbeKilP+YxT8&#10;zr4xc9v49X2qPV2fFhu7zzZKPYz6lyUIT72/i//dOx3mx/PpM9zeCT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aL+5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309BB" w:rsidRDefault="00E309BB" w:rsidP="00E309BB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0M98YA&#10;AADeAAAADwAAAGRycy9kb3ducmV2LnhtbESPQW/CMAyF75P2HyJP2m2kq8rYOgKaJiZxY3T7AVbj&#10;pRWNU5oMCr8eH5C42fLze++bL0ffqQMNsQ1s4HmSgSKug23ZGfj9+Xp6BRUTssUuMBk4UYTl4v5u&#10;jqUNR97SoUpOiQnHEg00KfWl1rFuyGOchJ5Ybn9h8JhkHZy2Ax7F3Hc6z7IX7bFlSWiwp8+G6l31&#10;7w3sQz61Y7XCzW719t06V+zP28KYx4fx4x1UojHdxNfvtZX6+awQAMGRGfTi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m0M9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309BB" w:rsidRDefault="00E309BB" w:rsidP="00E309BB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3Ph8MA&#10;AADeAAAADwAAAGRycy9kb3ducmV2LnhtbERPyW7CMBC9I/UfrKnEjThQ1oBBbaVKXKE9cBzsIUkb&#10;j9PYQODrMRISt3l66yxWra3EiRpfOlbQT1IQxNqZknMFP99fvSkIH5ANVo5JwYU8rJYvnQVmxp15&#10;Q6dtyEUMYZ+hgiKEOpPS64Is+sTVxJE7uMZiiLDJpWnwHMNtJQdpOpYWS44NBdb0WZD+2x6tgnW5&#10;p9FYH2Z2+qE3u+t/eJv8GqW6r+37HESgNjzFD/faxPmDybAP93fiDX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53Ph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309BB" w:rsidRDefault="00E309BB" w:rsidP="00E309BB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6oJ8YA&#10;AADeAAAADwAAAGRycy9kb3ducmV2LnhtbERPXWvCQBB8F/ofji34ppcGaTX1lCoIFq3gB/Z1yW1z&#10;obm9kDtj/PeeUOjb7M7OzM503tlKtNT40rGCl2ECgjh3uuRCwem4GoxB+ICssXJMCm7kYT576k0x&#10;0+7Ke2oPoRDRhH2GCkwIdSalzw1Z9ENXE0fuxzUWQxybQuoGr9HcVjJNkldpseSYYLCmpaH893Cx&#10;Clrc3ZJvs/iafJbbPN0tzhsd96r/3H28gwjUhf/jP/Vax/fTt1EKjzoRg5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G6oJ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309BB" w:rsidRDefault="00E309BB" w:rsidP="00E309BB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/SJsMA&#10;AADeAAAADwAAAGRycy9kb3ducmV2LnhtbERPTUvDQBC9C/0Pywje7MZUVNJuSxFaPGr04HHMTrNp&#10;szNhd22iv94VBG/zeJ+z2ky+V2cKsRM2cDMvQBE3YjtuDby97q4fQMWEbLEXJgNfFGGznl2ssLIy&#10;8gud69SqHMKxQgMupaHSOjaOPMa5DMSZO0jwmDIMrbYBxxzue10WxZ322HFucDjQo6PmVH96A+O+&#10;+TiWh3frvsMgu/pZjmUvxlxdTtslqERT+hf/uZ9snl/e3y7g9518g1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i/SJ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309BB" w:rsidRDefault="00E309BB" w:rsidP="00E309BB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5aRcUA&#10;AADeAAAADwAAAGRycy9kb3ducmV2LnhtbERP22oCMRB9L/QfwhT6VrNdpMpqFKsVSlHE2/u4GXe3&#10;TSbLJtX1740g+DaHc53huLVGnKjxlWMF750EBHHudMWFgt12/tYH4QOyRuOYFFzIw3j0/DTETLsz&#10;r+m0CYWIIewzVFCGUGdS+rwki77jauLIHV1jMUTYFFI3eI7h1sg0ST6kxYpjQ4k1TUvK/zb/VsF8&#10;NTO/6XI92csw/eodTP/nc7ZQ6vWlnQxABGrDQ3x3f+s4P+11u3B7J94gR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PlpF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309BB" w:rsidRDefault="00E309BB" w:rsidP="00E309BB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QiSsYA&#10;AADeAAAADwAAAGRycy9kb3ducmV2LnhtbERPTWvCQBC9C/0Pywi9SN3UaivRVUQosWChTQtex+yY&#10;BLOzIbtN4r93C4K3ebzPWa57U4mWGldaVvA8jkAQZ1aXnCv4/Xl/moNwHlljZZkUXMjBevUwWGKs&#10;bcff1KY+FyGEXYwKCu/rWEqXFWTQjW1NHLiTbQz6AJtc6ga7EG4qOYmiV2mw5NBQYE3bgrJz+mcU&#10;tF/7Y75rXf1xno/c7OWYJJ/6oNTjsN8sQHjq/V18c+90mD95m87g/51wg1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YQiS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309BB" w:rsidRDefault="00E309BB" w:rsidP="00E309BB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rCIMYA&#10;AADeAAAADwAAAGRycy9kb3ducmV2LnhtbERPTWsCMRC9F/wPYYTeatbFWl2NooVCLwW1PdTbuBl3&#10;FzeTNUl16683guBtHu9zpvPW1OJEzleWFfR7CQji3OqKCwU/3x8vIxA+IGusLZOCf/Iwn3Wepphp&#10;e+Y1nTahEDGEfYYKyhCaTEqfl2TQ92xDHLm9dQZDhK6Q2uE5hptapkkylAYrjg0lNvReUn7Y/BkF&#10;y/FoeVwN+Ouy3m1p+7s7vKYuUeq52y4mIAK14SG+uz91nJ++DYZweyfeIG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DrCIMYAAADeAAAADwAAAAAAAAAAAAAAAACYAgAAZHJz&#10;L2Rvd25yZXYueG1sUEsFBgAAAAAEAAQA9QAAAIsDAAAAAA==&#10;" fillcolor="black" stroked="f">
                  <v:textbox>
                    <w:txbxContent>
                      <w:p w:rsidR="00E309BB" w:rsidRDefault="00E309BB" w:rsidP="00E309BB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Vpu8YA&#10;AADeAAAADwAAAGRycy9kb3ducmV2LnhtbERPS2vCQBC+F/wPywi91U1DfZC6itoWBO1B20OP0+w0&#10;WZKdDdmtRn+9Kwje5uN7znTe2VocqPXGsYLnQQKCOHfacKHg++vjaQLCB2SNtWNScCIP81nvYYqZ&#10;dkfe0WEfChFD2GeooAyhyaT0eUkW/cA1xJH7c63FEGFbSN3iMYbbWqZJMpIWDceGEhtalZRX+3+r&#10;4GczMpOdofR3e16+6+2wWn6+VUo99rvFK4hAXbiLb+61jvPT8csYru/EG+Ts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rVpu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309BB" w:rsidRDefault="00E309BB" w:rsidP="00E309BB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iQ+8cA&#10;AADeAAAADwAAAGRycy9kb3ducmV2LnhtbESPT0/DMAzF70j7DpGRuLGUCcFUlk3TEIILB/ZHXK3G&#10;a7o2Tkmyrdunxwckbrbe83s/zxaD79SJYmoCG3gYF6CIq2Abrg1sN2/3U1ApI1vsApOBCyVYzEc3&#10;MyxtOPMXnda5VhLCqUQDLue+1DpVjjymceiJRduH6DHLGmttI54l3Hd6UhRP2mPD0uCwp5Wjql0f&#10;vYG4/H5tr3zctcX185LeD8PPFJ0xd7fD8gVUpiH/m/+uP6zgT54fhVfekRn0/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l4kPv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309BB" w:rsidRDefault="00E309BB" w:rsidP="00E309BB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WDK8QA&#10;AADeAAAADwAAAGRycy9kb3ducmV2LnhtbERP22rCQBB9L/gPyxR8KbppkFqjq0ihIFQKWj9gzI5J&#10;6O5syE419uvdQsG3OZzrLFa9d+pMXWwCG3geZ6CIy2Abrgwcvt5Hr6CiIFt0gcnAlSKsloOHBRY2&#10;XHhH571UKoVwLNBALdIWWseyJo9xHFrixJ1C51ES7CptO7ykcO90nmUv2mPDqaHGlt5qKr/3P96A&#10;y49u9jGNW7ke9Db79bJ7+rTGDB/79RyUUC938b97Y9P8fDqZwd876Qa9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Fgyv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309BB" w:rsidRDefault="00E309BB" w:rsidP="00E309BB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b9MccA&#10;AADeAAAADwAAAGRycy9kb3ducmV2LnhtbESPT0/DMAzF70j7DpEncWMplfijsmwCpkm97EAZ2tVr&#10;TFOROFUTtrJPjw9I3Gz5+b33W66n4NWJxtRHNnC7KEARt9H23BnYv29vHkGljGzRRyYDP5RgvZpd&#10;LbGy8cxvdGpyp8SEU4UGXM5DpXVqHQVMizgQy+0zjgGzrGOn7YhnMQ9el0VxrwP2LAkOB3p11H41&#10;38HAphl8ua/dSzp87I5HX1+2dNgYcz2fnp9AZZryv/jvu7ZSv3y4EwDBkRn06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Z2/TH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309BB" w:rsidRDefault="00E309BB" w:rsidP="00E309BB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/qnMIA&#10;AADeAAAADwAAAGRycy9kb3ducmV2LnhtbERPS4vCMBC+C/sfwizsTROFValGWRYFYU++Dt6GZGyr&#10;zaQ00Xb/vREEb/PxPWe+7Fwl7tSE0rOG4UCBIDbelpxrOOzX/SmIEJEtVp5Jwz8FWC4+enPMrG95&#10;S/ddzEUK4ZChhiLGOpMymIIchoGviRN39o3DmGCTS9tgm8JdJUdKjaXDklNDgTX9FmSuu5vTcFnL&#10;P28UmuPh2G7s5LQaU6W0/vrsfmYgInXxLX65NzbNH02+h/B8J90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+qc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309BB" w:rsidRDefault="00E309BB" w:rsidP="00E309BB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WHjMQA&#10;AADeAAAADwAAAGRycy9kb3ducmV2LnhtbERPS2vCQBC+C/0PyxR6q5tGfJC6igpCUTyopfQ4zY5J&#10;SHY27K4a/70rFLzNx/ec6bwzjbiQ85VlBR/9BARxbnXFhYLv4/p9AsIHZI2NZVJwIw/z2Utvipm2&#10;V97T5RAKEUPYZ6igDKHNpPR5SQZ937bEkTtZZzBE6AqpHV5juGlkmiQjabDi2FBiS6uS8vpwNgp+&#10;z1s+7QabhVuGH9sdfZ3+TWql3l67xSeIQF14iv/dXzrOT8fDFB7vxBvk7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Fh4z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309BB" w:rsidRDefault="00E309BB" w:rsidP="00E309BB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T3ZcYA&#10;AADeAAAADwAAAGRycy9kb3ducmV2LnhtbERPTWsCMRC9F/wPYYTeatZttXZrlCoUehGq9aC3cTPu&#10;Lm4m2yTq6q9vhIK3ebzPGU9bU4sTOV9ZVtDvJSCIc6srLhSsfz6fRiB8QNZYWyYFF/IwnXQexphp&#10;e+YlnVahEDGEfYYKyhCaTEqfl2TQ92xDHLm9dQZDhK6Q2uE5hptapkkylAYrjg0lNjQvKT+sjkbB&#10;7G00+/1+4cV1udvSdrM7DFKXKPXYbT/eQQRqw1387/7ScX76OniG2zvxBj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ZT3ZcYAAADeAAAADwAAAAAAAAAAAAAAAACYAgAAZHJz&#10;L2Rvd25yZXYueG1sUEsFBgAAAAAEAAQA9QAAAIsDAAAAAA==&#10;" fillcolor="black" stroked="f">
                  <v:textbox>
                    <w:txbxContent>
                      <w:p w:rsidR="00E309BB" w:rsidRDefault="00E309BB" w:rsidP="00E309BB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tku8QA&#10;AADeAAAADwAAAGRycy9kb3ducmV2LnhtbERPS2sCMRC+F/ofwgi91az2ydYoi1Baelptxeu4GTeL&#10;m8mSpHH775tCwdt8fM9ZrEbbi0Q+dI4VzKYFCOLG6Y5bBV+fr7fPIEJE1tg7JgU/FGC1vL5aYKnd&#10;mTeUtrEVOYRDiQpMjEMpZWgMWQxTNxBn7ui8xZihb6X2eM7htpfzoniUFjvODQYHWhtqTttvqyAd&#10;1nV1l/bJbD581XpXv+0OtVI3k7F6ARFpjBfxv/td5/nzp4d7+Hsn3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LZLv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309BB" w:rsidRDefault="00E309BB" w:rsidP="00E309BB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uFKcUA&#10;AADeAAAADwAAAGRycy9kb3ducmV2LnhtbERPTWvCQBC9F/wPywje6kZBq9FVilRpe2mNgh6H7JgN&#10;ZmdDdo1pf323UOhtHu9zluvOVqKlxpeOFYyGCQji3OmSCwXHw/ZxBsIHZI2VY1LwRR7Wq97DElPt&#10;7rynNguFiCHsU1RgQqhTKX1uyKIfupo4chfXWAwRNoXUDd5juK3kOEmm0mLJscFgTRtD+TW7WQV+&#10;tHk5vdvveXveGf7I3sz0szBKDfrd8wJEoC78i//crzrOHz9NJvD7TrxB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K4Up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309BB" w:rsidRDefault="00E309BB" w:rsidP="00E309BB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309BB" w:rsidRPr="001F78AF" w:rsidRDefault="00E309BB" w:rsidP="00E309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u-RU"/>
        </w:rPr>
      </w:pPr>
    </w:p>
    <w:p w:rsidR="00E309BB" w:rsidRPr="001F78AF" w:rsidRDefault="00E309BB" w:rsidP="00E309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309BB" w:rsidRPr="001F78AF" w:rsidRDefault="00E309BB" w:rsidP="00E309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309BB" w:rsidRPr="001F78AF" w:rsidRDefault="00E309BB" w:rsidP="00E309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309BB" w:rsidRPr="001F78AF" w:rsidRDefault="00E309BB" w:rsidP="00E309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E309BB" w:rsidRPr="001F78AF" w:rsidRDefault="00E309BB" w:rsidP="00E309B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309BB" w:rsidRPr="001F78AF" w:rsidRDefault="00E309BB" w:rsidP="00E309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309BB" w:rsidRPr="001F78AF" w:rsidRDefault="00E309BB" w:rsidP="00E309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309BB" w:rsidRPr="001F78AF" w:rsidRDefault="00E309BB" w:rsidP="00E309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309BB" w:rsidRPr="001F78AF" w:rsidRDefault="00E309BB" w:rsidP="00E309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E309BB" w:rsidRPr="001F78AF" w:rsidRDefault="00E309BB" w:rsidP="00E309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309BB" w:rsidRPr="001F78AF" w:rsidRDefault="00E309BB" w:rsidP="00E309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ХІ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I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сесії сільської ради  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E309BB" w:rsidRPr="001F78AF" w:rsidRDefault="00E309BB" w:rsidP="00E309BB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309BB" w:rsidRPr="001F78AF" w:rsidRDefault="00E309BB" w:rsidP="00E309BB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30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>.06.2021 року                                            Крупець                                                       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129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</w:p>
    <w:p w:rsidR="00E309BB" w:rsidRPr="001F78AF" w:rsidRDefault="00E309BB" w:rsidP="00E309B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309BB" w:rsidRPr="001F78AF" w:rsidRDefault="00E309BB" w:rsidP="00E309B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E309BB" w:rsidRPr="001F78AF" w:rsidRDefault="00E309BB" w:rsidP="00E309B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E309BB" w:rsidRPr="001F78AF" w:rsidRDefault="00E309BB" w:rsidP="00E309B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E309BB" w:rsidRPr="001F78AF" w:rsidRDefault="00E309BB" w:rsidP="00E309B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E309BB" w:rsidRPr="001F78AF" w:rsidRDefault="00E309BB" w:rsidP="00E309B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Зубову О.В.</w:t>
      </w:r>
    </w:p>
    <w:p w:rsidR="00E309BB" w:rsidRPr="001F78AF" w:rsidRDefault="00E309BB" w:rsidP="00E309B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309BB" w:rsidRPr="001F78AF" w:rsidRDefault="00E309BB" w:rsidP="00E309B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12,116, 118, 121,122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Зубова О.В.,  сільська  рада </w:t>
      </w:r>
    </w:p>
    <w:p w:rsidR="00E309BB" w:rsidRPr="001F78AF" w:rsidRDefault="00E309BB" w:rsidP="00E309B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E309BB" w:rsidRPr="001F78AF" w:rsidRDefault="00E309BB" w:rsidP="00E309B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1.Затвердити Зубову Олександру Васильовичу, </w:t>
      </w:r>
      <w:r w:rsidRPr="001F78AF">
        <w:rPr>
          <w:rFonts w:ascii="Times New Roman" w:eastAsia="Times New Roman" w:hAnsi="Times New Roman" w:cs="Times New Roman"/>
          <w:sz w:val="24"/>
        </w:rPr>
        <w:t xml:space="preserve"> який  зареєстрований за </w:t>
      </w:r>
      <w:proofErr w:type="spellStart"/>
      <w:r w:rsidRPr="001F78AF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1F78AF">
        <w:rPr>
          <w:rFonts w:ascii="Times New Roman" w:eastAsia="Times New Roman" w:hAnsi="Times New Roman" w:cs="Times New Roman"/>
          <w:sz w:val="24"/>
        </w:rPr>
        <w:t>:</w:t>
      </w:r>
      <w:r w:rsidR="00863264" w:rsidRPr="00863264">
        <w:rPr>
          <w:rFonts w:ascii="Times New Roman" w:eastAsia="Times New Roman" w:hAnsi="Times New Roman" w:cs="Times New Roman"/>
          <w:sz w:val="24"/>
        </w:rPr>
        <w:t>____________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863264" w:rsidRPr="00863264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</w:t>
      </w:r>
      <w:bookmarkStart w:id="0" w:name="_GoBack"/>
      <w:bookmarkEnd w:id="0"/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0,1000 га, кадастровий номер: 6823984000:01:004:0008, д</w:t>
      </w:r>
      <w:r w:rsidRPr="001F78AF">
        <w:rPr>
          <w:rFonts w:ascii="Times New Roman" w:eastAsia="Times New Roman" w:hAnsi="Times New Roman" w:cs="Times New Roman"/>
          <w:sz w:val="24"/>
          <w:szCs w:val="24"/>
        </w:rPr>
        <w:t xml:space="preserve">ля будівництва і обслуговування житлового будинку, господарських будівель і споруд (присадибна ділянка) 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область, </w:t>
      </w:r>
      <w:proofErr w:type="spellStart"/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(Шепетівський)  район, с. Крупець, вул. Незалежності, 8.</w:t>
      </w:r>
    </w:p>
    <w:p w:rsidR="00E309BB" w:rsidRPr="001F78AF" w:rsidRDefault="00E309BB" w:rsidP="00E309B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2.Зубову О.В. посвідчити своє право  в  установленому  законом  порядку.</w:t>
      </w:r>
    </w:p>
    <w:p w:rsidR="00E309BB" w:rsidRPr="001F78AF" w:rsidRDefault="00E309BB" w:rsidP="00E309B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виконанням цього рішення покласти на постійну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 сільської ради з питань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309BB" w:rsidRPr="001F78AF" w:rsidRDefault="00E309BB" w:rsidP="00E309B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309BB" w:rsidRPr="00E309BB" w:rsidRDefault="00E309BB" w:rsidP="00E309B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</w:p>
    <w:p w:rsidR="00F44DAB" w:rsidRPr="00E309BB" w:rsidRDefault="00E309BB" w:rsidP="00E309B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1F78AF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Валерій   МИХАЛЮК</w:t>
      </w:r>
    </w:p>
    <w:sectPr w:rsidR="00F44DAB" w:rsidRPr="00E309B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9BB"/>
    <w:rsid w:val="00863264"/>
    <w:rsid w:val="00E309BB"/>
    <w:rsid w:val="00F44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9BB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9BB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6</TotalTime>
  <Pages>1</Pages>
  <Words>268</Words>
  <Characters>1534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2021-07-07T06:05:00Z</dcterms:created>
  <dcterms:modified xsi:type="dcterms:W3CDTF">2021-07-07T10:07:00Z</dcterms:modified>
</cp:coreProperties>
</file>