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E2" w:rsidRDefault="00346CE2" w:rsidP="00346CE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174353" wp14:editId="587E9527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76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76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CE2" w:rsidRDefault="00346CE2" w:rsidP="00346C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4+bq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2pncIA&#10;AADdAAAADwAAAGRycy9kb3ducmV2LnhtbESPzarCMBSE94LvEI7gTlMVqlajiKi4EMS//aE5tsXm&#10;pDRR69ubCxdcDjPzDTNfNqYUL6pdYVnBoB+BIE6tLjhTcL1sexMQziNrLC2Tgg85WC7arTkm2r75&#10;RK+zz0SAsEtQQe59lUjp0pwMur6tiIN3t7VBH2SdSV3jO8BNKYdRFEuDBYeFHCta55Q+zk+jwI52&#10;+8MtG55GGx57Xh0n91tzUKrbaVYzEJ4a/wv/t/daQTyOp/D3JjwBuf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Pamd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hS08QA&#10;AADdAAAADwAAAGRycy9kb3ducmV2LnhtbERPTWvCMBi+C/sP4R14EU3nod2qUYbQfR0GOsHrS/Pa&#10;1DVvSpJp569fDgOPD8/3cj3YTpzJh9axgodZBoK4drrlRsH+q5o+gggRWWPnmBT8UoD16m60xFK7&#10;C2/pvIuNSCEcSlRgYuxLKUNtyGKYuZ44cUfnLcYEfSO1x0sKt52cZ1kuLbacGgz2tDFUf+9+rIJT&#10;9WkOm+L64idPW7pOqo/X7j1Xanw/PC9ARBriTfzvftMK8qJI+9Ob9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IUtP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VN8QA&#10;AADdAAAADwAAAGRycy9kb3ducmV2LnhtbESP3WrCQBCF74W+wzJCb6Ru0kKU1FWkaBFvgj8PMGTH&#10;bDA7G7Jrkr69Wyj08nB+Ps5qM9pG9NT52rGCdJ6AIC6drrlScL3s35YgfEDW2DgmBT/kYbN+maww&#10;127gE/XnUIk4wj5HBSaENpfSl4Ys+rlriaN3c53FEGVXSd3hEMdtI9+TJJMWa44Egy19GSrv54eN&#10;kOIDi+NtuOy/RxxwdzQ8256Uep2O208QgcbwH/5rH7SCbLFI4fdNfA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clT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Xe4MUA&#10;AADdAAAADwAAAGRycy9kb3ducmV2LnhtbESPQUvDQBSE74L/YXmCN7sxaCKx2yJVQQQPVqH09si+&#10;JsHs22X32cR/7wpCj8PMfMMs17Mb1ZFiGjwbuF4UoIhbbwfuDHx+PF/dgUqCbHH0TAZ+KMF6dX62&#10;xMb6id/puJVOZQinBg30IqHROrU9OUwLH4izd/DRoWQZO20jThnuRl0WRaUdDpwXegy06an92n47&#10;A2/TU3itq9tD2MebUqdHK7uNGHN5MT/cgxKa5RT+b79YA1Vdl/D3Jj8B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d7g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Ku28IA&#10;AADdAAAADwAAAGRycy9kb3ducmV2LnhtbESP3YrCMBCF7xd8hzCCN4umq6BSjSKiIt6IPw8wNGNT&#10;bCalydr69kYQvDycn48zX7a2FA+qfeFYwd8gAUGcOV1wruB62fanIHxA1lg6JgVP8rBcdH7mmGrX&#10;8Ike55CLOMI+RQUmhCqV0meGLPqBq4ijd3O1xRBlnUtdYxPHbSmHSTKWFguOBIMVrQ1l9/O/jZDj&#10;CI+HW3PZ7lpscHMw/Ls6KdXrtqsZiEBt+IY/7b1WMJ5MRv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q7b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DjD8YA&#10;AADdAAAADwAAAGRycy9kb3ducmV2LnhtbESPQUvDQBSE70L/w/IK3uympSYSuy1SFUTwYBXE2yP7&#10;moRm3y67zyb+e1cQPA4z8w2z2U1uUGeKqfdsYLkoQBE33vbcGnh/e7y6AZUE2eLgmQx8U4Lddnax&#10;wdr6kV/pfJBWZQinGg10IqHWOjUdOUwLH4izd/TRoWQZW20jjhnuBr0qilI77DkvdBho31FzOnw5&#10;Ay/jQ3iuyutj+IzrlU73Vj72YszlfLq7BSU0yX/4r/1kDZRVtYb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DjD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zm6scA&#10;AADdAAAADwAAAGRycy9kb3ducmV2LnhtbESPS2vDMBCE74X8B7GFXkIityUP3CghKYgGGgh5QK+L&#10;tbFNrZWR1Nj991Eh0OMwM98wi1VvG3ElH2rHCp7HGQjiwpmaSwXnkx7NQYSIbLBxTAp+KcBqOXhY&#10;YG5cxwe6HmMpEoRDjgqqGNtcylBUZDGMXUucvIvzFmOSvpTGY5fgtpEvWTaVFmtOCxW29F5R8X38&#10;sQo2+6589cNi07vPy8fXRGujd1qpp8d+/QYiUh//w/f21iiYzmYT+HuTnoB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c5u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i2MQA&#10;AADdAAAADwAAAGRycy9kb3ducmV2LnhtbESPUWvCMBSF3wX/Q7jC3jSdzCqdUUQpyPBlbj/g0tw1&#10;nc1NSWKt/34RhD0ezjnf4ay3g21FTz40jhW8zjIQxJXTDdcKvr/K6QpEiMgaW8ek4E4BtpvxaI2F&#10;djf+pP4ca5EgHApUYGLsCilDZchimLmOOHk/zluMSfpaao+3BLetnGdZLi02nBYMdrQ3VF3OV6ug&#10;/Jif+stV+9LthjdLC/O7OhilXibD7h1EpCH+h5/to1aQL5c5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2It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LdBsYA&#10;AADdAAAADwAAAGRycy9kb3ducmV2LnhtbESPUWvCMBSF3wf+h3CFvYyZujErnVF0ECZsMKaCr5fm&#10;2pY1NyXJbP33Rhjs8XDO+Q5nsRpsK87kQ+NYwXSSgSAunWm4UnDY68c5iBCRDbaOScGFAqyWo7sF&#10;Fsb1/E3nXaxEgnAoUEEdY1dIGcqaLIaJ64iTd3LeYkzSV9J47BPctvIpy2bSYsNpocaO3moqf3a/&#10;VsHmq6+e/UO5GdzH6f34orXRn1qp+/GwfgURaYj/4b/21iiY5XkOt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8LdB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UTMcAA&#10;AADdAAAADwAAAGRycy9kb3ducmV2LnhtbERPzYrCMBC+C/sOYRa8abriqlSjyEpBlr2s+gBDMzbV&#10;ZlKSWOvbm4Pg8eP7X21624iOfKgdK/gaZyCIS6drrhScjsVoASJEZI2NY1LwoACb9cdghbl2d/6n&#10;7hArkUI45KjAxNjmUobSkMUwdi1x4s7OW4wJ+kpqj/cUbhs5ybKZtFhzajDY0o+h8nq4WQXF7+Sv&#10;u960L9y2n1r6NpfFzig1/Oy3SxCR+vgWv9x7rWA2n6e56U16An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UTMc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ysjMQA&#10;AADdAAAADwAAAGRycy9kb3ducmV2LnhtbESPzWrDMBCE74W+g9hCb43sNL+OlVAKDvUxbh9gsTa2&#10;ibVyLNU/b18VCj0OM/MNk54m04qBetdYVhAvIhDEpdUNVwq+PrOXHQjnkTW2lknBTA5Ox8eHFBNt&#10;R77QUPhKBAi7BBXU3neJlK6syaBb2I44eFfbG/RB9pXUPY4Bblq5jKKNNNhwWKixo/eaylvxbRSs&#10;5vF8L9a3KNOG4vy1y9mXa6Wen6a3AwhPk/8P/7U/tILNdruH3zfhCc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srI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FsKsAA&#10;AADdAAAADwAAAGRycy9kb3ducmV2LnhtbERPTYvCMBC9C/6HMMLeNNVD1WoUUVzEk1ur56EZ22Iz&#10;KU3U+u/NQdjj430v152pxZNaV1lWMB5FIIhzqysuFGTn/XAGwnlkjbVlUvAmB+tVv7fERNsX/9Ez&#10;9YUIIewSVFB63yRSurwkg25kG+LA3Wxr0AfYFlK3+ArhppaTKIqlwYpDQ4kNbUvK7+nDKHjE10nG&#10;t6M+pbv373y33zh5KZT6GXSbBQhPnf8Xf90HrSCezsL+8CY8Abn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FsK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62tsgA&#10;AADdAAAADwAAAGRycy9kb3ducmV2LnhtbESPS2/CMBCE75X6H6xF4lYcHgohxaCCVKlwAPHoobdt&#10;vCRp43UaGwj/vkaq1ONoZr7RTOetqcSFGldaVtDvRSCIM6tLzhUcD69PCQjnkTVWlknBjRzMZ48P&#10;U0y1vfKOLnufiwBhl6KCwvs6ldJlBRl0PVsTB+9kG4M+yCaXusFrgJtKDqIolgZLDgsF1rQsKPve&#10;n42C920ST7aL1ehrvfnEodE/H7qMlep22pdnEJ5a/x/+a79pBfE46cP9TXgCcvY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fra2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TqMsUA&#10;AADdAAAADwAAAGRycy9kb3ducmV2LnhtbESPT2vCQBTE74LfYXkFb7ppWmKIrqKWWvHkP/D6yL4m&#10;odm3Ibtq7KfvFgSPw8z8hpnOO1OLK7WusqzgdRSBIM6trrhQcDp+DlMQziNrrC2Tgjs5mM/6vSlm&#10;2t54T9eDL0SAsMtQQel9k0np8pIMupFtiIP3bVuDPsi2kLrFW4CbWsZRlEiDFYeFEhtalZT/HC5G&#10;wW9yxp37ipcfb9rT/T1d2+1urdTgpVtMQHjq/DP8aG+0gmScxvD/Jjw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1Ooy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AcEcUA&#10;AADdAAAADwAAAGRycy9kb3ducmV2LnhtbESPwW7CMBBE75X4B2uRuBUHCpQGDEIVSNwKoR+wirdO&#10;RLwOsYHA1+NKSBxHM/NGM1+2thIXanzpWMGgn4Agzp0u2Sj4PWzepyB8QNZYOSYFN/KwXHTe5phq&#10;d+U9XbJgRISwT1FBEUKdSunzgiz6vquJo/fnGoshysZI3eA1wm0lh0kykRZLjgsF1vRdUH7MzlbB&#10;yQ3Hus3W+HNcf+1KY0an+36kVK/brmYgArXhFX62t1rB5HP6Af9v4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QBw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gODcUA&#10;AADdAAAADwAAAGRycy9kb3ducmV2LnhtbESPzW7CMBCE70i8g7VIvYEDlJCmGFQqVeLKz6HHrb0k&#10;gXidxi6kPD1GqtTjaGa+0SxWna3FhVpfOVYwHiUgiLUzFRcKDvuPYQbCB2SDtWNS8EseVst+b4G5&#10;cVfe0mUXChEh7HNUUIbQ5FJ6XZJFP3INcfSOrrUYomwLaVq8Rrit5SRJUmmx4rhQYkPvJenz7scq&#10;2FRfNEv18cVma739vH2H6fxklHoadG+vIAJ14T/8194YBek8e4bHm/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iA4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1YYsMA&#10;AADdAAAADwAAAGRycy9kb3ducmV2LnhtbERPW2vCMBR+H+w/hDPwbaYTdNqZljkQlDnBC/p6aM6a&#10;suakNLHWf78Igz1+d7553ttadNT6yrGCl2ECgrhwuuJSwfGwfJ6C8AFZY+2YFNzIQ549Pswx1e7K&#10;O+r2oRSxhH2KCkwITSqlLwxZ9EPXEEft27UWQ4RtKXWL11huazlKkom0WHFcMNjQh6HiZ3+xCjrc&#10;3pKzWXzN1tWmGG0Xp08deTV46t/fQATqw7/5L73SCiav0zHc38Qn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1YY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R4dcQA&#10;AADdAAAADwAAAGRycy9kb3ducmV2LnhtbESPwU7DMBBE70j9B2srcaNOcwhVqFshpFYcIXDguMTb&#10;OCXejWzTBL4eIyFxHM3MG812P/tBXSjEXtjAelWAIm7F9twZeH053GxAxYRscRAmA18UYb9bXG2x&#10;tjLxM12a1KkM4VijAZfSWGsdW0ce40pG4uydJHhMWYZO24BThvtBl0VRaY895wWHIz04aj+aT29g&#10;Orbv5/L0Zt13GOXQPMm5HMSY6+V8fwcq0Zz+w3/tR2ugut1U8PsmPwG9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keH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ObSccA&#10;AADdAAAADwAAAGRycy9kb3ducmV2LnhtbESPT2vCQBTE7wW/w/KE3uqmHkxIXcX6B0QqEtveX7Ov&#10;Seru25DdavrtXUHocZiZ3zDTeW+NOFPnG8cKnkcJCOLS6YYrBR/vm6cMhA/IGo1jUvBHHuazwcMU&#10;c+0uXND5GCoRIexzVFCH0OZS+rImi37kWuLofbvOYoiyq6Tu8BLh1shxkkykxYbjQo0tLWsqT8df&#10;q2BzWJmf8b5YfMqwXKdfJtu9rt6Uehz2ixcQgfrwH763t1rBJM1SuL2JT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Dm0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vCgsMA&#10;AADdAAAADwAAAGRycy9kb3ducmV2LnhtbERPTYvCMBC9L/gfwgheRFOV1dI1igiiwgrqLux1bMa2&#10;2ExKE2v99+Yg7PHxvufL1pSiodoVlhWMhhEI4tTqgjMFvz+bQQzCeWSNpWVS8CQHy0XnY46Jtg8+&#10;UXP2mQgh7BJUkHtfJVK6NCeDbmgr4sBdbW3QB1hnUtf4COGmlOMomkqDBYeGHCta55TeznejoDl+&#10;X7Jd46r9Le67z8lluz3oP6V63Xb1BcJT6//Fb/dOK5jO4jA3vAlP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vCg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Yb0McA&#10;AADdAAAADwAAAGRycy9kb3ducmV2LnhtbESPQWsCMRSE74L/IbxCb5qtVLuuRtGC4KWgtod6e26e&#10;u4ubl20SdeuvNwWhx2FmvmGm89bU4kLOV5YVvPQTEMS51RUXCr4+V70UhA/IGmvLpOCXPMxn3c4U&#10;M22vvKXLLhQiQthnqKAMocmk9HlJBn3fNsTRO1pnMETpCqkdXiPc1HKQJCNpsOK4UGJD7yXlp93Z&#10;KFiO0+XP5pU/btvDnvbfh9Nw4BKlnp/axQREoDb8hx/ttVYwekvH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WG9DHAAAA3QAAAA8AAAAAAAAAAAAAAAAAmAIAAGRy&#10;cy9kb3ducmV2LnhtbFBLBQYAAAAABAAEAPUAAACMAwAAAAA=&#10;" fillcolor="black" stroked="f"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znnsQA&#10;AADdAAAADwAAAGRycy9kb3ducmV2LnhtbERPyW7CMBC9V+IfrEHqrTggNUDAoNJFqgQ9sBw4DvGQ&#10;WInHUexCytfjA1KPT2+fLztbiwu13jhWMBwkIIhzpw0XCg77r5cJCB+QNdaOScEfeVguek9zzLS7&#10;8pYuu1CIGMI+QwVlCE0mpc9LsugHriGO3Nm1FkOEbSF1i9cYbms5SpJUWjQcG0ps6L2kvNr9WgXH&#10;dWomW0Oj0+a2+tSb12r181Ep9dzv3mYgAnXhX/xwf2sF6Xga98c38Qn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c557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V8sMYA&#10;AADdAAAADwAAAGRycy9kb3ducmV2LnhtbESPzW7CMBCE70h9B2sr9QYOPVBIMQgVVeXCgZ+q11W8&#10;jdPE62AbCDx9jYTEcTQz32im88424kQ+VI4VDAcZCOLC6YpLBfvdZ38MIkRkjY1jUnChAPPZU2+K&#10;uXZn3tBpG0uRIBxyVGBibHMpQ2HIYhi4ljh5v85bjEn6UmqP5wS3jXzNspG0WHFaMNjSh6Gi3h6t&#10;Ar/4WdZXPn7X2XV9CV9/3WGMRqmX527xDiJSFx/he3ulFYzeJkO4vUlP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7V8s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NHdcYA&#10;AADdAAAADwAAAGRycy9kb3ducmV2LnhtbESP3WrCQBSE7wt9h+UUelPqprnQGl2lFAShIvjzAMfs&#10;MQnung3ZU40+vSsUejnMzDfMdN57p87UxSawgY9BBoq4DLbhysB+t3j/BBUF2aILTAauFGE+e36a&#10;YmHDhTd03kqlEoRjgQZqkbbQOpY1eYyD0BIn7xg6j5JkV2nb4SXBvdN5lg21x4bTQo0tfddUnra/&#10;3oDLD278M4orue71Krt52bytrTGvL/3XBJRQL//hv/bSGhiOxjk83qQno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jNHd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PtqsYA&#10;AADdAAAADwAAAGRycy9kb3ducmV2LnhtbESPQWsCMRSE74X+h/AK3mq2CtauRmkrwl48dLV4fW6e&#10;m6XJy7JJdfXXm0LB4zAz3zDzZe+sOFEXGs8KXoYZCOLK64ZrBbvt+nkKIkRkjdYzKbhQgOXi8WGO&#10;ufZn/qJTGWuRIBxyVGBibHMpQ2XIYRj6ljh5R985jEl2tdQdnhPcWTnKsol02HBaMNjSp6Hqp/x1&#10;ClZla0e7wnyE/ffmcLDFdU37lVKDp/59BiJSH+/h/3ahFUxe38b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/Ptq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06b8QA&#10;AADdAAAADwAAAGRycy9kb3ducmV2LnhtbESPT2sCMRTE7wW/Q3hCbzVRZG23RilFQejJf4feHslz&#10;d3Xzsmyiu/32jSB4HGbmN8x82bta3KgNlWcN45ECQWy8rbjQcNiv395BhIhssfZMGv4owHIxeJlj&#10;bn3HW7rtYiEShEOOGsoYm1zKYEpyGEa+IU7eybcOY5JtIW2LXYK7Wk6UyqTDitNCiQ19l2Quu6vT&#10;cF7LH28UmuPh2G3s7HeVUa20fh32X58gIvXxGX60N1ZDNvuYwv1Neg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NOm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g92scA&#10;AADdAAAADwAAAGRycy9kb3ducmV2LnhtbESPT2sCMRTE70K/Q3gFb5qtorVbs2IFQSoeqqX0+Lp5&#10;+4fdvCxJ1O23bwqCx2FmfsMsV71pxYWcry0reBonIIhzq2suFXyetqMFCB+QNbaWScEveVhlD4Ml&#10;ptpe+YMux1CKCGGfooIqhC6V0ucVGfRj2xFHr7DOYIjSlVI7vEa4aeUkSebSYM1xocKONhXlzfFs&#10;FHyf91wcpu9r9xa+bH/yzeRn0Sg1fOzXryAC9eEevrV3WsH8+WUG/2/i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7YPdr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AZf8gA&#10;AADdAAAADwAAAGRycy9kb3ducmV2LnhtbESPT2sCMRTE7wW/Q3iCt5pV7KqrUbRQ6KVQ/xz09tw8&#10;dxc3L9sk1a2f3hQKPQ4z8xtmvmxNLa7kfGVZwaCfgCDOra64ULDfvT1PQPiArLG2TAp+yMNy0Xma&#10;Y6btjTd03YZCRAj7DBWUITSZlD4vyaDv24Y4emfrDIYoXSG1w1uEm1oOkySVBiuOCyU29FpSftl+&#10;GwXr6WT99Tnij/vmdKTj4XR5GbpEqV63Xc1ABGrDf/iv/a4VpONpCr9v4hOQi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kBl/yAAAAN0AAAAPAAAAAAAAAAAAAAAAAJgCAABk&#10;cnMvZG93bnJldi54bWxQSwUGAAAAAAQABAD1AAAAjQMAAAAA&#10;" fillcolor="black" stroked="f"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BG5cUA&#10;AADdAAAADwAAAGRycy9kb3ducmV2LnhtbESPQUsDMRSE74L/ITzBm81aobVr07IUiuJpW5VeXzfP&#10;zeLmZUliuv57Uyj0OMzMN8xyPdpeJPKhc6zgcVKAIG6c7rhV8PmxfXgGESKyxt4xKfijAOvV7c0S&#10;S+1OvKO0j63IEA4lKjAxDqWUoTFkMUzcQJy9b+ctxix9K7XHU4bbXk6LYiYtdpwXDA60MdT87H+t&#10;gnTc1NVTOiSze/dV6139+nWslbq/G6sXEJHGeA1f2m9awWy+mMP5TX4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oEbl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gyZcMA&#10;AADdAAAADwAAAGRycy9kb3ducmV2LnhtbERPz2vCMBS+D/wfwhO8aeoOdXZGEXEyvUzrYDs+mmdT&#10;bF5Kk9Vuf705CDt+fL8Xq97WoqPWV44VTCcJCOLC6YpLBZ/nt/ELCB+QNdaOScEveVgtB08LzLS7&#10;8Ym6PJQihrDPUIEJocmk9IUhi37iGuLIXVxrMUTYllK3eIvhtpbPSZJKixXHBoMNbQwV1/zHKvDT&#10;zfbrYP/m3ffO8Ee+N+mxNEqNhv36FUSgPvyLH+53rSCdzePc+CY+Ab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gyZc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46CE2" w:rsidRDefault="00346CE2" w:rsidP="00346C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46CE2" w:rsidRDefault="00346CE2" w:rsidP="00346CE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346CE2" w:rsidRDefault="00346CE2" w:rsidP="00346C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6CE2" w:rsidRDefault="00346CE2" w:rsidP="00346C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6CE2" w:rsidRDefault="00346CE2" w:rsidP="00346C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46CE2" w:rsidRDefault="00346CE2" w:rsidP="00346CE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46CE2" w:rsidRDefault="00346CE2" w:rsidP="00346C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46CE2" w:rsidRDefault="00346CE2" w:rsidP="00346C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46CE2" w:rsidRDefault="00346CE2" w:rsidP="00346C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6CE2" w:rsidRDefault="00346CE2" w:rsidP="00346C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46CE2" w:rsidRDefault="00346CE2" w:rsidP="00346C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6CE2" w:rsidRDefault="00346CE2" w:rsidP="00346C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46CE2" w:rsidRDefault="00346CE2" w:rsidP="00346CE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46CE2" w:rsidRDefault="00346CE2" w:rsidP="00346CE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№22</w:t>
      </w:r>
    </w:p>
    <w:p w:rsidR="00346CE2" w:rsidRDefault="00346CE2" w:rsidP="00346CE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346CE2" w:rsidRPr="003937A2" w:rsidRDefault="00346CE2" w:rsidP="00346CE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46CE2" w:rsidRPr="003937A2" w:rsidRDefault="00346CE2" w:rsidP="00346CE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46CE2" w:rsidRPr="003937A2" w:rsidRDefault="00346CE2" w:rsidP="00346CE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346CE2" w:rsidRPr="003937A2" w:rsidRDefault="00346CE2" w:rsidP="00346CE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346CE2" w:rsidRPr="003937A2" w:rsidRDefault="00346CE2" w:rsidP="00346CE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Ковальчуку Ю.П.</w:t>
      </w:r>
    </w:p>
    <w:p w:rsidR="00346CE2" w:rsidRPr="003937A2" w:rsidRDefault="00346CE2" w:rsidP="00346CE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46CE2" w:rsidRPr="003937A2" w:rsidRDefault="00346CE2" w:rsidP="00346CE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20,186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Ковальчуку Ю.П.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346CE2" w:rsidRPr="00401D45" w:rsidRDefault="00346CE2" w:rsidP="00346CE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346CE2" w:rsidRPr="003937A2" w:rsidRDefault="00346CE2" w:rsidP="00346CE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Ковальчуку  </w:t>
      </w:r>
      <w:proofErr w:type="spellStart"/>
      <w:r>
        <w:rPr>
          <w:rFonts w:ascii="Times New Roman" w:eastAsia="Calibri" w:hAnsi="Times New Roman" w:cs="Times New Roman"/>
          <w:sz w:val="24"/>
        </w:rPr>
        <w:t>Юрію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Петровичу,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92332">
        <w:rPr>
          <w:rFonts w:ascii="Times New Roman" w:eastAsia="Calibri" w:hAnsi="Times New Roman" w:cs="Times New Roman"/>
          <w:sz w:val="24"/>
          <w:lang w:val="uk-UA"/>
        </w:rPr>
        <w:t>_________________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0,4700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ідова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46CE2" w:rsidRPr="003937A2" w:rsidRDefault="00346CE2" w:rsidP="00346CE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 xml:space="preserve">Ковальчуку Ю.П.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346CE2" w:rsidRPr="003937A2" w:rsidRDefault="00346CE2" w:rsidP="00346CE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346CE2" w:rsidRDefault="00346CE2" w:rsidP="00346CE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346CE2" w:rsidRPr="00401D45" w:rsidRDefault="00346CE2" w:rsidP="00346CE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B4078" w:rsidRPr="00346CE2" w:rsidRDefault="00346CE2" w:rsidP="00346CE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0B4078" w:rsidRPr="00346CE2" w:rsidSect="00346CE2">
      <w:pgSz w:w="12240" w:h="15840"/>
      <w:pgMar w:top="1440" w:right="1440" w:bottom="56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E2"/>
    <w:rsid w:val="000B4078"/>
    <w:rsid w:val="00346CE2"/>
    <w:rsid w:val="00A9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E2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46CE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46CE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46CE2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E2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46CE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46CE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46CE2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278</Words>
  <Characters>1591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2021-09-13T07:43:00Z</dcterms:created>
  <dcterms:modified xsi:type="dcterms:W3CDTF">2021-09-13T13:06:00Z</dcterms:modified>
</cp:coreProperties>
</file>