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7C68" w:rsidRPr="009517FC" w:rsidRDefault="00747C68" w:rsidP="00747C68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</w:p>
    <w:p w:rsidR="00747C68" w:rsidRPr="00DE6ED3" w:rsidRDefault="00747C68" w:rsidP="00747C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" name="Групувати 9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7C68" w:rsidRDefault="00747C68" w:rsidP="00747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47C68" w:rsidRDefault="00747C68" w:rsidP="00747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7C68" w:rsidRDefault="00747C68" w:rsidP="00747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47C68" w:rsidRDefault="00747C68" w:rsidP="00747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7C68" w:rsidRDefault="00747C68" w:rsidP="00747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47C68" w:rsidRDefault="00747C68" w:rsidP="00747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7C68" w:rsidRDefault="00747C68" w:rsidP="00747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47C68" w:rsidRDefault="00747C68" w:rsidP="00747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7C68" w:rsidRDefault="00747C68" w:rsidP="00747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47C68" w:rsidRDefault="00747C68" w:rsidP="00747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7C68" w:rsidRDefault="00747C68" w:rsidP="00747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47C68" w:rsidRDefault="00747C68" w:rsidP="00747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7C68" w:rsidRDefault="00747C68" w:rsidP="00747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47C68" w:rsidRDefault="00747C68" w:rsidP="00747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7C68" w:rsidRDefault="00747C68" w:rsidP="00747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47C68" w:rsidRDefault="00747C68" w:rsidP="00747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7C68" w:rsidRDefault="00747C68" w:rsidP="00747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47C68" w:rsidRDefault="00747C68" w:rsidP="00747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7C68" w:rsidRDefault="00747C68" w:rsidP="00747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47C68" w:rsidRDefault="00747C68" w:rsidP="00747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7C68" w:rsidRDefault="00747C68" w:rsidP="00747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7C68" w:rsidRDefault="00747C68" w:rsidP="00747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7C68" w:rsidRDefault="00747C68" w:rsidP="00747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7C68" w:rsidRDefault="00747C68" w:rsidP="00747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7C68" w:rsidRDefault="00747C68" w:rsidP="00747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7C68" w:rsidRDefault="00747C68" w:rsidP="00747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7C68" w:rsidRDefault="00747C68" w:rsidP="00747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7C68" w:rsidRDefault="00747C68" w:rsidP="00747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7C68" w:rsidRDefault="00747C68" w:rsidP="00747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7C68" w:rsidRDefault="00747C68" w:rsidP="00747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увати 9424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47C68" w:rsidRDefault="00747C68" w:rsidP="00747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47C68" w:rsidRDefault="00747C68" w:rsidP="00747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47C68" w:rsidRDefault="00747C68" w:rsidP="00747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47C68" w:rsidRDefault="00747C68" w:rsidP="00747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47C68" w:rsidRDefault="00747C68" w:rsidP="00747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47C68" w:rsidRDefault="00747C68" w:rsidP="00747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47C68" w:rsidRDefault="00747C68" w:rsidP="00747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47C68" w:rsidRDefault="00747C68" w:rsidP="00747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47C68" w:rsidRDefault="00747C68" w:rsidP="00747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47C68" w:rsidRDefault="00747C68" w:rsidP="00747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47C68" w:rsidRDefault="00747C68" w:rsidP="00747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47C68" w:rsidRDefault="00747C68" w:rsidP="00747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47C68" w:rsidRDefault="00747C68" w:rsidP="00747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47C68" w:rsidRDefault="00747C68" w:rsidP="00747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47C68" w:rsidRDefault="00747C68" w:rsidP="00747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47C68" w:rsidRDefault="00747C68" w:rsidP="00747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47C68" w:rsidRDefault="00747C68" w:rsidP="00747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47C68" w:rsidRDefault="00747C68" w:rsidP="00747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47C68" w:rsidRDefault="00747C68" w:rsidP="00747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47C68" w:rsidRDefault="00747C68" w:rsidP="00747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747C68" w:rsidRDefault="00747C68" w:rsidP="00747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47C68" w:rsidRDefault="00747C68" w:rsidP="00747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47C68" w:rsidRDefault="00747C68" w:rsidP="00747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47C68" w:rsidRDefault="00747C68" w:rsidP="00747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47C68" w:rsidRDefault="00747C68" w:rsidP="00747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47C68" w:rsidRDefault="00747C68" w:rsidP="00747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47C68" w:rsidRDefault="00747C68" w:rsidP="00747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747C68" w:rsidRDefault="00747C68" w:rsidP="00747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47C68" w:rsidRDefault="00747C68" w:rsidP="00747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47C68" w:rsidRDefault="00747C68" w:rsidP="00747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47C68" w:rsidRPr="00DE6ED3" w:rsidRDefault="00747C68" w:rsidP="00747C6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47C68" w:rsidRPr="00DE6ED3" w:rsidRDefault="00747C68" w:rsidP="00747C68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47C68" w:rsidRPr="00DE6ED3" w:rsidRDefault="00747C68" w:rsidP="00747C6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47C68" w:rsidRDefault="00747C68" w:rsidP="00747C6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747C68" w:rsidRPr="00DE6ED3" w:rsidRDefault="00747C68" w:rsidP="00747C6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747C68" w:rsidRPr="00DE6ED3" w:rsidRDefault="00747C68" w:rsidP="00747C68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747C68" w:rsidRPr="00DE6ED3" w:rsidRDefault="00747C68" w:rsidP="00747C6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747C68" w:rsidRPr="00DE6ED3" w:rsidRDefault="00747C68" w:rsidP="00747C6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747C68" w:rsidRPr="00DE6ED3" w:rsidRDefault="00747C68" w:rsidP="00747C6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47C68" w:rsidRPr="00DE6ED3" w:rsidRDefault="00747C68" w:rsidP="00747C6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747C68" w:rsidRPr="00DE6ED3" w:rsidRDefault="00747C68" w:rsidP="00747C6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47C68" w:rsidRPr="00DE6ED3" w:rsidRDefault="00747C68" w:rsidP="00747C6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ІХ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747C68" w:rsidRPr="00DE6ED3" w:rsidRDefault="00747C68" w:rsidP="00747C6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47C68" w:rsidRPr="00DE6ED3" w:rsidRDefault="00747C68" w:rsidP="00747C6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25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.03.2021 року                                         Крупець                                                 №___</w:t>
      </w:r>
    </w:p>
    <w:p w:rsidR="00747C68" w:rsidRPr="00D9673A" w:rsidRDefault="00747C68" w:rsidP="00747C68">
      <w:pPr>
        <w:spacing w:after="0" w:line="240" w:lineRule="auto"/>
        <w:jc w:val="both"/>
      </w:pPr>
    </w:p>
    <w:p w:rsidR="00747C68" w:rsidRPr="00DE6ED3" w:rsidRDefault="00747C68" w:rsidP="00747C6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E6ED3">
        <w:rPr>
          <w:rFonts w:ascii="Times New Roman" w:eastAsia="Calibri" w:hAnsi="Times New Roman" w:cs="Times New Roman"/>
          <w:b/>
          <w:sz w:val="24"/>
          <w:szCs w:val="24"/>
        </w:rPr>
        <w:t>Про затвердження проєкту землеустрою</w:t>
      </w:r>
    </w:p>
    <w:p w:rsidR="00747C68" w:rsidRPr="00DE6ED3" w:rsidRDefault="00747C68" w:rsidP="00747C6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E6ED3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747C68" w:rsidRPr="006310B2" w:rsidRDefault="00747C68" w:rsidP="00747C6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E6ED3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  <w:r>
        <w:rPr>
          <w:rFonts w:ascii="Times New Roman" w:eastAsia="Calibri" w:hAnsi="Times New Roman" w:cs="Times New Roman"/>
          <w:b/>
          <w:sz w:val="24"/>
          <w:szCs w:val="24"/>
        </w:rPr>
        <w:t>Климчуку В.А.</w:t>
      </w:r>
    </w:p>
    <w:p w:rsidR="00747C68" w:rsidRPr="00DE6ED3" w:rsidRDefault="00747C68" w:rsidP="00747C6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47C68" w:rsidRPr="00DE6ED3" w:rsidRDefault="00747C68" w:rsidP="00747C6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47C68" w:rsidRPr="00DE6ED3" w:rsidRDefault="00747C68" w:rsidP="00747C6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Климчука В.А.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</w:t>
      </w:r>
      <w:r w:rsidRPr="00DE6ED3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747C68" w:rsidRPr="00DE6ED3" w:rsidRDefault="00747C68" w:rsidP="00747C6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747C68" w:rsidRPr="00DE6ED3" w:rsidRDefault="00747C68" w:rsidP="00747C6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47C68" w:rsidRPr="00DE6ED3" w:rsidRDefault="00747C68" w:rsidP="00747C6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 Климчуку Василю Анатолійовичу 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проєкт землеустрою щодо відведення земельної ділянки, для ведення особистого селянсь</w:t>
      </w:r>
      <w:r>
        <w:rPr>
          <w:rFonts w:ascii="Times New Roman" w:eastAsia="Calibri" w:hAnsi="Times New Roman" w:cs="Times New Roman"/>
          <w:sz w:val="24"/>
          <w:szCs w:val="24"/>
        </w:rPr>
        <w:t>кого господарства, площею 1,0000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га, яка розташована Хмельницька область, Славутський </w:t>
      </w:r>
      <w:r>
        <w:rPr>
          <w:rFonts w:ascii="Times New Roman" w:eastAsia="Calibri" w:hAnsi="Times New Roman" w:cs="Times New Roman"/>
          <w:sz w:val="24"/>
          <w:szCs w:val="24"/>
        </w:rPr>
        <w:t>(Шепетівський)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район,  </w:t>
      </w:r>
      <w:r>
        <w:rPr>
          <w:rFonts w:ascii="Times New Roman" w:eastAsia="Calibri" w:hAnsi="Times New Roman" w:cs="Times New Roman"/>
          <w:sz w:val="24"/>
          <w:szCs w:val="24"/>
        </w:rPr>
        <w:t>Крупецька сільська рада за межами с.Стригани</w:t>
      </w:r>
      <w:r w:rsidRPr="00DE6ED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47C68" w:rsidRPr="00DE6ED3" w:rsidRDefault="00747C68" w:rsidP="00747C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Климчуку Василю Анатолійовичу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 xml:space="preserve"> який</w:t>
      </w:r>
      <w:r w:rsidRPr="00DE6ED3">
        <w:rPr>
          <w:rFonts w:ascii="Times New Roman" w:eastAsia="Calibri" w:hAnsi="Times New Roman" w:cs="Times New Roman"/>
          <w:sz w:val="24"/>
        </w:rPr>
        <w:t xml:space="preserve">  зар</w:t>
      </w:r>
      <w:r>
        <w:rPr>
          <w:rFonts w:ascii="Times New Roman" w:eastAsia="Calibri" w:hAnsi="Times New Roman" w:cs="Times New Roman"/>
          <w:sz w:val="24"/>
        </w:rPr>
        <w:t xml:space="preserve">еєстрований за адресою: ___________, 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у власність</w:t>
      </w:r>
      <w:r>
        <w:rPr>
          <w:rFonts w:ascii="Times New Roman" w:eastAsia="Calibri" w:hAnsi="Times New Roman" w:cs="Times New Roman"/>
          <w:sz w:val="24"/>
          <w:szCs w:val="24"/>
        </w:rPr>
        <w:t xml:space="preserve"> земельну ділянку, площею 1,0000 га, кадастровий номер: 6823984000:03:012:0200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, для ведення особистого селянського господарства, яка розташована Хмельницька область, Славутський </w:t>
      </w:r>
      <w:r>
        <w:rPr>
          <w:rFonts w:ascii="Times New Roman" w:eastAsia="Calibri" w:hAnsi="Times New Roman" w:cs="Times New Roman"/>
          <w:sz w:val="24"/>
          <w:szCs w:val="24"/>
        </w:rPr>
        <w:t>(Шепетівський)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район,  </w:t>
      </w:r>
      <w:r>
        <w:rPr>
          <w:rFonts w:ascii="Times New Roman" w:eastAsia="Calibri" w:hAnsi="Times New Roman" w:cs="Times New Roman"/>
          <w:sz w:val="24"/>
          <w:szCs w:val="24"/>
        </w:rPr>
        <w:t>Крупецька сільська рада за межами с.Стригани</w:t>
      </w:r>
      <w:r w:rsidRPr="00DE6ED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47C68" w:rsidRPr="00DE6ED3" w:rsidRDefault="00747C68" w:rsidP="00747C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         3.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Климчуку В.А.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>якому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747C68" w:rsidRPr="00DE6ED3" w:rsidRDefault="00747C68" w:rsidP="00747C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747C68" w:rsidRPr="00DE6ED3" w:rsidRDefault="00747C68" w:rsidP="00747C6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47C68" w:rsidRDefault="00747C68" w:rsidP="00747C6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p w:rsidR="00747C68" w:rsidRPr="00DE6ED3" w:rsidRDefault="00747C68" w:rsidP="00747C6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E5138" w:rsidRPr="00747C68" w:rsidRDefault="00747C68" w:rsidP="00747C68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0E5138" w:rsidRPr="00747C68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C68"/>
    <w:rsid w:val="000E5138"/>
    <w:rsid w:val="00171A2E"/>
    <w:rsid w:val="00304C90"/>
    <w:rsid w:val="00505B6D"/>
    <w:rsid w:val="006D3977"/>
    <w:rsid w:val="00747C68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Tmp\&#1089;&#1077;&#1089;\Default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272</Words>
  <Characters>1556</Characters>
  <Application>Microsoft Office Word</Application>
  <DocSecurity>0</DocSecurity>
  <Lines>12</Lines>
  <Paragraphs>3</Paragraphs>
  <ScaleCrop>false</ScaleCrop>
  <Company>Microsoft</Company>
  <LinksUpToDate>false</LinksUpToDate>
  <CharactersWithSpaces>1825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1</cp:revision>
  <dcterms:created xsi:type="dcterms:W3CDTF">2021-03-22T07:37:00Z</dcterms:created>
  <dcterms:modified xsi:type="dcterms:W3CDTF">2021-03-22T07:37:00Z</dcterms:modified>
</cp:coreProperties>
</file>