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4FD" w:rsidRPr="0066767B" w:rsidRDefault="00B234FD" w:rsidP="00B234F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234FD" w:rsidRPr="0066767B" w:rsidRDefault="00B234FD" w:rsidP="00B2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B234FD" w:rsidRPr="0066767B" w:rsidRDefault="00B234FD" w:rsidP="00B234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3A2868" wp14:editId="742CCF0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553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55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6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7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234FD" w:rsidRDefault="00B234FD" w:rsidP="00B234F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QdN8MA&#10;AADeAAAADwAAAGRycy9kb3ducmV2LnhtbERPTWvCQBC9C/6HZYTemo1araSuIlKLB0GM9T5kxyQ0&#10;OxuyaxL/vSsUvM3jfc5y3ZtKtNS40rKCcRSDIM6sLjlX8HvevS9AOI+ssbJMCu7kYL0aDpaYaNvx&#10;idrU5yKEsEtQQeF9nUjpsoIMusjWxIG72sagD7DJpW6wC+GmkpM4nkuDJYeGAmvaFpT9pTejwE5/&#10;9odLPjlNv/nT8+a4uF76g1Jvo37zBcJT71/if/deh/nj2ewDnu+EG+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SQdN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wKD8cA&#10;AADeAAAADwAAAGRycy9kb3ducmV2LnhtbERPTWsCMRC9F/ofwghepGYtrLZboxRh2+pB0BZ6HTbT&#10;zdrNZEmibv31TUHobR7vc+bL3rbiRD40jhVMxhkI4srphmsFH+/l3QOIEJE1to5JwQ8FWC5ub+ZY&#10;aHfmHZ32sRYphEOBCkyMXSFlqAxZDGPXESfuy3mLMUFfS+3xnMJtK++zbCotNpwaDHa0MlR9749W&#10;waHcms/V7PLiR487uozKzWu7nio1HPTPTyAi9fFffHW/6TR/kuc5/L2Tbp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SsCg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0wecYA&#10;AADeAAAADwAAAGRycy9kb3ducmV2LnhtbESP3WrCQBCF74W+wzJCb6Ru0hKR1FWkaBFvgj8PMGTH&#10;bDA7G7Jrkr69Wyj0boZz5nxnVpvRNqKnzteOFaTzBARx6XTNlYLrZf+2BOEDssbGMSn4IQ+b9ctk&#10;hbl2A5+oP4dKxBD2OSowIbS5lL40ZNHPXUsctZvrLIa4dpXUHQ4x3DbyPUkW0mLNkWCwpS9D5f38&#10;sBFSfGBxvA2X/feIA+6Ohmfbk1Kv03H7CSLQGP7Nf9cHHeunWbaA33fiDHL9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0we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WA2MQA&#10;AADeAAAADwAAAGRycy9kb3ducmV2LnhtbERPTUsDMRC9F/wPYQRvbbbFbWVtWqQqiOChrSDehs10&#10;d3EzCcnYXf+9EYTe5vE+Z70dXa/OFFPn2cB8VoAirr3tuDHwfnye3oFKgmyx90wGfijBdnM1WWNl&#10;/cB7Oh+kUTmEU4UGWpFQaZ3qlhymmQ/EmTv56FAyjI22EYcc7nq9KIqldthxbmgx0K6l+uvw7Qy8&#10;DU/hdbUsT+Ez3i50erTysRNjbq7Hh3tQQqNcxP/uF5vnz8tyB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lgN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4BkMQA&#10;AADeAAAADwAAAGRycy9kb3ducmV2LnhtbESPzWrCQBDH74W+wzIFL0U3WiySuoqISvEiah9gyI7Z&#10;0OxsyK4mvr1zELzNMP+P38yXva/VjdpYBTYwHmWgiItgKy4N/J23wxmomJAt1oHJwJ0iLBfvb3PM&#10;bej4SLdTKpWEcMzRgEupybWOhSOPcRQaYrldQusxydqW2rbYSbiv9STLvrXHiqXBYUNrR8X/6eql&#10;5PCFh/2lO293PXa42Tv+XB2NGXz0qx9Qifr0Ej/dv1bwx9Op8Mo7MoNe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+AZ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axMcUA&#10;AADeAAAADwAAAGRycy9kb3ducmV2LnhtbERPTUsDMRC9C/0PYQrebLbFrbo2LaVVEKEHqyDehs10&#10;d3EzCcnYXf+9EQRv83ifs9qMrldniqnzbGA+K0AR19523Bh4e328ugWVBNli75kMfFOCzXpyscLK&#10;+oFf6HyURuUQThUaaEVCpXWqW3KYZj4QZ+7ko0PJMDbaRhxyuOv1oiiW2mHHuaHFQLuW6s/jlzNw&#10;GB7C882yPIWPeL3QaW/lfSfGXE7H7T0ooVH+xX/uJ5vnz8vy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rE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XP+MgA&#10;AADeAAAADwAAAGRycy9kb3ducmV2LnhtbESPQUsDMRCF70L/Q5iCF7HZKi2yNi1tISgoFGuh12Ez&#10;3V3cTJYkdtd/7xwEbzPMm/fet9qMvlNXiqkNbGA+K0ARV8G1XBs4fdr7J1ApIzvsApOBH0qwWU9u&#10;Vli6MPAHXY+5VmLCqUQDTc59qXWqGvKYZqEnltslRI9Z1lhrF3EQc9/ph6JYao8tS0KDPe0bqr6O&#10;397A7jDUj/Gu2o3h7fJyXljr7Ls15nY6bp9BZRrzv/jv+9VJ/fliKQCC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Jc/4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kgnMIA&#10;AADeAAAADwAAAGRycy9kb3ducmV2LnhtbERPzYrCMBC+L/gOYQRva1pRkWoUcSksy1509wGGZmyq&#10;zaQksda3NwsL3ubj+53NbrCt6MmHxrGCfJqBIK6cbrhW8PtTvq9AhIissXVMCh4UYLcdvW2w0O7O&#10;R+pPsRYphEOBCkyMXSFlqAxZDFPXESfu7LzFmKCvpfZ4T+G2lbMsW0qLDacGgx0dDFXX080qKL9m&#10;3/31pn3p9sPc0sJcVh9Gqcl42K9BRBriS/zv/tRpfr5Y5v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WSC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v0FMQA&#10;AADeAAAADwAAAGRycy9kb3ducmV2LnhtbERP32vCMBB+H+x/CDfYi8xUhzKqUVQIGyjInODr0Zxt&#10;sbmUJLPdf28EYW/38f28+bK3jbiSD7VjBaNhBoK4cKbmUsHxR799gAgR2WDjmBT8UYDl4vlpjrlx&#10;HX/T9RBLkUI45KigirHNpQxFRRbD0LXEiTs7bzEm6EtpPHYp3DZynGVTabHm1FBhS5uKisvh1ypY&#10;77vy3Q+Kde+258/TRGujd1qp15d+NQMRqY//4of7y6T5o8l0DPd30g1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79BT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cbcMMA&#10;AADeAAAADwAAAGRycy9kb3ducmV2LnhtbERP3WrCMBS+F/YO4Qx2p6luinSmIkphjN348wCH5th0&#10;bU5KEmv39stg4N35+H7PZjvaTgzkQ+NYwXyWgSCunG64VnA5l9M1iBCRNXaOScEPBdgWT5MN5trd&#10;+UjDKdYihXDIUYGJsc+lDJUhi2HmeuLEXZ23GBP0tdQe7yncdnKRZStpseHUYLCnvaGqPd2sgvJz&#10;8TW0N+1LtxvfLC3N9/pglHp5HnfvICKN8SH+d3/oNH++XL3C3zvpBl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cbc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Ad7MAA&#10;AADeAAAADwAAAGRycy9kb3ducmV2LnhtbERPzYrCMBC+C75DGMGbpl2tSDWKLCh6tPoAQzO2xWZS&#10;m2jr25uFBW/z8f3OetubWryodZVlBfE0AkGcW11xoeB62U+WIJxH1lhbJgVvcrDdDAdrTLXt+Eyv&#10;zBcihLBLUUHpfZNK6fKSDLqpbYgDd7OtQR9gW0jdYhfCTS1/omghDVYcGkps6Lek/J49jYL5uzs8&#10;suQe7bWh+DRrTuzzRKnxqN+tQHjq/Vf87z7qMD9OFnP4eyfcID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Ad7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6u2MIA&#10;AADeAAAADwAAAGRycy9kb3ducmV2LnhtbERPTYvCMBC9C/sfwix401TBotW0yIqLeNLq7nloxrbY&#10;TEoTtf57IyzsbR7vc1ZZbxpxp87VlhVMxhEI4sLqmksF59N2NAfhPLLGxjIpeJKDLP0YrDDR9sFH&#10;uue+FCGEXYIKKu/bREpXVGTQjW1LHLiL7Qz6ALtS6g4fIdw0chpFsTRYc2iosKWvioprfjMKbvHv&#10;9MyXvT7km+f3YrNdO/lTKjX87NdLEJ56/y/+c+90mD+ZxTN4vxNukO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rq7Y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OAssYA&#10;AADeAAAADwAAAGRycy9kb3ducmV2LnhtbERPS0/CQBC+m/gfNmPiTbYobKCyEDUhAQ408jh4G7tj&#10;W+3Olu4C5d+zJibe5sv3nMmss7U4Uesrxxr6vQQEce5MxYWG3Xb+MALhA7LB2jFpuJCH2fT2ZoKp&#10;cWd+p9MmFCKGsE9RQxlCk0rp85Is+p5riCP35VqLIcK2kKbFcwy3tXxMEiUtVhwbSmzoraT8Z3O0&#10;GvbZSI2z1+Xge7X+xCdrDh+mUlrf33UvzyACdeFf/OdemDi/P1QKft+JN8jp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xOAs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ayvcQA&#10;AADeAAAADwAAAGRycy9kb3ducmV2LnhtbERPS2vCQBC+F/wPywje6kZto0RXUUutePIFXofsmASz&#10;syG71eivdwsFb/PxPWcya0wprlS7wrKCXjcCQZxaXXCm4Hj4fh+BcB5ZY2mZFNzJwWzaeptgou2N&#10;d3Td+0yEEHYJKsi9rxIpXZqTQde1FXHgzrY26AOsM6lrvIVwU8p+FMXSYMGhIceKljmll/2vUfCI&#10;T7h1P/3F10B7un+MVnazXSnVaTfzMQhPjX+J/91rHeb3PuMh/L0Tbp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Cmsr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BPYcUA&#10;AADeAAAADwAAAGRycy9kb3ducmV2LnhtbESPQW/CMAyF75P2HyIjcRspCNBWCGiaQNoNKPsBVuOl&#10;FY1Tmgw6fj0+IHGz9Z7f+7xc975RF+piHdjAeJSBIi6DrdkZ+Dlu395BxYRssQlMBv4pwnr1+rLE&#10;3IYrH+hSJKckhGOOBqqU2lzrWFbkMY5CSyzab+g8Jlk7p22HVwn3jZ5k2Vx7rFkaKmzpq6LyVPx5&#10;A+cwmdm+2ODutPnY185Nz7fD1JjhoP9cgErUp6f5cf1tBX88mwuvvCMz6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AE9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CMEcMA&#10;AADeAAAADwAAAGRycy9kb3ducmV2LnhtbERPPW/CMBDdkfofrKvEBg5UpCFgEK2ExAp0YDzsIwmN&#10;z2nsQuDX15WQ2O7pfd582dlaXKj1lWMFo2ECglg7U3Gh4Gu/HmQgfEA2WDsmBTfysFy89OaYG3fl&#10;LV12oRAxhH2OCsoQmlxKr0uy6IeuIY7cybUWQ4RtIU2L1xhuazlOklRarDg2lNjQZ0n6e/drFWyq&#10;I01SfZra7ENvD/ef8PZ+Nkr1X7vVDESgLjzFD/fGxPmjSTqF/3fiDXLx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vCME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JKhsUA&#10;AADeAAAADwAAAGRycy9kb3ducmV2LnhtbERPTWvCQBC9F/wPywi96UahtU1dRQsFi1aoLe11yE6z&#10;wexsyK4x/nvnIPQ2M+9j3psve1+rjtpYBTYwGWegiItgKy4NfH+9jZ5AxYRssQ5MBi4UYbkY3M0x&#10;t+HMn9QdUqnEhGOOBlxKTa51LBx5jOPQEAv2F1qPSda21LbFs5j7Wk+z7FF7rFg+OGzo1VFxPJy8&#10;gQ73l+zXrT+e36tdMd2vf7ZW7uZ+2K9eQCXq0z/5pt5YiT95mEkBqSMz6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Mkq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Mwh8MA&#10;AADeAAAADwAAAGRycy9kb3ducmV2LnhtbERPTUvDQBC9C/6HZQRvdpNAVWK3RYSWHjV68Dhmp9nU&#10;7EzY3TbRX+8Kgrd5vM9ZbWY/qDOF2AsbKBcFKOJWbM+dgbfX7c09qJiQLQ7CZOCLImzWlxcrrK1M&#10;/ELnJnUqh3Cs0YBLaay1jq0jj3EhI3HmDhI8pgxDp23AKYf7QVdFcas99pwbHI705Kj9bE7ewLRr&#10;P47V4d267zDKtnmWYzWIMddX8+MDqERz+hf/ufc2zy+XdyX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3Mwh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m+58QA&#10;AADeAAAADwAAAGRycy9kb3ducmV2LnhtbERP22oCMRB9L/QfwhT6VrMuVGU1ilcoYhFv7+Nm3N02&#10;mSybVLd/bwoF3+ZwrjOatNaIKzW+cqyg20lAEOdOV1woOB5WbwMQPiBrNI5JwS95mIyfn0aYaXfj&#10;HV33oRAxhH2GCsoQ6kxKn5dk0XdcTRy5i2sshgibQuoGbzHcGpkmSU9arDg2lFjTvKT8e/9jFay2&#10;C/OVfu6mJxnmy/7ZDNazxUap15d2OgQRqA0P8b/7Q8f53fd+Cn/vxBv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Zvu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PG6MQA&#10;AADeAAAADwAAAGRycy9kb3ducmV2LnhtbERPTYvCMBC9C/6HMIIXWVMVXalGEUF0YQV1F7yOzdgW&#10;m0lpYq3/frMgeJvH+5z5sjGFqKlyuWUFg34EgjixOudUwe/P5mMKwnlkjYVlUvAkB8tFuzXHWNsH&#10;H6k++VSEEHYxKsi8L2MpXZKRQde3JXHgrrYy6AOsUqkrfIRwU8hhFE2kwZxDQ4YlrTNKbqe7UVAf&#10;vi/prnbl123ac+PRZbvd67NS3U6zmoHw1Pi3+OXe6TB/MP4cwf874Qa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jxuj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YggcUA&#10;AADeAAAADwAAAGRycy9kb3ducmV2LnhtbERPS2sCMRC+F/ofwhR6q1nF52qUWih4EerjoLdxM+4u&#10;bibbJNXVX98Igrf5+J4zmTWmEmdyvrSsoN1KQBBnVpecK9huvj+GIHxA1lhZJgVX8jCbvr5MMNX2&#10;wis6r0MuYgj7FBUUIdSplD4ryKBv2Zo4ckfrDIYIXS61w0sMN5XsJElfGiw5NhRY01dB2Wn9ZxTM&#10;R8P570+Xl7fVYU/73eHU67hEqfe35nMMIlATnuKHe6Hj/HZv0IX7O/EG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ZiCBxQAAAN4AAAAPAAAAAAAAAAAAAAAAAJgCAABkcnMv&#10;ZG93bnJldi54bWxQSwUGAAAAAAQABAD1AAAAigMAAAAA&#10;" fillcolor="black" stroked="f"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mLGsUA&#10;AADeAAAADwAAAGRycy9kb3ducmV2LnhtbERPS2vCQBC+C/0PyxR6041CVKKraB9QUA9aDx7H7Jgs&#10;yc6G7FZTf323IPQ2H99z5svO1uJKrTeOFQwHCQji3GnDhYLj10d/CsIHZI21Y1LwQx6Wi6feHDPt&#10;bryn6yEUIoawz1BBGUKTSenzkiz6gWuII3dxrcUQYVtI3eIthttajpJkLC0ajg0lNvRaUl4dvq2C&#10;02ZspntDo/P2vn7X27Ra794qpV6eu9UMRKAu/Isf7k8d5w/TSQp/78Qb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6Ysa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l4X8QA&#10;AADeAAAADwAAAGRycy9kb3ducmV2LnhtbERPS2sCMRC+F/ofwhR606xCrWyNIkqpFw++6HXYTDfb&#10;3UzWJOrqrzcFobf5+J4zmXW2EWfyoXKsYNDPQBAXTldcKtjvPntjECEia2wck4IrBZhNn58mmGt3&#10;4Q2dt7EUKYRDjgpMjG0uZSgMWQx91xIn7sd5izFBX0rt8ZLCbSOHWTaSFitODQZbWhgq6u3JKvDz&#10;72V949Ohzm7ra/j67Y5jNEq9vnTzDxCRuvgvfrhXOs0fvL2P4O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peF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Rrj8QA&#10;AADeAAAADwAAAGRycy9kb3ducmV2LnhtbERP22rCQBB9L/Qflin4UnSj0KamrlIKBUEpaP2AMTsm&#10;obuzITvV6Nd3BcG3OZzrzBa9d+pIXWwCGxiPMlDEZbANVwZ2P1/DN1BRkC26wGTgTBEW88eHGRY2&#10;nHhDx61UKoVwLNBALdIWWseyJo9xFFrixB1C51ES7CptOzylcO/0JMtetceGU0ONLX3WVP5u/7wB&#10;N9m76SqPaznv9Dq7eNk8f1tjBk/9xzsooV7u4pt7adP88Uuew/WddI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FUa4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u+p8gA&#10;AADeAAAADwAAAGRycy9kb3ducmV2LnhtbESPT2vDMAzF74N+B6PCbqvTwv6Q1S1rSyGXHZZ29KrG&#10;WhxmyyH22myffjoMdpN4T+/9tFyPwasLDamLbGA+K0ARN9F23Bo4HvZ3T6BSRrboI5OBb0qwXk1u&#10;lljaeOU3utS5VRLCqUQDLue+1Do1jgKmWeyJRfuIQ8As69BqO+BVwoPXi6J40AE7lgaHPW0dNZ/1&#10;VzCwq3u/OFZuk07vr+ezr372dNoZczsdX55BZRrzv/nvurKCP79/FF55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G76nyAAAAN4AAAAPAAAAAAAAAAAAAAAAAJgCAABk&#10;cnMvZG93bnJldi54bWxQSwUGAAAAAAQABAD1AAAAjQ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KpCsMA&#10;AADeAAAADwAAAGRycy9kb3ducmV2LnhtbERPTWsCMRC9F/wPYQRvNbFQratRRLog9FSrB29DMu6u&#10;bibLJt1d/31TKPQ2j/c56+3gatFRGyrPGmZTBYLYeFtxoeH0lT+/gQgR2WLtmTQ8KMB2M3paY2Z9&#10;z5/UHWMhUgiHDDWUMTaZlMGU5DBMfUOcuKtvHcYE20LaFvsU7mr5otRcOqw4NZTY0L4kcz9+Ow23&#10;XH54o9CcT+f+YBeX9znVSuvJeNitQEQa4r/4z32waf7sdbGE33fSDXL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KpC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WD18cA&#10;AADeAAAADwAAAGRycy9kb3ducmV2LnhtbESPQWvCQBCF74X+h2UKvdWNFktIXcUWBKl4qErpcZod&#10;k5DsbNhdNf33zkHwNsO8ee99s8XgOnWmEBvPBsajDBRx6W3DlYHDfvWSg4oJ2WLnmQz8U4TF/PFh&#10;hoX1F/6m8y5VSkw4FmigTqkvtI5lTQ7jyPfEcjv64DDJGiptA17E3HV6kmVv2mHDklBjT581le3u&#10;5Az8njZ83L5+LcNH+vHDPraTv7w15vlpWL6DSjSku/j2vbZSfzzNBUBwZAY9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Vg9f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TzPsYA&#10;AADeAAAADwAAAGRycy9kb3ducmV2LnhtbERPS2vCQBC+C/0PyxR6002kSoyuUguFXgo+eqi3MTtN&#10;gtnZdHer0V/vCoK3+fieM1t0phFHcr62rCAdJCCIC6trLhV8bz/6GQgfkDU2lknBmTws5k+9Geba&#10;nnhNx00oRQxhn6OCKoQ2l9IXFRn0A9sSR+7XOoMhQldK7fAUw00jh0kylgZrjg0VtvReUXHY/BsF&#10;y0m2/Fu98tdlvd/R7md/GA1dotTLc/c2BRGoCw/x3f2p4/x0lKVweyfe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MTzPsYAAADeAAAADwAAAAAAAAAAAAAAAACYAgAAZHJz&#10;L2Rvd25yZXYueG1sUEsFBgAAAAAEAAQA9QAAAIsDAAAAAA==&#10;" fillcolor="black" stroked="f"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Bm48MA&#10;AADeAAAADwAAAGRycy9kb3ducmV2LnhtbERPS0sDMRC+C/0PYQrebLYVpaxNy1IQxdP2hdfpZrpZ&#10;upksSUzXf28Ewdt8fM9ZbUbbi0Q+dI4VzGcFCOLG6Y5bBcfD68MSRIjIGnvHpOCbAmzWk7sVltrd&#10;eEdpH1uRQziUqMDEOJRShsaQxTBzA3HmLs5bjBn6VmqPtxxue7koimdpsePcYHCgraHmuv+yCtJ5&#10;W1eP6TOZ3YevWu/qt9O5Vup+OlYvICKN8V/8537Xef78abmA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6Bm4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CHccUA&#10;AADeAAAADwAAAGRycy9kb3ducmV2LnhtbERPTWvCQBC9F/wPywje6iYtFY2uUqQV24s1CnocsmM2&#10;NDsbsmtM++u7hUJv83ifs1j1thYdtb5yrCAdJyCIC6crLhUcD6/3UxA+IGusHZOCL/KwWg7uFphp&#10;d+M9dXkoRQxhn6ECE0KTSekLQxb92DXEkbu41mKIsC2lbvEWw20tH5JkIi1WHBsMNrQ2VHzmV6vA&#10;p+uX07v9nnXnjeFd/mYmH6VRajTsn+cgAvXhX/zn3uo4P32aPs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QId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234FD" w:rsidRDefault="00B234FD" w:rsidP="00B234F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234FD" w:rsidRPr="0066767B" w:rsidRDefault="00B234FD" w:rsidP="00B234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234FD" w:rsidRPr="0066767B" w:rsidRDefault="00B234FD" w:rsidP="00B234F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234FD" w:rsidRPr="0066767B" w:rsidRDefault="00B234FD" w:rsidP="00B234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234FD" w:rsidRPr="0066767B" w:rsidRDefault="00B234FD" w:rsidP="00B234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B234FD" w:rsidRPr="0066767B" w:rsidRDefault="00B234FD" w:rsidP="00B234F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B234FD" w:rsidRPr="0066767B" w:rsidRDefault="00B234FD" w:rsidP="00B234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B234FD" w:rsidRPr="0066767B" w:rsidRDefault="00B234FD" w:rsidP="00B234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B234FD" w:rsidRPr="0066767B" w:rsidRDefault="00B234FD" w:rsidP="00B234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234FD" w:rsidRPr="0066767B" w:rsidRDefault="00B234FD" w:rsidP="00B234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B234FD" w:rsidRPr="0066767B" w:rsidRDefault="00B234FD" w:rsidP="00B234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B234FD" w:rsidRPr="0066767B" w:rsidRDefault="00B234FD" w:rsidP="00B234F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B234FD" w:rsidRPr="0066767B" w:rsidRDefault="00B234FD" w:rsidP="00B234F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B234FD" w:rsidRPr="0066767B" w:rsidRDefault="00B234FD" w:rsidP="00B234F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B234FD" w:rsidRPr="0066767B" w:rsidRDefault="00B234FD" w:rsidP="00B234F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B234FD" w:rsidRPr="0066767B" w:rsidRDefault="00B234FD" w:rsidP="00B234F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B234FD" w:rsidRPr="0066767B" w:rsidRDefault="00B234FD" w:rsidP="00B234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B234FD" w:rsidRPr="0066767B" w:rsidRDefault="00B234FD" w:rsidP="00B234FD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B234FD" w:rsidRPr="0066767B" w:rsidRDefault="00B234FD" w:rsidP="00B234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Г.Ю.</w:t>
      </w:r>
    </w:p>
    <w:p w:rsidR="00B234FD" w:rsidRPr="0066767B" w:rsidRDefault="00B234FD" w:rsidP="00B234F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234FD" w:rsidRPr="0066767B" w:rsidRDefault="00B234FD" w:rsidP="00B234FD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234FD" w:rsidRPr="0066767B" w:rsidRDefault="00B234FD" w:rsidP="00B234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Г.Ю.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B234FD" w:rsidRPr="0066767B" w:rsidRDefault="00B234FD" w:rsidP="00B234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B234FD" w:rsidRPr="0066767B" w:rsidRDefault="00B234FD" w:rsidP="00B234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234FD" w:rsidRPr="0066767B" w:rsidRDefault="00B234FD" w:rsidP="00B234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Галині Юріївні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кого господарства, площею 1,0318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га, 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234FD" w:rsidRDefault="00B234FD" w:rsidP="00B234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</w:t>
      </w:r>
      <w:r w:rsidRPr="00D117CA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Галині Юріївні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яка  зареєстрована за адресою: </w:t>
      </w:r>
      <w:r w:rsidR="004652FA">
        <w:rPr>
          <w:rFonts w:ascii="Times New Roman" w:eastAsia="Calibri" w:hAnsi="Times New Roman" w:cs="Times New Roman"/>
          <w:sz w:val="24"/>
          <w:lang w:val="en-US"/>
        </w:rPr>
        <w:t>____________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,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дентифікаційний номер </w:t>
      </w:r>
      <w:r w:rsidR="004652FA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земельну ділянку, площею 1,0318 га, кадастровий номер: 6823984700:05:003:0020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 для ведення особистого селянського господарства,</w:t>
      </w:r>
      <w:r w:rsidRPr="006B380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яка розташована Хмельницька облас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ть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на території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сільської ради 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uk-UA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B234FD" w:rsidRPr="0066767B" w:rsidRDefault="00B234FD" w:rsidP="00B234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Г.Ю.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якій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B234FD" w:rsidRPr="0066767B" w:rsidRDefault="00B234FD" w:rsidP="00B234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234FD" w:rsidRDefault="00B234FD" w:rsidP="00B234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B234FD" w:rsidRPr="00B234FD" w:rsidRDefault="00B234FD" w:rsidP="00B234F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9E0F98" w:rsidRPr="00B234FD" w:rsidRDefault="00B234FD" w:rsidP="00B234F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9E0F98" w:rsidRPr="00B234FD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6475" w:rsidRDefault="00C36475">
      <w:pPr>
        <w:spacing w:after="0" w:line="240" w:lineRule="auto"/>
      </w:pPr>
      <w:r>
        <w:separator/>
      </w:r>
    </w:p>
  </w:endnote>
  <w:endnote w:type="continuationSeparator" w:id="0">
    <w:p w:rsidR="00C36475" w:rsidRDefault="00C36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6475" w:rsidRDefault="00C36475">
      <w:pPr>
        <w:spacing w:after="0" w:line="240" w:lineRule="auto"/>
      </w:pPr>
      <w:r>
        <w:separator/>
      </w:r>
    </w:p>
  </w:footnote>
  <w:footnote w:type="continuationSeparator" w:id="0">
    <w:p w:rsidR="00C36475" w:rsidRDefault="00C364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4FD"/>
    <w:rsid w:val="004652FA"/>
    <w:rsid w:val="0070292F"/>
    <w:rsid w:val="009E0F98"/>
    <w:rsid w:val="00B234FD"/>
    <w:rsid w:val="00C36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FD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4FD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7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2021-01-18T11:56:00Z</dcterms:created>
  <dcterms:modified xsi:type="dcterms:W3CDTF">2021-01-18T12:25:00Z</dcterms:modified>
</cp:coreProperties>
</file>