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FA6" w:rsidRDefault="00EE2FA6" w:rsidP="00EE2F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0AF745" wp14:editId="08BD0C34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788" name="Группа 157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7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FA6" w:rsidRDefault="00EE2FA6" w:rsidP="00EE2FA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8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LsmVwrd2YVl45pcKxNtKWHOrsnVgklLg4TgMuk4R34DkWehmcVJmnFNoRoYzqKy&#10;XZMrZ5gb6VPgmlw7cDZ14iZ0Ta6gYZCv3k2hoXaBgS/NvbjND05c5q68z3ejbGo7l+sInjTJknDl&#10;pb6HF0MeZ64jUIo6coWOcKYVlxY45JKH6eImOp0uv96z1wk/HS7IS9x4b+Hn0yP5+8gFBSfW0Xu3&#10;wAJU5KISiDF7IvaeNpMY0yLi6BzTOWNNEfHEnjSdGIuFiJddxLQMiBpaDm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IzwYp&#10;Gh4DHNi8c/Wvmt9a9K0y7m2I4oUJG9ZmB7s5rFvjrIw+RCMu0y0xgmvsgmhjGw5b3OLDmtEPlJQV&#10;oWsX7i32OKiLAHUh4aXG4Ho4VMOqMkbnONfLMAWQosAHk34wUGFZUJr+4ejhL/N02Mnaou+jY8v4&#10;EPUtOxissFe8mBgHXN/ytQQnojo+smK8yakvUq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SMhcIA&#10;AADeAAAADwAAAGRycy9kb3ducmV2LnhtbERPS4vCMBC+C/6HMMLeNFXZtdZGEVkXD8Li6z400wc2&#10;k9JErf/eCAt7m4/vOemqM7W4U+sqywrGowgEcWZ1xYWC82k7jEE4j6yxtkwKnuRgtez3Uky0ffCB&#10;7kdfiBDCLkEFpfdNIqXLSjLoRrYhDlxuW4M+wLaQusVHCDe1nETRlzRYcWgosaFNSdn1eDMK7PRn&#10;t78Uk8P0m2ee179xfun2Sn0MuvUChKfO/4v/3Dsd5n/O4jm83wk3yO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5Iy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MBZskA&#10;AADeAAAADwAAAGRycy9kb3ducmV2LnhtbESPQUsDMRCF74X+hzCCl2KzCrZ2bVqksGo9CK2C12Ez&#10;btZuJksS27W/3jkI3maYN++9b7kefKeOFFMb2MD1tABFXAfbcmPg/a26ugOVMrLFLjAZ+KEE69V4&#10;tMTShhPv6LjPjRITTiUacDn3pdapduQxTUNPLLfPED1mWWOjbcSTmPtO3xTFTHtsWRIc9rRxVB/2&#10;397AV/XqPjbz82OcLHZ0nlQvT912ZszlxfBwDyrTkP/Ff9/PVurfzhc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cMBZ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A/MUA&#10;AADeAAAADwAAAGRycy9kb3ducmV2LnhtbESP3YrCMBCF74V9hzDC3sia6qKr1Sgiq4g34s8DDM3Y&#10;FJtJabK2+/ZGELyb4Zw535n5srWluFPtC8cKBv0EBHHmdMG5gst58zUB4QOyxtIxKfgnD8vFR2eO&#10;qXYNH+l+CrmIIexTVGBCqFIpfWbIou+7ijhqV1dbDHGtc6lrbGK4LeUwScbSYsGRYLCitaHsdvqz&#10;EXL4xsP+2pw32xYb/N0b7q2OSn1229UMRKA2vM2v652O9Uc/0w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nAD8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LscUA&#10;AADeAAAADwAAAGRycy9kb3ducmV2LnhtbERPTUsDMRC9C/0PYQrebNbFtro2LVIVROihrSDehs10&#10;d3EzCcnYXf+9EQRv83ifs9qMrldniqnzbOB6VoAirr3tuDHwdny+ugWVBNli75kMfFOCzXpyscLK&#10;+oH3dD5Io3IIpwoNtCKh0jrVLTlMMx+IM3fy0aFkGBttIw453PW6LIqFdthxbmgx0Lal+vPw5Qzs&#10;hqfwulzMT+Ej3pQ6PVp534oxl9Px4R6U0Cj/4j/3i83z58u7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you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I7EMcA&#10;AADeAAAADwAAAGRycy9kb3ducmV2LnhtbESP0WoCMRBF3wv+Q5iCL0WzKq12axQptRRfllU/YNiM&#10;m6WbybJJzfbvG0Ho2wz3zj131tvBtuJKvW8cK5hNMxDEldMN1wrOp/1kBcIHZI2tY1LwSx62m9HD&#10;GnPtIpd0PYZapBD2OSowIXS5lL4yZNFPXUectIvrLYa09rXUPcYUbls5z7IXabHhRDDY0buh6vv4&#10;YxOkWGBxuMTT/nPAiB8Hw0+7Uqnx47B7AxFoCP/m+/WXTvWfl68L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COx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+2XsUA&#10;AADeAAAADwAAAGRycy9kb3ducmV2LnhtbERPS0sDMRC+C/0PYQrebLalD12bllIVRPBgLRRvw2a6&#10;u7iZhGTsrv/eCIK3+fies94OrlMXiqn1bGA6KUARV962XBs4vj/d3IJKgmyx80wGvinBdjO6WmNp&#10;fc9vdDlIrXIIpxINNCKh1DpVDTlMEx+IM3f20aFkGGttI/Y53HV6VhRL7bDl3NBgoH1D1efhyxl4&#10;7R/Dy2q5OIePOJ/p9GDltBdjrsfD7h6U0CD/4j/3s83zF6u7O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7Z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YOLMUA&#10;AADeAAAADwAAAGRycy9kb3ducmV2LnhtbERP32vCMBB+H+x/CDfYi8x0k7rZGWUKwcEGMjfw9WjO&#10;tqy5lCTa+t+bgbC3+/h+3nw52FacyIfGsYLHcQaCuHSm4UrBz7d+eAERIrLB1jEpOFOA5eL2Zo6F&#10;cT1/0WkXK5FCOBSooI6xK6QMZU0Ww9h1xIk7OG8xJugraTz2Kdy28inLptJiw6mhxo7WNZW/u6NV&#10;sNr21cSPytXgPg6bfa610Z9aqfu74e0VRKQh/ouv7neT5ufPsxz+3k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g4s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TapMMA&#10;AADeAAAADwAAAGRycy9kb3ducmV2LnhtbERPzWoCMRC+C75DGKE3zVaq1dUooiwU6UXrAwybcbN1&#10;M1mSuG7fvikIvc3H9zvrbW8b0ZEPtWMFr5MMBHHpdM2VgstXMV6ACBFZY+OYFPxQgO1mOFhjrt2D&#10;T9SdYyVSCIccFZgY21zKUBqyGCauJU7c1XmLMUFfSe3xkcJtI6dZNpcWa04NBlvaGypv57tVUByn&#10;n93trn3hdv2bpZn5XhyMUi+jfrcCEamP/+Kn+0On+bP35Rz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Tap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g1wMUA&#10;AADeAAAADwAAAGRycy9kb3ducmV2LnhtbERP32vCMBB+H/g/hBvsZWjqhlM7o+ggOHAwpoKvR3O2&#10;xeZSksx2/70ZDPZ2H9/PW6x624gr+VA7VjAeZSCIC2dqLhUcD3o4AxEissHGMSn4oQCr5eBugblx&#10;HX/RdR9LkUI45KigirHNpQxFRRbDyLXEiTs7bzEm6EtpPHYp3DbyKctepMWaU0OFLb1VVFz231bB&#10;5rMrn/1jsend7rw9TbQ2+kMr9XDfr19BROrjv/jP/W7S/Ml0PoX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uDX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rTcYA&#10;AADeAAAADwAAAGRycy9kb3ducmV2LnhtbESPQW/CMAyF75P2HyJP2m2koLGxQkAIVGmadoHtB1iN&#10;aQqNUyWhdP9+PkzazdZ7fu/zajP6Tg0UUxvYwHRSgCKug225MfD9VT0tQKWMbLELTAZ+KMFmfX+3&#10;wtKGGx9oOOZGSQinEg24nPtS61Q78pgmoScW7RSixyxrbLSNeJNw3+lZUbxojy1Lg8Oedo7qy/Hq&#10;DVQfs8/hcrWxCtvx2dPcnRd7Z8zjw7hdgso05n/z3/W7Ffz565v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frT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XQPsEA&#10;AADeAAAADwAAAGRycy9kb3ducmV2LnhtbERPzYrCMBC+L/gOYQRva6pu3bUaRQQXPVp9gKEZ22Iz&#10;qU209e2NIHibj+93FqvOVOJOjSstKxgNIxDEmdUl5wpOx+33HwjnkTVWlknBgxyslr2vBSbatnyg&#10;e+pzEULYJaig8L5OpHRZQQbd0NbEgTvbxqAPsMmlbrAN4aaS4yiaSoMlh4YCa9oUlF3Sm1Hw82j/&#10;r2l8ibba0Gg/qffss1ipQb9bz0F46vxH/HbvdJgf/85m8Hon3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CV0D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Nu3cUA&#10;AADeAAAADwAAAGRycy9kb3ducmV2LnhtbESPT4vCQAzF74LfYcjC3nS6gqJdRxFFWfak9c85dGJb&#10;tpMpnVHrt98cBG8JeXnv/ebLztXqTm2oPBv4GiagiHNvKy4MnI7bwRRUiMgWa89k4EkBlot+b46p&#10;9Q8+0D2LhRITDikaKGNsUq1DXpLDMPQNsdyuvnUYZW0LbVt8iLmr9ShJJtphxZJQYkPrkvK/7OYM&#10;3CaX0Ymvv3afbZ672Wa7CvpcGPP50a2+QUXq4lv8+v6xUn88TQRAcGQG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27d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B7W8YA&#10;AADeAAAADwAAAGRycy9kb3ducmV2LnhtbERPTWvCQBC9F/wPywi91Y1WQxpdRYWC9aBU7cHbmB2T&#10;tNnZmN1q/PfdQqG3ebzPmcxaU4krNa60rKDfi0AQZ1aXnCs47F+fEhDOI2usLJOCOzmYTTsPE0y1&#10;vfE7XXc+FyGEXYoKCu/rVEqXFWTQ9WxNHLizbQz6AJtc6gZvIdxUchBFsTRYcmgosKZlQdnX7tso&#10;+Ngm8ct28Tb8XG9O+Gz05ajLWKnHbjsfg/DU+n/xn3ulw/xREvXh951wg5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B7W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yuMUA&#10;AADeAAAADwAAAGRycy9kb3ducmV2LnhtbERPS2vCQBC+C/6HZYTedNO0hpBmIz7QSk/WFnodstMk&#10;NDsbsqvG/vquIPQ2H99z8sVgWnGm3jWWFTzOIhDEpdUNVwo+P7bTFITzyBpby6TgSg4WxXiUY6bt&#10;hd/pfPSVCCHsMlRQe99lUrqyJoNuZjviwH3b3qAPsK+k7vESwk0r4yhKpMGGQ0ONHa1rKn+OJ6Pg&#10;N/nCg3uNV5sn7en6nO7s22Gn1MNkWL6A8DT4f/Hdvddh/jyNYri9E26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G3K4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+jcQA&#10;AADeAAAADwAAAGRycy9kb3ducmV2LnhtbERPzWrCQBC+F3yHZQRvdVMbi01dRSRCb63RBxiy000w&#10;Oxuz2yT69N1Cobf5+H5nvR1tI3rqfO1YwdM8AUFcOl2zUXA+HR5XIHxA1tg4JgU38rDdTB7WmGk3&#10;8JH6IhgRQ9hnqKAKoc2k9GVFFv3ctcSR+3KdxRBhZ6TucIjhtpGLJHmRFmuODRW2tK+ovBTfVsHV&#10;LZZ6LHL8uOSvn7Ux6fV+TJWaTcfdG4hAY/gX/7nfdZy/XCXP8PtOvEF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uvo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tAEsMA&#10;AADeAAAADwAAAGRycy9kb3ducmV2LnhtbERPyW7CMBC9V+IfrEHqrTilLCFgUFsJiSvLgeNgD0lo&#10;PA6xCylfjyshcZunt85s0dpKXKjxpWMF770EBLF2puRcwW67fEtB+IBssHJMCv7Iw2LeeZlhZtyV&#10;13TZhFzEEPYZKihCqDMpvS7Iou+5mjhyR9dYDBE2uTQNXmO4rWQ/SUbSYsmxocCavgvSP5tfq2BV&#10;Hmg40seJTb/0en87h4/xySj12m0/pyACteEpfrhXJs4fpskA/t+JN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tA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cXsUA&#10;AADeAAAADwAAAGRycy9kb3ducmV2LnhtbERP0WoCMRB8F/oPYYW+aaJgsadRtFBoqRWqoq/LZb0c&#10;XjbHJT3Pv2+Egm+zOzszO/Nl5yrRUhNKzxpGQwWCOPem5ELDYf8+mIIIEdlg5Zk03CjAcvHUm2Nm&#10;/JV/qN3FQiQTDhlqsDHWmZQht+QwDH1NnLizbxzGNDaFNA1ek7mr5FipF+mw5JRgsaY3S/ll9+s0&#10;tLi9qZNdf79+lpt8vF0fv0za6+d+t5qBiNTFx/G/+sOk9yd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Vhx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lds8MA&#10;AADeAAAADwAAAGRycy9kb3ducmV2LnhtbERPTUvDQBC9C/0Pywje7MZAS4ndllJo8VijB49jdppN&#10;zc6E3bWJ/npXELzN433Oejv5Xl0pxE7YwMO8AEXciO24NfD6crhfgYoJ2WIvTAa+KMJ2M7tZY2Vl&#10;5Ge61qlVOYRjhQZcSkOldWwceYxzGYgzd5bgMWUYWm0Djjnc97osiqX22HFucDjQ3lHzUX96A+Ox&#10;eb+U5zfrvsMgh/okl7IXY+5up90jqERT+hf/uZ9snr9YFU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lds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3oP8QA&#10;AADeAAAADwAAAGRycy9kb3ducmV2LnhtbERP22oCMRB9L/QfwhR8q1kF67IaxStIqYiXvk834+62&#10;yWTZRN3+fVMQfJvDuc542lojrtT4yrGCXjcBQZw7XXGh4HRcv6YgfEDWaByTgl/yMJ08P40x0+7G&#10;e7oeQiFiCPsMFZQh1JmUPi/Jou+6mjhyZ9dYDBE2hdQN3mK4NbKfJG/SYsWxocSaFiXlP4eLVbDe&#10;Lc13f7uffcqwWA2/TPo+X34o1XlpZyMQgdrwEN/dGx3nD9JkCP/vxBvk5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96D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Sh2cgA&#10;AADeAAAADwAAAGRycy9kb3ducmV2LnhtbESPT2vCQBDF70K/wzKFXkrdWFFCdJUiFBVa8E/B65id&#10;JsHsbMhuY/z2zqHgbYb35r3fzJe9q1VHbag8GxgNE1DEubcVFwZ+jp9vKagQkS3WnsnAjQIsF0+D&#10;OWbWX3lP3SEWSkI4ZGigjLHJtA55SQ7D0DfEov361mGUtS20bfEq4a7W70ky1Q4rloYSG1qVlF8O&#10;f85At/s6F5suNNtL+hom4/N6/W1Pxrw89x8zUJH6+DD/X2+s4E/SRHjlHZlBL+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VKH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FA6" w:rsidRDefault="00EE2FA6" w:rsidP="00EE2FA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R6X8UA&#10;AADeAAAADwAAAGRycy9kb3ducmV2LnhtbERPTWsCMRC9F/ofwhS81aSiZV2NUgtCLwW1HvQ2bsbd&#10;xc1km0Td9tc3gtDbPN7nTOedbcSFfKgda3jpKxDEhTM1lxq2X8vnDESIyAYbx6ThhwLMZ48PU8yN&#10;u/KaLptYihTCIUcNVYxtLmUoKrIY+q4lTtzReYsxQV9K4/Gawm0jB0q9Sos1p4YKW3qvqDhtzlbD&#10;YpwtvldD/vxdH/a03x1Oo4FXWveeurcJiEhd/Bff3R8mzR9lag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HpfxQAAAN4AAAAPAAAAAAAAAAAAAAAAAJgCAABkcnMv&#10;ZG93bnJldi54bWxQSwUGAAAAAAQABAD1AAAAigMAAAAA&#10;" fillcolor="black" stroked="f">
                  <v:textbox>
                    <w:txbxContent>
                      <w:p w:rsidR="00EE2FA6" w:rsidRDefault="00EE2FA6" w:rsidP="00EE2FA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LH8kA&#10;AADeAAAADwAAAGRycy9kb3ducmV2LnhtbESPT2vDMAzF74N+B6PBbqvTQkvI6pb1z2Cw7tBuhx3V&#10;WE1MYjnEXpvt00+HQW8Senrv/RarwbfqQn10gQ1Mxhko4jJYx5WBz4+XxxxUTMgW28Bk4IcirJaj&#10;uwUWNlz5QJdjqpSYcCzQQJ1SV2gdy5o8xnHoiOV2Dr3HJGtfadvjVcx9q6dZNtceHUtCjR1taiqb&#10;47c38PU2d/nB0fS0/13v7H7WrN+3jTEP98PzE6hEQ7qJ/79frdSf5RMBEByZQS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lRLH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qDtsQA&#10;AADeAAAADwAAAGRycy9kb3ducmV2LnhtbERPS2sCMRC+F/ofwhR60+wWWpbVKGIp7aWH+sDrsBk3&#10;624m2yTq6q9vBKG3+fieM50PthMn8qFxrCAfZyCIK6cbrhVs1h+jAkSIyBo7x6TgQgHms8eHKZba&#10;nfmHTqtYixTCoUQFJsa+lDJUhiyGseuJE7d33mJM0NdSezyncNvJlyx7kxYbTg0Ge1oaqtrV0Srw&#10;i917e+Xjts2u35fweRh+CzRKPT8NiwmISEP8F9/dXzrNfy3yHG7vpB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Kg7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mrisQA&#10;AADeAAAADwAAAGRycy9kb3ducmV2LnhtbERP22rCQBB9L/Qflin0pejGQFuNriJCoaAUtH7AmB2T&#10;4O5syE41+vXdQsG3OZzrzBa9d+pMXWwCGxgNM1DEZbANVwb23x+DMagoyBZdYDJwpQiL+ePDDAsb&#10;Lryl804qlUI4FmigFmkLrWNZk8c4DC1x4o6h8ygJdpW2HV5SuHc6z7I37bHh1FBjS6uaytPuxxtw&#10;+cFN1u9xI9e93mQ3L9uXL2vM81O/nIIS6uUu/nd/2jT/dTzK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pq4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PS8UA&#10;AADeAAAADwAAAGRycy9kb3ducmV2LnhtbERPTWsCMRC9F/ofwhR6q1kVRbZGsRVhLz10u8XruJlu&#10;FpPJsom67a83BcHbPN7nLNeDs+JMfWg9KxiPMhDEtdctNwqqr93LAkSIyBqtZ1LwSwHWq8eHJeba&#10;X/iTzmVsRArhkKMCE2OXSxlqQw7DyHfEifvxvcOYYN9I3eMlhTsrJ1k2lw5bTg0GO3o3VB/Lk1Ow&#10;LTs7qQrzFvbfH4eDLf52tN8q9fw0bF5BRBriXXxzFzrNny3GU/h/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dU9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lCcMA&#10;AADeAAAADwAAAGRycy9kb3ducmV2LnhtbERPTWsCMRC9C/6HMII3Tbaola1ZkaIgeKrVQ29DMt3d&#10;upksm+hu/31TKPQ2j/c5m+3gGvGgLtSeNWRzBYLYeFtzqeHyfpitQYSIbLHxTBq+KcC2GI82mFvf&#10;8xs9zrEUKYRDjhqqGNtcymAqchjmviVO3KfvHMYEu1LaDvsU7hr5pNRKOqw5NVTY0mtF5na+Ow1f&#10;B3nyRqG5Xq790T5/7FfUKK2nk2H3AiLSEP/Ff+6jTfOX62wB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llC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0z9cQA&#10;AADeAAAADwAAAGRycy9kb3ducmV2LnhtbERPTYvCMBC9L/gfwgje1lTFpVSjqCCIyx5WRTyOzdiW&#10;NpOSRO3++83Cgrd5vM+ZLzvTiAc5X1lWMBomIIhzqysuFJyO2/cUhA/IGhvLpOCHPCwXvbc5Zto+&#10;+Zseh1CIGMI+QwVlCG0mpc9LMuiHtiWO3M06gyFCV0jt8BnDTSPHSfIhDVYcG0psaVNSXh/uRsHl&#10;/sm3r8l+5dbhbLujr8fXtFZq0O9WMxCBuvAS/7t3Os6fpqMp/L0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9M/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2FA6" w:rsidRDefault="00EE2FA6" w:rsidP="00EE2FA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J48M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cO0N4L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MnjwxQAAAN4AAAAPAAAAAAAAAAAAAAAAAJgCAABkcnMv&#10;ZG93bnJldi54bWxQSwUGAAAAAAQABAD1AAAAigMAAAAA&#10;" fillcolor="black" stroked="f">
                  <v:textbox>
                    <w:txbxContent>
                      <w:p w:rsidR="00EE2FA6" w:rsidRDefault="00EE2FA6" w:rsidP="00EE2FA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jWwcQA&#10;AADeAAAADwAAAGRycy9kb3ducmV2LnhtbERPTUsDMRC9C/6HMII3m21FW7ZNy1Ioiqdtq/Q63Yyb&#10;xc1kSWK6/nsjCL3N433OajPaXiTyoXOsYDopQBA3TnfcKng/7h4WIEJE1tg7JgU/FGCzvr1ZYand&#10;hfeUDrEVOYRDiQpMjEMpZWgMWQwTNxBn7tN5izFD30rt8ZLDbS9nRfEsLXacGwwOtDXUfB2+rYJ0&#10;3tbVYzols3/zVetd/fJxrpW6vxurJYhIY7yK/92vOs9/Wkzn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I1s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2FA6" w:rsidRDefault="00EE2FA6" w:rsidP="00EE2FA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sGuscA&#10;AADeAAAADwAAAGRycy9kb3ducmV2LnhtbESPQUvDQBCF7wX/wzKCN7uJYKlpt0WKinppTQv1OGTH&#10;bDA7G7JrGv31nYPQ2wzvzXvfLNejb9VAfWwCG8inGSjiKtiGawOH/fPtHFRMyBbbwGTglyKsV1eT&#10;JRY2nPiDhjLVSkI4FmjApdQVWsfKkcc4DR2xaF+h95hk7WttezxJuG/1XZbNtMeGpcFhRxtH1Xf5&#10;4w3EfPN0fPd/D8Pni+Nt+eZmu9oZc3M9Pi5AJRrTxfx//WoF/36eC6+8IzPo1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b7Br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2FA6" w:rsidRDefault="00EE2FA6" w:rsidP="00EE2FA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E2FA6" w:rsidRDefault="00EE2FA6" w:rsidP="00EE2FA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E2FA6" w:rsidRDefault="00EE2FA6" w:rsidP="00EE2F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002004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EE2FA6" w:rsidRDefault="00EE2FA6" w:rsidP="00EE2F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E2FA6" w:rsidRDefault="00EE2FA6" w:rsidP="00EE2FA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E2FA6" w:rsidRDefault="00EE2FA6" w:rsidP="00EE2F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E2FA6" w:rsidRDefault="00EE2FA6" w:rsidP="00EE2FA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E2FA6" w:rsidRDefault="00EE2FA6" w:rsidP="00EE2FA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E2FA6" w:rsidRPr="005C5A92" w:rsidRDefault="00EE2FA6" w:rsidP="00EE2FA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Романюку В.В.</w:t>
      </w: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Романюка В.В.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E2FA6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Романюку Віктору Вікторовичу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для будівництва і обслуговування житлового будинку, господарських будівель і споруд (присадибна ділянка), площею  0.2500 га, яка розташована Хмельницька область, Шепетівський район, село Крупець.</w:t>
      </w:r>
    </w:p>
    <w:p w:rsidR="00EE2FA6" w:rsidRPr="006F7CB7" w:rsidRDefault="00EE2FA6" w:rsidP="00EE2FA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Романюку Віктору Вікторовичу,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0756E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0756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0,2500 га, кадастровий номер: 6823984000:03:016:0006, для будівництва і обслуговування житлового будинку, господарських будівель і споруд (присадибна ділянка), яка розташована Хмельницька область, Шепетівський район, село Крупець .</w:t>
      </w:r>
    </w:p>
    <w:p w:rsidR="00EE2FA6" w:rsidRDefault="00EE2FA6" w:rsidP="00EE2F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Романюку В.В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E2FA6" w:rsidRDefault="00EE2FA6" w:rsidP="00EE2F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E2FA6" w:rsidRPr="00EE2FA6" w:rsidRDefault="00EE2FA6" w:rsidP="00EE2FA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473C8A" w:rsidRPr="00EE2FA6" w:rsidRDefault="00EE2FA6" w:rsidP="00EE2FA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73C8A" w:rsidRPr="00EE2FA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FA6"/>
    <w:rsid w:val="0040756E"/>
    <w:rsid w:val="00473C8A"/>
    <w:rsid w:val="00EE2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FA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278</Words>
  <Characters>1591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2021-07-19T06:21:00Z</dcterms:created>
  <dcterms:modified xsi:type="dcterms:W3CDTF">2021-07-19T06:40:00Z</dcterms:modified>
</cp:coreProperties>
</file>