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074" w:rsidRPr="00154EFF" w:rsidRDefault="000D2074" w:rsidP="000D2074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074" w:rsidRDefault="000D2074" w:rsidP="000D20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D2074" w:rsidRDefault="000D2074" w:rsidP="000D20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D2074" w:rsidRDefault="000D2074" w:rsidP="000D20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2074" w:rsidRDefault="000D2074" w:rsidP="000D20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2074" w:rsidRDefault="000D2074" w:rsidP="000D20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2074" w:rsidRDefault="000D2074" w:rsidP="000D20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2074" w:rsidRDefault="000D2074" w:rsidP="000D20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D2074" w:rsidRDefault="000D2074" w:rsidP="000D207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D2074" w:rsidRDefault="000D2074" w:rsidP="000D20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D2074" w:rsidRDefault="000D2074" w:rsidP="000D20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D2074" w:rsidRDefault="000D2074" w:rsidP="000D20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2074" w:rsidRDefault="000D2074" w:rsidP="000D20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D2074" w:rsidRDefault="000D2074" w:rsidP="000D20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2074" w:rsidRDefault="000D2074" w:rsidP="000D20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D2074" w:rsidRDefault="000D2074" w:rsidP="000D207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D2074" w:rsidRDefault="000D2074" w:rsidP="000D207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№38</w:t>
      </w:r>
    </w:p>
    <w:p w:rsidR="000D2074" w:rsidRPr="008E3616" w:rsidRDefault="000D2074" w:rsidP="000D207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2074" w:rsidRPr="008E3616" w:rsidRDefault="000D2074" w:rsidP="000D207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0D2074" w:rsidRPr="008E3616" w:rsidRDefault="000D2074" w:rsidP="000D207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0D2074" w:rsidRPr="008E3616" w:rsidRDefault="000D2074" w:rsidP="000D207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>передачі  її в постійне користування</w:t>
      </w:r>
    </w:p>
    <w:p w:rsidR="000D2074" w:rsidRPr="008E3616" w:rsidRDefault="000D2074" w:rsidP="000D207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КП </w:t>
      </w:r>
      <w:proofErr w:type="spellStart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p w:rsidR="000D2074" w:rsidRPr="008E3616" w:rsidRDefault="000D2074" w:rsidP="000D207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«Спеціалізоване </w:t>
      </w:r>
      <w:proofErr w:type="spellStart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лісокомунальне</w:t>
      </w:r>
      <w:proofErr w:type="spellEnd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підприємство»</w:t>
      </w:r>
    </w:p>
    <w:p w:rsidR="000D2074" w:rsidRPr="008E3616" w:rsidRDefault="000D2074" w:rsidP="000D20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074" w:rsidRPr="008E3616" w:rsidRDefault="000D2074" w:rsidP="000D207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8E3616">
        <w:rPr>
          <w:rFonts w:ascii="Times New Roman" w:eastAsia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</w:t>
      </w:r>
      <w:r>
        <w:rPr>
          <w:rFonts w:ascii="Times New Roman" w:eastAsia="Times New Roman" w:hAnsi="Times New Roman" w:cs="Times New Roman"/>
          <w:sz w:val="24"/>
          <w:szCs w:val="24"/>
        </w:rPr>
        <w:t>раїні», статей 12,92,</w:t>
      </w:r>
      <w:r w:rsidRPr="008E3616">
        <w:rPr>
          <w:rFonts w:ascii="Times New Roman" w:eastAsia="Times New Roman" w:hAnsi="Times New Roman" w:cs="Times New Roman"/>
          <w:sz w:val="24"/>
          <w:szCs w:val="24"/>
        </w:rPr>
        <w:t>122</w:t>
      </w:r>
      <w:r>
        <w:rPr>
          <w:rFonts w:ascii="Times New Roman" w:eastAsia="Times New Roman" w:hAnsi="Times New Roman" w:cs="Times New Roman"/>
          <w:sz w:val="24"/>
          <w:szCs w:val="24"/>
        </w:rPr>
        <w:t>,186</w:t>
      </w:r>
      <w:r w:rsidRPr="008E3616">
        <w:rPr>
          <w:rFonts w:ascii="Times New Roman" w:eastAsia="Times New Roman" w:hAnsi="Times New Roman" w:cs="Times New Roman"/>
          <w:sz w:val="24"/>
          <w:szCs w:val="24"/>
        </w:rPr>
        <w:t xml:space="preserve">  Земельного кодексу України, Закону України «Про </w:t>
      </w:r>
      <w:proofErr w:type="spellStart"/>
      <w:r w:rsidRPr="008E3616">
        <w:rPr>
          <w:rFonts w:ascii="Times New Roman" w:eastAsia="Times New Roman" w:hAnsi="Times New Roman" w:cs="Times New Roman"/>
          <w:sz w:val="24"/>
          <w:szCs w:val="24"/>
        </w:rPr>
        <w:t>землеустрій»,</w:t>
      </w:r>
      <w:r w:rsidRPr="008E3616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заяву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КП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</w:p>
    <w:p w:rsidR="000D2074" w:rsidRPr="008E3616" w:rsidRDefault="000D2074" w:rsidP="000D207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«Спеціалізоване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лісокомунальне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підприємство»</w:t>
      </w: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, </w:t>
      </w:r>
      <w:r w:rsidRPr="008E3616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0D2074" w:rsidRPr="008E3616" w:rsidRDefault="000D2074" w:rsidP="000D20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0D2074" w:rsidRPr="008E3616" w:rsidRDefault="000D2074" w:rsidP="000D207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КП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«Спеціалізоване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лісокомунальне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підприємство»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лісового господарства і пов’язаних  з ним послуг,  площею  13,3000 га, яка розташована Хмельницька область,  Шепетівський район,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2074" w:rsidRPr="008E3616" w:rsidRDefault="000D2074" w:rsidP="000D207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КП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«Спеціалізоване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лісокомунальне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підприємство», ідентифікаційний код юридичної особи 43688959, 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в постійне користування земельну ділянку, площею 13,3000 га, кадастровий номер: 6823984000:03:021:0023, для ведення лісового господарства і пов’язаних  з ним послуг,  яка розташована Хмельницька область,  Шепетівський район,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2074" w:rsidRPr="008E3616" w:rsidRDefault="000D2074" w:rsidP="000D207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КП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«Спеціалізоване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лісокомунальне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підприємство»,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якому передана земельна ділянка в постійне користування,   посвідчити право   в установленому  законом порядку.</w:t>
      </w:r>
    </w:p>
    <w:p w:rsidR="000D2074" w:rsidRPr="008E3616" w:rsidRDefault="000D2074" w:rsidP="000D207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D2074" w:rsidRPr="008E3616" w:rsidRDefault="000D2074" w:rsidP="000D20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074" w:rsidRPr="00F6004B" w:rsidRDefault="000D2074" w:rsidP="000D207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</w:t>
      </w:r>
      <w:r>
        <w:rPr>
          <w:rFonts w:ascii="Times New Roman" w:eastAsia="Arial Unicode MS" w:hAnsi="Times New Roman" w:cs="Times New Roman"/>
          <w:sz w:val="24"/>
          <w:szCs w:val="24"/>
        </w:rPr>
        <w:t>К</w:t>
      </w:r>
    </w:p>
    <w:p w:rsidR="00380427" w:rsidRDefault="00380427">
      <w:bookmarkStart w:id="0" w:name="_GoBack"/>
      <w:bookmarkEnd w:id="0"/>
    </w:p>
    <w:sectPr w:rsidR="0038042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074"/>
    <w:rsid w:val="000D2074"/>
    <w:rsid w:val="0038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7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0D20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D2074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7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0D20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D2074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313</Words>
  <Characters>1790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2022-02-08T06:41:00Z</dcterms:created>
  <dcterms:modified xsi:type="dcterms:W3CDTF">2022-02-08T06:42:00Z</dcterms:modified>
</cp:coreProperties>
</file>