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3B" w:rsidRDefault="00B76A3B" w:rsidP="00B7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5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52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5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52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5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52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5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52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5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53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3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3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53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53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5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54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542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543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544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545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546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547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548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549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550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551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jeuSXgAAEl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">
                <v:shape id="Freeform 1522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2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24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2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26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52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528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2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30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53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532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3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34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53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536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53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538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53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540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54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542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543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544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545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546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547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548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549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550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551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76A3B" w:rsidRDefault="00B76A3B" w:rsidP="00B7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76A3B" w:rsidRDefault="00B76A3B" w:rsidP="00B7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76A3B" w:rsidRDefault="00B76A3B" w:rsidP="00B76A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76A3B" w:rsidRDefault="00B76A3B" w:rsidP="00B76A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76A3B" w:rsidRDefault="00B76A3B" w:rsidP="00B76A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76A3B" w:rsidRDefault="00B76A3B" w:rsidP="00B76A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6A3B" w:rsidRDefault="00B76A3B" w:rsidP="00B76A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A3B" w:rsidRDefault="00B76A3B" w:rsidP="00B7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76A3B" w:rsidRDefault="00B76A3B" w:rsidP="00B7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6A3B" w:rsidRDefault="00B76A3B" w:rsidP="00B7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76A3B" w:rsidRDefault="00B76A3B" w:rsidP="00B76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B76A3B" w:rsidRDefault="00B76A3B" w:rsidP="00B76A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76A3B" w:rsidRDefault="00B76A3B" w:rsidP="00B76A3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76A3B" w:rsidRDefault="00B76A3B" w:rsidP="00B76A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76A3B" w:rsidRDefault="00B76A3B" w:rsidP="00B76A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76A3B" w:rsidRDefault="00B76A3B" w:rsidP="00B76A3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Жук Л.М.</w:t>
      </w:r>
    </w:p>
    <w:p w:rsidR="00B76A3B" w:rsidRDefault="00B76A3B" w:rsidP="00B76A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76A3B" w:rsidRDefault="00B76A3B" w:rsidP="00B76A3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Жук Л.М.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76A3B" w:rsidRDefault="00B76A3B" w:rsidP="00B76A3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76A3B" w:rsidRDefault="00B76A3B" w:rsidP="00B76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Жук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Любові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Михайлівні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14C1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0,15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76A3B" w:rsidRDefault="00B76A3B" w:rsidP="00B76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Жук Л.М.,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76A3B" w:rsidRDefault="00B76A3B" w:rsidP="00B76A3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76A3B" w:rsidRDefault="00B76A3B" w:rsidP="00B76A3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6A3B" w:rsidRDefault="00B76A3B" w:rsidP="00B76A3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E3CCF" w:rsidRPr="00B76A3B" w:rsidRDefault="00B76A3B" w:rsidP="00B76A3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B76A3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3B"/>
    <w:rsid w:val="00171A2E"/>
    <w:rsid w:val="00304C90"/>
    <w:rsid w:val="00505B6D"/>
    <w:rsid w:val="00514C1E"/>
    <w:rsid w:val="006D3977"/>
    <w:rsid w:val="007D6C18"/>
    <w:rsid w:val="007E3CCF"/>
    <w:rsid w:val="00B76A3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2020-07-20T16:34:00Z</dcterms:created>
  <dcterms:modified xsi:type="dcterms:W3CDTF">2020-07-20T16:47:00Z</dcterms:modified>
</cp:coreProperties>
</file>