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5D" w:rsidRDefault="008B465D" w:rsidP="008B465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B465D" w:rsidRDefault="008B465D" w:rsidP="008B4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BF4CDE" wp14:editId="67F4877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32" name="Группа 15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5D" w:rsidRDefault="008B465D" w:rsidP="008B46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3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RDMEA&#10;AADeAAAADwAAAGRycy9kb3ducmV2LnhtbERPy6rCMBDdX/AfwgjurqktPqhGEVFxIYiv/dCMbbGZ&#10;lCZq/XsjXLi7OZznzBatqcSTGldaVjDoRyCIM6tLzhVczpvfCQjnkTVWlknBmxws5p2fGabavvhI&#10;z5PPRQhhl6KCwvs6ldJlBRl0fVsTB+5mG4M+wCaXusFXCDeVjKNoJA2WHBoKrGlVUHY/PYwCm2x3&#10;+2seH5M1jz0vD5Pbtd0r1eu2yykIT63/F/+5dzrMH8ZJAt93wg1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d0Q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728cA&#10;AADeAAAADwAAAGRycy9kb3ducmV2LnhtbERPS2sCMRC+F/ofwhS8iGa1rdqtUUTYvg6CD+h12Ew3&#10;224mSxJ1669vCoXe5uN7znzZ2UacyIfasYLRMANBXDpdc6XgsC8GMxAhImtsHJOCbwqwXFxfzTHX&#10;7sxbOu1iJVIIhxwVmBjbXMpQGrIYhq4lTtyH8xZjgr6S2uM5hdtGjrNsIi3WnBoMtrQ2VH7tjlbB&#10;Z7Ex7+vp5cn3H7Z06Rdvz83rRKneTbd6BBGpi//iP/eLTvPvx7d3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w+9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6Qc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dlkO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/p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xDM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i/K6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5cQ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Brc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cfD0RS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cG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A5ccA&#10;AADeAAAADwAAAGRycy9kb3ducmV2LnhtbESPT0vDQBDF7wW/wzKCN7sx2lpit0VqBRF6sArF25Cd&#10;JsHsH3anTfz2zkHobYb35r3fLNej69WZUu6CN3A3LUCRr4PtfGPg6/P1dgEqM3qLffBk4JcyrFdX&#10;kyVWNgz+g857bpSE+FyhgZY5VlrnuiWHeRoiedGOITlkWVOjbcJBwl2vy6KYa4edl4YWI21aqn/2&#10;J2dgN2zj++N8dozf6aHU+cXyYcPG3FyPz0+gmEa+mP+v36zgz8p74ZV3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qQO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4l8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zybTN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/i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9oiMUA&#10;AADeAAAADwAAAGRycy9kb3ducmV2LnhtbESPQWvDMAyF74P9B6PBbqvT0I6S1S2lJTDGLuv2A0Ss&#10;xWljOdhumv776jDYTUJP771vvZ18r0aKqQtsYD4rQBE3wXbcGvj5rl9WoFJGttgHJgM3SrDdPD6s&#10;sbLhyl80HnOrxIRThQZczkOldWoceUyzMBDL7TdEj1nW2Gob8SrmvtdlUbxqjx1LgsOB9o6a8/Hi&#10;DdQf5ed4vthYh9208LR0p9XBGfP8NO3eQGWa8r/47/vdSv1luRAAwZ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2i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OH7M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01f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4f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FTZM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f5ZPc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8VN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oF8AA&#10;AADeAAAADwAAAGRycy9kb3ducmV2LnhtbERPy6rCMBDdC/5DGMGdTX1UpBpFBOW6vNUPGJqxLTaT&#10;2kRb//5GEO5uDuc5m11vavGi1lWWFUyjGARxbnXFhYLr5ThZgXAeWWNtmRS8ycFuOxxsMNW24196&#10;Zb4QIYRdigpK75tUSpeXZNBFtiEO3M22Bn2AbSF1i10IN7WcxfFSGqw4NJTY0KGk/J49jYLFuzs9&#10;suQeH7Wh6XnenNnniVLjUb9fg/DU+3/x1/2jw/xktpjD551wg9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NoF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mzMMA&#10;AADeAAAADwAAAGRycy9kb3ducmV2LnhtbERPTYvCMBC9C/sfwizszaZbVNxqFFlxEU/aVc9DM7bF&#10;ZlKaqPXfG0HwNo/3OdN5Z2pxpdZVlhV8RzEI4tzqigsF+/9VfwzCeWSNtWVScCcH89lHb4qptjfe&#10;0TXzhQgh7FJUUHrfpFK6vCSDLrINceBOtjXoA2wLqVu8hXBTyySOR9JgxaGhxIZ+S8rP2cUouIyO&#10;yZ5PG73Nlve/n+Vq4eShUOrrs1tMQHjq/Fv8cq91mD9MBg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jmz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zSsYA&#10;AADeAAAADwAAAGRycy9kb3ducmV2LnhtbERPS2vCQBC+F/oflhG81Y2vYFNXqYJgezBU7cHbmJ0m&#10;abOzMbtq/PduodDbfHzPmc5bU4kLNa60rKDfi0AQZ1aXnCvY71ZPExDOI2usLJOCGzmYzx4fppho&#10;e+UPumx9LkIIuwQVFN7XiZQuK8ig69maOHBftjHoA2xyqRu8hnBTyUEUxdJgyaGhwJqWBWU/27NR&#10;8JlO4ud08Tb6ft8ccWj06aDLWKlup319AeGp9f/iP/dah/njwWgM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vz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D6qcQA&#10;AADeAAAADwAAAGRycy9kb3ducmV2LnhtbERPS2vCQBC+F/oflhF6qxtTGyRmI31QFU+pCl6H7JgE&#10;s7Mhu9XYX+8Khd7m43tOthhMK87Uu8aygsk4AkFcWt1wpWC/+3qegXAeWWNrmRRcycEif3zIMNX2&#10;wt903vpKhBB2KSqove9SKV1Zk0E3th1x4I62N+gD7Cupe7yEcNPKOIoSabDh0FBjRx81laftj1Hw&#10;mxywcKv4/fNFe7pOZ0u7KZZKPY2GtzkIT4P/F/+51zrMf42nCdzfCT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Q+q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2nMMA&#10;AADeAAAADwAAAGRycy9kb3ducmV2LnhtbERPzWrCQBC+F3yHZYTe6sYQrUZXKUWht2rqAwzZcRPM&#10;zsbsVmOfvisI3ubj+53lureNuFDna8cKxqMEBHHpdM1GweFn+zYD4QOyxsYxKbiRh/Vq8LLEXLsr&#10;7+lSBCNiCPscFVQhtLmUvqzIoh+5ljhyR9dZDBF2RuoOrzHcNjJNkqm0WHNsqLClz4rKU/FrFZxd&#10;OtF9scHv02a+q43Jzn/7TKnXYf+xABGoD0/xw/2l4/xJmr3D/Z14g1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U2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EBcYA&#10;AADeAAAADwAAAGRycy9kb3ducmV2LnhtbESPQW/CMAyF70j8h8hI3CAFBmMdAQHSJK6wHXb0EtN2&#10;a5zSBOj26+fDpN1svef3Pq82na/VjdpYBTYwGWegiG1wFRcG3l5fRktQMSE7rAOTgW+KsFn3eyvM&#10;XbjzkW6nVCgJ4ZijgTKlJtc62pI8xnFoiEU7h9ZjkrUttGvxLuG+1tMsW2iPFUtDiQ3tS7Jfp6s3&#10;cKg+aL6w5ye/3Nnj+88lzR4/nTHDQbd9BpWoS//mv+uDE/z59EF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bEB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YScYA&#10;AADeAAAADwAAAGRycy9kb3ducmV2LnhtbERPXWvCQBB8L/gfjhX6Vi+GWmr0FC0UKlXBD/R1ya25&#10;YG4v5K4x/vueUOjb7M7OzM503tlKtNT40rGC4SABQZw7XXKh4Hj4fHkH4QOyxsoxKbiTh/ms9zTF&#10;TLsb76jdh0JEE/YZKjAh1JmUPjdk0Q9cTRy5i2sshjg2hdQN3qK5rWSaJG/SYskxwWBNH4by6/7H&#10;Kmhxe0/OZrkZr8p1nm6Xp28d9+q53y0mIAJ14f/4T/2l4/uj9HUM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uYS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4k8QA&#10;AADeAAAADwAAAGRycy9kb3ducmV2LnhtbESPQU/DMAyF70j8h8hI3FhKpSFUlk0IaYgjFA4cTeM1&#10;HY1dJWEt/Hp8QOJmy8/vvW+zW+JoTpTyIOzgelWBIe7ED9w7eHvdX92CyQXZ4yhMDr4pw257frbB&#10;xsvML3RqS2/UhHODDkIpU2Nt7gJFzCuZiPV2kBSx6Jp66xPOah5HW1fVjY04sCYEnOghUPfZfkUH&#10;82P3cawP7z78pEn27bMc61Gcu7xY7u/AFFrKv/jv+8lr/XW9Vg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eJ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HNH8UA&#10;AADeAAAADwAAAGRycy9kb3ducmV2LnhtbERP22oCMRB9L/QfwhT6VrMuWGU1itUKRSzi7X3cjLvb&#10;JpNlk+r690Yo+DaHc53RpLVGnKnxlWMF3U4Cgjh3uuJCwX63eBuA8AFZo3FMCq7kYTJ+fhphpt2F&#10;N3TehkLEEPYZKihDqDMpfV6SRd9xNXHkTq6xGCJsCqkbvMRwa2SaJO/SYsWxocSaZiXlv9s/q2Cx&#10;npuf9HszPcgw++wfzWD5MV8p9frSTocgArXhIf53f+k4v5f2un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8c0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O/MUA&#10;AADeAAAADwAAAGRycy9kb3ducmV2LnhtbERPTWvCQBC9C/6HZYReSrNpSkRiVpFCUaFCqwWvY3ZM&#10;gtnZkF1j+u+7QsHbPN7n5MvBNKKnztWWFbxGMQjiwuqaSwU/h4+XGQjnkTU2lknBLzlYLsajHDNt&#10;b/xN/d6XIoSwy1BB5X2bSemKigy6yLbEgTvbzqAPsCul7vAWwk0jkzieSoM1h4YKW3qvqLjsr0ZB&#10;//V5Kje9a7eX2bNL307r9U4flXqaDKs5CE+Df4j/3Rsd5qdJmsD9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1Y78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VesYA&#10;AADeAAAADwAAAGRycy9kb3ducmV2LnhtbERPTWvCQBC9C/0Pywi96ca0KTZ1lVoQehHU9lBvY3aa&#10;BLOz6e6q0V/vCkJv83ifM5l1phFHcr62rGA0TEAQF1bXXCr4/loMxiB8QNbYWCYFZ/Iwmz70Jphr&#10;e+I1HTehFDGEfY4KqhDaXEpfVGTQD21LHLlf6wyGCF0ptcNTDDeNTJPkRRqsOTZU2NJHRcV+czAK&#10;5q/j+d/qmZeX9W5L25/dPktdotRjv3t/AxGoC//iu/tTx/lZmj3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VVesYAAADeAAAADwAAAAAAAAAAAAAAAACYAgAAZHJz&#10;L2Rvd25yZXYueG1sUEsFBgAAAAAEAAQA9QAAAIsDAAAAAA==&#10;" fillcolor="black" stroked="f"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/DDsYA&#10;AADeAAAADwAAAGRycy9kb3ducmV2LnhtbERPS2vCQBC+F/oflil4q5uGRiR1ldoHFNSDtocex+yY&#10;LMnOhuyq0V/vCoK3+fieM5n1thEH6rxxrOBlmIAgLpw2XCr4+/1+HoPwAVlj45gUnMjDbPr4MMFc&#10;uyOv6bAJpYgh7HNUUIXQ5lL6oiKLfuha4sjtXGcxRNiVUnd4jOG2kWmSjKRFw7GhwpY+Kirqzd4q&#10;+F+MzHhtKN0uz/Mvvczq+eqzVmrw1L+/gQjUh7v45v7RcX6WZq9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/DD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ELp8QA&#10;AADeAAAADwAAAGRycy9kb3ducmV2LnhtbERPTWsCMRC9C/6HMEJvNVthRbZGkRaxlx5qlV6HzXSz&#10;3c1km0Rd/fVGELzN433OfNnbVhzJh9qxgpdxBoK4dLrmSsHue/08AxEissbWMSk4U4DlYjiYY6Hd&#10;ib/ouI2VSCEcClRgYuwKKUNpyGIYu444cb/OW4wJ+kpqj6cUbls5ybKptFhzajDY0ZuhstkerAK/&#10;+nlvLnzYN9nl8xw2f/3/DI1ST6N+9QoiUh8f4rv7Q6f5+STP4fZOu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BC6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jm8QA&#10;AADeAAAADwAAAGRycy9kb3ducmV2LnhtbERP22rCQBB9L/Qflin0peimAa1GVykFoVARtH7AmB2T&#10;0N3ZkB019uu7BcG3OZzrzJe9d+pMXWwCG3gdZqCIy2Abrgzsv1eDCagoyBZdYDJwpQjLxePDHAsb&#10;Lryl804qlUI4FmigFmkLrWNZk8c4DC1x4o6h8ygJdpW2HV5SuHc6z7Kx9thwaqixpY+ayp/dyRtw&#10;+cFNv97iWq57vc5+vWxfNtaY56f+fQZKqJe7+Ob+tGn+KB+N4f+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I5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7HWsUA&#10;AADeAAAADwAAAGRycy9kb3ducmV2LnhtbERPS2sCMRC+F/ofwhS81awLtrI1ig+EvfTQ1eJ13Ew3&#10;S5PJsom6+uubQqG3+fieM18OzooL9aH1rGAyzkAQ11633Cg47HfPMxAhImu0nknBjQIsF48Pcyy0&#10;v/IHXarYiBTCoUAFJsaukDLUhhyGse+IE/fle4cxwb6RusdrCndW5ln2Ih22nBoMdrQxVH9XZ6dg&#10;W3U2P5RmHY6f76eTLe87Om6VGj0NqzcQkYb4L/5zlzrNn+bTV/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sd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hHsYA&#10;AADeAAAADwAAAGRycy9kb3ducmV2LnhtbESPT2sCMRDF74V+hzAFbzWpoJatUUqpIHiqfw69Dcl0&#10;d3UzWTbRXb995yB4m+G9ee83i9UQGnWlLtWRLbyNDShiF33NpYXDfv36DiplZI9NZLJwowSr5fPT&#10;Agsfe/6h6y6XSkI4FWihyrkttE6uooBpHFti0f5iFzDL2pXad9hLeGj0xJiZDlizNFTY0ldF7ry7&#10;BAuntd5GZ9AdD8d+4+e/3zNqjLWjl+HzA1SmIT/M9+uNF/zpZCq88o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ThH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C34sQA&#10;AADeAAAADwAAAGRycy9kb3ducmV2LnhtbERPS2vCQBC+F/wPywi91Y0Ri0ZXUUEoLT34QDyO2TEJ&#10;yc6G3VXTf98tFLzNx/ec+bIzjbiT85VlBcNBAoI4t7riQsHxsH2bgPABWWNjmRT8kIflovcyx0zb&#10;B+/ovg+FiCHsM1RQhtBmUvq8JIN+YFviyF2tMxgidIXUDh8x3DQyTZJ3abDi2FBiS5uS8np/MwrO&#10;ty++fo8+V24dTrY7+Dq9TGqlXvvdagYiUBee4n/3h47zx+l4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At+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BsMkA&#10;AADeAAAADwAAAGRycy9kb3ducmV2LnhtbESPQW/CMAyF70j7D5EncYN0FSDWEdBAQuIyabAdxs00&#10;XlvROF0SoNuvnw+TdrPl5/fet1j1rlVXCrHxbOBhnIEiLr1tuDLw/rYdzUHFhGyx9UwGvinCank3&#10;WGBh/Y33dD2kSokJxwIN1Cl1hdaxrMlhHPuOWG6fPjhMsoZK24A3MXetzrNsph02LAk1drSpqTwf&#10;Ls7A+nG+/nqd8MvP/nSk48fpPM1DZszwvn9+ApWoT//iv++dlfrTfCY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EsBsMkAAADeAAAADwAAAAAAAAAAAAAAAACYAgAA&#10;ZHJzL2Rvd25yZXYueG1sUEsFBgAAAAAEAAQA9QAAAI4DAAAAAA==&#10;" fillcolor="black" stroked="f"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vgcQA&#10;AADeAAAADwAAAGRycy9kb3ducmV2LnhtbERPS0sDMRC+C/0PYQRvNtuKpWyblqVQFE/bh3idbqab&#10;xc1kSWK6/nsjCN7m43vOejvaXiTyoXOsYDYtQBA3TnfcKjif9o9LECEia+wdk4JvCrDdTO7WWGp3&#10;4wOlY2xFDuFQogIT41BKGRpDFsPUDcSZuzpvMWboW6k93nK47eW8KBbSYse5weBAO0PN5/HLKkiX&#10;XV09pY9kDm++ar2rX94vtVIP92O1AhFpjP/iP/erzvOf54s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xr4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91/8UA&#10;AADeAAAADwAAAGRycy9kb3ducmV2LnhtbERPTWvCQBC9F/oflhF6042BhhpdRaQt1Us1FupxyE6z&#10;odnZkN3G6K/vFoTe5vE+Z7EabCN66nztWMF0koAgLp2uuVLwcXwZP4HwAVlj45gUXMjDanl/t8Bc&#10;uzMfqC9CJWII+xwVmBDaXEpfGrLoJ64ljtyX6yyGCLtK6g7PMdw2Mk2STFqsOTYYbGljqPwufqwC&#10;P908f+7sddafXg2/F1uT7Suj1MNoWM9BBBrCv/jmftNx/mOapfD3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3X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465D" w:rsidRDefault="008B465D" w:rsidP="008B46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B465D" w:rsidRDefault="008B465D" w:rsidP="008B465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B465D" w:rsidRDefault="008B465D" w:rsidP="008B465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B465D" w:rsidRDefault="008B465D" w:rsidP="008B465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8B465D" w:rsidRDefault="008B465D" w:rsidP="008B465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B465D" w:rsidRDefault="008B465D" w:rsidP="008B465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Суглоб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Д.В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Суглоб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B465D" w:rsidRDefault="008B465D" w:rsidP="008B46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Суглоб Дмитру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A3537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Суглоб Д.В,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B465D" w:rsidRDefault="008B465D" w:rsidP="008B46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B465D" w:rsidRDefault="008B465D" w:rsidP="008B46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B465D" w:rsidRDefault="008B465D" w:rsidP="008B465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B465D" w:rsidRDefault="008B465D" w:rsidP="008B46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B465D" w:rsidRDefault="008B465D" w:rsidP="008B46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B465D" w:rsidRPr="008B465D" w:rsidRDefault="008B465D" w:rsidP="008B46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8B465D" w:rsidRDefault="008B465D" w:rsidP="008B46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C7E43" w:rsidRPr="008B465D" w:rsidRDefault="008B465D" w:rsidP="008B46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CC7E43" w:rsidRPr="008B46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5D"/>
    <w:rsid w:val="008A3537"/>
    <w:rsid w:val="008B465D"/>
    <w:rsid w:val="00CC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5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242</Words>
  <Characters>1383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2021-07-19T06:00:00Z</dcterms:created>
  <dcterms:modified xsi:type="dcterms:W3CDTF">2021-07-19T06:29:00Z</dcterms:modified>
</cp:coreProperties>
</file>