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71" w:rsidRDefault="00C75471" w:rsidP="00C7547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471" w:rsidRDefault="00C75471" w:rsidP="00C754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5471" w:rsidRDefault="00C75471" w:rsidP="00C754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5471" w:rsidRDefault="00C75471" w:rsidP="00C754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75471" w:rsidRDefault="00C75471" w:rsidP="00C754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5471" w:rsidRDefault="00C75471" w:rsidP="00C754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№61</w:t>
      </w:r>
    </w:p>
    <w:p w:rsidR="00C75471" w:rsidRPr="005A0943" w:rsidRDefault="00C75471" w:rsidP="00C754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C75471" w:rsidRPr="001C55EE" w:rsidRDefault="00C75471" w:rsidP="00C754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C75471" w:rsidRPr="001C55EE" w:rsidRDefault="00C75471" w:rsidP="00C754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C75471" w:rsidRPr="001C55EE" w:rsidRDefault="00C75471" w:rsidP="00C754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C75471" w:rsidRPr="001C55EE" w:rsidRDefault="00C75471" w:rsidP="00C754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6823984700:04:005:0034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C75471" w:rsidRPr="001C55EE" w:rsidRDefault="00C75471" w:rsidP="00C7547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471" w:rsidRPr="001C55EE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75471" w:rsidRPr="001C55EE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75471" w:rsidRDefault="00C75471" w:rsidP="00C7547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2,9033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6823984700:04:005:0034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Лисиченська (Крупецька) сільська рада.</w:t>
      </w:r>
    </w:p>
    <w:p w:rsidR="00C75471" w:rsidRPr="001C55EE" w:rsidRDefault="00C75471" w:rsidP="00C7547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C75471" w:rsidRPr="001C55EE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75471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5471" w:rsidRPr="001C55EE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5471" w:rsidRPr="001C55EE" w:rsidRDefault="00C75471" w:rsidP="00C754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378B" w:rsidRPr="00C75471" w:rsidRDefault="00C75471" w:rsidP="00C7547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  <w:bookmarkStart w:id="0" w:name="_GoBack"/>
      <w:bookmarkEnd w:id="0"/>
    </w:p>
    <w:sectPr w:rsidR="0031378B" w:rsidRPr="00C754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71"/>
    <w:rsid w:val="00171A2E"/>
    <w:rsid w:val="00304C90"/>
    <w:rsid w:val="0031378B"/>
    <w:rsid w:val="00505B6D"/>
    <w:rsid w:val="006D3977"/>
    <w:rsid w:val="007D6C18"/>
    <w:rsid w:val="00C7547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6A06D13"/>
  <w15:docId w15:val="{B9FC4082-4AC5-4960-9D1F-A37B3B6E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47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C754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7547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7547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2021-04-28T11:48:00Z</dcterms:created>
  <dcterms:modified xsi:type="dcterms:W3CDTF">2021-04-28T11:49:00Z</dcterms:modified>
</cp:coreProperties>
</file>