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266" w:rsidRPr="00E83DE6" w:rsidRDefault="00D70266" w:rsidP="00D70266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D70266" w:rsidRPr="00E83DE6" w:rsidRDefault="00D70266" w:rsidP="00D70266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70266" w:rsidRPr="00E83DE6" w:rsidRDefault="00BE0BE6" w:rsidP="00D7026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BE0BE6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N8lL4A&#10;AADdAAAADwAAAGRycy9kb3ducmV2LnhtbERPSwrCMBDdC94hjOBOU62oVKOIqLgQxN9+aMa22ExK&#10;E7Xe3iwEl4/3ny8bU4oX1a6wrGDQj0AQp1YXnCm4Xra9KQjnkTWWlknBhxwsF+3WHBNt33yi19ln&#10;IoSwS1BB7n2VSOnSnAy6vq2IA3e3tUEfYJ1JXeM7hJtSDqNoLA0WHBpyrGidU/o4P40CG+/2h1s2&#10;PMUbnnheHaf3W3NQqttpVjMQnhr/F//ce60gHk3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YzfJS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kdAcgA&#10;AADdAAAADwAAAGRycy9kb3ducmV2LnhtbESPS2vDMBCE74X+B7GFXkIipy15uFFCCLivQyAPyHWx&#10;tpZba2UkJXHz66NCocdhZr5hZovONuJEPtSOFQwHGQji0umaKwX7XdGfgAgRWWPjmBT8UIDF/PZm&#10;hrl2Z97QaRsrkSAcclRgYmxzKUNpyGIYuJY4eZ/OW4xJ+kpqj+cEt418yLKRtFhzWjDY0spQ+b09&#10;WgVfxdocVuPLi+9NN3TpFR+vzftIqfu7bvkMIlIX/8N/7Tet4PFpPIXfN+kJyP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aR0B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6mxMEA&#10;AADdAAAADwAAAGRycy9kb3ducmV2LnhtbERPzWrCQBC+F3yHZQpeSt1UpUjqKiIq4kXUPsCQHbOh&#10;2dmQ3Zr49s5B8Pjx/c+Xva/VjdpYBTbwNcpAERfBVlwa+L1sP2egYkK2WAcmA3eKsFwM3uaY29Dx&#10;iW7nVCoJ4ZijAZdSk2sdC0ce4yg0xMJdQ+sxCWxLbVvsJNzXepxl39pjxdLgsKG1o+Lv/O+l5DjB&#10;4+HaXba7HjvcHBx/rE7GDN/71Q+oRH16iZ/uvTUwmc5k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epsT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nW/8YA&#10;AADdAAAADwAAAGRycy9kb3ducmV2LnhtbESPQUsDMRSE70L/Q3iCN5ttrW1Zm5ZSFUTwYFso3h6b&#10;193FzUtInt313xtB8DjMzDfMajO4Tl0optazgcm4AEVcedtybeB4eL5dgkqCbLHzTAa+KcFmPbpa&#10;YWl9z+902UutMoRTiQYakVBqnaqGHKaxD8TZO/voULKMtbYR+wx3nZ4WxVw7bDkvNBho11D1uf9y&#10;Bt76p/C6mN+fw0ecTXV6tHLaiTE318P2AZTQIP/hv/aLNXA3W07g901+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nW/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CdKMQA&#10;AADdAAAADwAAAGRycy9kb3ducmV2LnhtbESP32rCMBTG7we+QziCN0PT6RhSjaWIyuhNUfcAh+bY&#10;FJuT0mS2vv0yGOzy4/vz49tmo23Fg3rfOFbwtkhAEFdON1wr+Loe52sQPiBrbB2Tgid5yHaTly2m&#10;2g18pscl1CKOsE9RgQmhS6X0lSGLfuE64ujdXG8xRNnXUvc4xHHbymWSfEiLDUeCwY72hqr75dtG&#10;SLnCsrgN1+NpxAEPheHX/KzUbDrmGxCBxvAf/mt/agWr9/U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AnS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ftE8YA&#10;AADdAAAADwAAAGRycy9kb3ducmV2LnhtbESPQUsDMRSE74L/ITyhN5u1rbWsTYvUFkTwYC0Ub4/N&#10;6+7i5iUkr9313xtB8DjMzDfMcj24Tl0optazgbtxAYq48rbl2sDhY3e7AJUE2WLnmQx8U4L16vpq&#10;iaX1Pb/TZS+1yhBOJRpoREKpdaoacpjGPhBn7+SjQ8ky1tpG7DPcdXpSFHPtsOW80GCgTUPV1/7s&#10;DLz12/D6ML8/hc84m+j0bOW4EWNGN8PTIyihQf7Df+0Xa2A6W0zh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ftE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7VGcYA&#10;AADdAAAADwAAAGRycy9kb3ducmV2LnhtbESP3WoCMRSE74W+QziF3pSa9a/I1igqhAoKUlvo7WFz&#10;3F26OVmS1N2+vREKXg4z8w2zWPW2ERfyoXasYDTMQBAXztRcKvj61C9zECEiG2wck4I/CrBaPgwW&#10;mBvX8QddTrEUCcIhRwVVjG0uZSgqshiGriVO3tl5izFJX0rjsUtw28hxlr1KizWnhQpb2lZU/Jx+&#10;rYLNsSsn/rnY9G5/fv+eaW30QSv19Niv30BE6uM9/N/eGQWT6XwKt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7VG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oqx8QA&#10;AADdAAAADwAAAGRycy9kb3ducmV2LnhtbESP3WoCMRSE7wt9h3AK3tVsrcqyGkVaFqT0xp8HOGyO&#10;m9XNyZLEdX17Uyh4OczMN8xyPdhW9ORD41jBxzgDQVw53XCt4Hgo33MQISJrbB2TgjsFWK9eX5ZY&#10;aHfjHfX7WIsE4VCgAhNjV0gZKkMWw9h1xMk7OW8xJulrqT3eEty2cpJlc2mx4bRgsKMvQ9Vlf7UK&#10;yp/Jb3+5al+6zTC1NDPn/NsoNXobNgsQkYb4DP+3t1rB5zSfwd+b9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qKs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Du9cYA&#10;AADdAAAADwAAAGRycy9kb3ducmV2LnhtbESPQWsCMRSE7wX/Q3iCl1Kz1SqyGkULoUIFqS14fWye&#10;u4ublyVJ3e2/b4RCj8PMfMOsNr1txI18qB0reB5nIIgLZ2ouFXx96qcFiBCRDTaOScEPBdisBw8r&#10;zI3r+INup1iKBOGQo4IqxjaXMhQVWQxj1xIn7+K8xZikL6Xx2CW4beQky+bSYs1pocKWXisqrqdv&#10;q2B37Mqpfyx2vXu/vJ1nWht90EqNhv12CSJSH//Df+29UTB9Wczh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Du9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QRK8QA&#10;AADdAAAADwAAAGRycy9kb3ducmV2LnhtbESPUWvCMBSF3wX/Q7gD3zSd0610RhFHQYYvc/sBl+au&#10;6WxuShJr/fdmIPh4OOd8h7PaDLYVPfnQOFbwPMtAEFdON1wr+PkupzmIEJE1to5JwZUCbNbj0QoL&#10;7S78Rf0x1iJBOBSowMTYFVKGypDFMHMdcfJ+nbcYk/S11B4vCW5bOc+yV2mx4bRgsKOdoep0PFsF&#10;5ef80J/O2pduOywsLc1f/mGUmjwN23cQkYb4CN/be63gZZG/wf+b9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0ES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6ff7wA&#10;AADdAAAADwAAAGRycy9kb3ducmV2LnhtbERPSwrCMBDdC94hjODOpn6RahQRFF1aPcDQjG2xmdQm&#10;2np7sxBcPt5/ve1MJd7UuNKygnEUgyDOrC45V3C7HkZLEM4ja6wsk4IPOdhu+r01Jtq2fKF36nMR&#10;QtglqKDwvk6kdFlBBl1ka+LA3W1j0AfY5FI32IZwU8lJHC+kwZJDQ4E17QvKHunLKJh92uMznT/i&#10;gzY0Pk/rM/tsrtRw0O1WIDx1/i/+uU9awXS2DHPDm/AE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J7p9/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Aj+MYA&#10;AADdAAAADwAAAGRycy9kb3ducmV2LnhtbESPQWvCQBSE70L/w/IKvemmqYhGNyFUUkpPbWp7fmSf&#10;STD7NmRXE/+9Wyh4HGbmG2aXTaYTFxpca1nB8yICQVxZ3XKt4PBdzNcgnEfW2FkmBVdykKUPsx0m&#10;2o78RZfS1yJA2CWooPG+T6R0VUMG3cL2xME72sGgD3KopR5wDHDTyTiKVtJgy2GhwZ5eG6pO5dko&#10;OK9+4wMfP/Rnub++bfZF7uRPrdTT45RvQXia/D38337XCl6W6w38vQlP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Aj+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Bjv8UA&#10;AADdAAAADwAAAGRycy9kb3ducmV2LnhtbERPu27CMBTdK/UfrFuJrTg8FIWAQYBUiTKAmrZDt0t8&#10;SdLG12nskvD3eEDqeHTei1VvanGh1lWWFYyGEQji3OqKCwUf7y/PCQjnkTXWlknBlRyslo8PC0y1&#10;7fiNLpkvRAhhl6KC0vsmldLlJRl0Q9sQB+5sW4M+wLaQusUuhJtajqMolgYrDg0lNrQtKf/J/oyC&#10;z2MSz46b1+n3/nDCidG/X7qKlRo89es5CE+9/xff3TutYDKdhf3hTXg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cGO/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QE18cA&#10;AADdAAAADwAAAGRycy9kb3ducmV2LnhtbESPT2vCQBTE7wW/w/IKvdWNf5AYXcW2NBVPqQpeH9ln&#10;Epp9G7Jbk/TTdwtCj8PM/IZZb3tTixu1rrKsYDKOQBDnVldcKDif3p9jEM4ja6wtk4KBHGw3o4c1&#10;Jtp2/Em3oy9EgLBLUEHpfZNI6fKSDLqxbYiDd7WtQR9kW0jdYhfgppbTKFpIgxWHhRIbei0p/zp+&#10;GwU/iwtm7mP68jbTnoZ5nNpDlir19NjvViA89f4/fG/vtYLZfDmBvzfhCc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EBNf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7JGMUA&#10;AADdAAAADwAAAGRycy9kb3ducmV2LnhtbESP0WrCQBRE34X+w3KFvunGNJUaXaUUC75ZYz/gkr1u&#10;gtm7MbvV1K93BcHHYWbOMItVbxtxps7XjhVMxgkI4tLpmo2C3/336AOED8gaG8ek4J88rJYvgwXm&#10;2l14R+ciGBEh7HNUUIXQ5lL6siKLfuxa4ugdXGcxRNkZqTu8RLhtZJokU2mx5rhQYUtfFZXH4s8q&#10;OLn0XffFGrfH9eynNiY7XXeZUq/D/nMOIlAfnuFHe6MVvGWzFO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Tsk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Pm68UA&#10;AADdAAAADwAAAGRycy9kb3ducmV2LnhtbESPzW7CMBCE75V4B2uReisOpAWSYhBUqsQV2kOPi735&#10;KfE6xC6kPH2NhNTjaGa+0SxWvW3EmTpfO1YwHiUgiLUzNZcKPj/en+YgfEA22DgmBb/kYbUcPCww&#10;N+7COzrvQykihH2OCqoQ2lxKryuy6EeuJY5e4TqLIcqulKbDS4TbRk6SZCot1hwXKmzprSJ93P9Y&#10;Bdv6QC9TXWR2vtG7r+sppLNvo9TjsF+/ggjUh//wvb01CtLnLIXb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I+b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ONa8IA&#10;AADdAAAADwAAAGRycy9kb3ducmV2LnhtbERPXWvCMBR9F/Yfwh34pulUZHZGUUFQpsLc0NdLc9eU&#10;NTelibX++0UQfDzfnOm8taVoqPaFYwVv/QQEceZ0wbmCn+917x2ED8gaS8ek4EYe5rOXzhRT7a78&#10;Rc0x5CKWsE9RgQmhSqX0mSGLvu8q4qj9utpiiLDOpa7xGsttKQdJMpYWC44LBitaGcr+jheroMHD&#10;LTmb5X6yLXbZ4LA8ferIq+5ru/gAEagNT/MjvdEKhqPJCO5v4hO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w41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SWkMUA&#10;AADdAAAADwAAAGRycy9kb3ducmV2LnhtbESPzU7DMBCE70h9B2srcaMO4UcQ6lYIqahHCBw4LvE2&#10;Tol3I9s0KU+PkZB6HM3MN5rlevK9OlCInbCBy0UBirgR23Fr4P1tc3EHKiZki70wGThShPVqdrbE&#10;ysrIr3SoU6syhGOFBlxKQ6V1bBx5jAsZiLO3k+AxZRlabQOOGe57XRbFrfbYcV5wONCTo+ar/vYG&#10;xufmc1/uPqz7CYNs6hfZl70Ycz6fHh9AJZrSKfzf3loDV9f3N/D3Jj8B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JaQ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1OQMcA&#10;AADdAAAADwAAAGRycy9kb3ducmV2LnhtbESPQWsCMRSE7wX/Q3iCt5pVi9XVKFYrFGkRbb0/N8/d&#10;tcnLskl1/femUOhxmJlvmOm8sUZcqPalYwW9bgKCOHO65FzB1+f6cQTCB2SNxjEpuJGH+az1MMVU&#10;uyvv6LIPuYgQ9ikqKEKoUil9VpBF33UVcfROrrYYoqxzqWu8Rrg1sp8kQ2mx5LhQYEXLgrLv/Y9V&#10;sN6uzLn/sVscZFi+Ph/NaPOyeleq024WExCBmvAf/mu/aQWDp/EQft/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NTk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YmYsgA&#10;AADdAAAADwAAAGRycy9kb3ducmV2LnhtbESP3WrCQBSE74W+w3IKvZG6qT+tTbOKFIoKCq0VvD1m&#10;T5OQ7NmQXWP69q4geDnMzDdMMu9MJVpqXGFZwcsgAkGcWl1wpmD/+/U8BeE8ssbKMin4Jwfz2UMv&#10;wVjbM/9Qu/OZCBB2MSrIva9jKV2ak0E3sDVx8P5sY9AH2WRSN3gOcFPJYRS9SoMFh4Uca/rMKS13&#10;J6Og/d4cs1Xr6nU57bvJ6LhcbvVBqafHbvEBwlPn7+Fbe6UVjMbvb3B9E56AnF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5iZi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jO2cQA&#10;AADdAAAADwAAAGRycy9kb3ducmV2LnhtbERPy2oCMRTdF/yHcAV3NeOjolOjqCC4KVTbRd1dJ9eZ&#10;wcnNmESd+vVmIbg8nPd03phKXMn50rKCXjcBQZxZXXKu4Pdn/T4G4QOyxsoyKfgnD/NZ622KqbY3&#10;3tJ1F3IRQ9inqKAIoU6l9FlBBn3X1sSRO1pnMETocqkd3mK4qWQ/SUbSYMmxocCaVgVlp93FKFhO&#10;xsvz95C/7tvDnvZ/h9NH3yVKddrN4hNEoCa8xE/3RisYDCdxbnwTn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YztnEAAAA3QAAAA8AAAAAAAAAAAAAAAAAmAIAAGRycy9k&#10;b3ducmV2LnhtbFBLBQYAAAAABAAEAPUAAACJAwAAAAA=&#10;" fillcolor="black" stroked="f"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2oTMkA&#10;AADdAAAADwAAAGRycy9kb3ducmV2LnhtbESPS2/CMBCE70j9D9ZW6g0caIsgYBCPVqpUOPA4cFzi&#10;JbESr6PYQNpfX1eq1ONoZr7RTOetrcSNGm8cK+j3EhDEmdOGcwXHw3t3BMIHZI2VY1LwRR7ms4fO&#10;FFPt7ryj2z7kIkLYp6igCKFOpfRZQRZ9z9XE0bu4xmKIssmlbvAe4baSgyQZSouG40KBNa0Kysr9&#10;1So4fQ7NaGdocN58L9/05rVcbtelUk+P7WICIlAb/sN/7Q+t4PllPIbfN/EJyNk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b2oTMkAAADdAAAADwAAAAAAAAAAAAAAAACYAgAA&#10;ZHJzL2Rvd25yZXYueG1sUEsFBgAAAAAEAAQA9QAAAI4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mlfsIA&#10;AADdAAAADwAAAGRycy9kb3ducmV2LnhtbERPTWsCMRC9C/6HMEJvNWmLRbZGEYvYSw+1Fa/DZrrZ&#10;7mayJlFXf705FDw+3vds0btWnCjE2rOGp7ECQVx6U3Ol4ed7/TgFEROywdYzabhQhMV8OJhhYfyZ&#10;v+i0TZXIIRwL1GBT6gopY2nJYRz7jjhzvz44TBmGSpqA5xzuWvms1Kt0WHNusNjRylLZbI9OQ1ju&#10;35srH3eNun5e4uavP0zRav0w6pdvIBL16S7+d38YDS8TlffnN/kJ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iaV+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GlV8YA&#10;AADdAAAADwAAAGRycy9kb3ducmV2LnhtbESP3UoDMRSE7wXfIRzBm2KTVqy6Ni1FKBQshf48wHFz&#10;3F1MTpbNabv16Y1Q8HKYmW+Y6bwPXp2oS01kC6OhAUVcRtdwZeGwXz68gEqC7NBHJgsXSjCf3d5M&#10;sXDxzFs67aRSGcKpQAu1SFtoncqaAqZhbImz9xW7gJJlV2nX4TnDg9djYyY6YMN5ocaW3msqv3fH&#10;YMGPP/3rx3Nay+Wg1+YnyHawcdbe3/WLN1BCvfyHr+2Vs/D4ZEbw9yY/AT3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GlV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80ZMYA&#10;AADdAAAADwAAAGRycy9kb3ducmV2LnhtbESPQWsCMRSE74X+h/CE3jTrFqWsRrEVYS8eulq8PjfP&#10;zWLysmxS3fbXN4VCj8PMfMMs14Oz4kZ9aD0rmE4yEMS11y03Co6H3fgFRIjIGq1nUvBFAdarx4cl&#10;Ftrf+Z1uVWxEgnAoUIGJsSukDLUhh2HiO+LkXXzvMCbZN1L3eE9wZ2WeZXPpsOW0YLCjN0P1tfp0&#10;CrZVZ/NjaV7D6WN/Ptvye0enrVJPo2GzABFpiP/hv3apFTzPsh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80Z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TeTsQA&#10;AADdAAAADwAAAGRycy9kb3ducmV2LnhtbESPQWsCMRSE70L/Q3iF3jRR0ZatUUQUBE/qeujtkbzu&#10;bt28LJvUXf+9EQo9DjPzDbNY9a4WN2pD5VnDeKRAEBtvKy405Ofd8ANEiMgWa8+k4U4BVsuXwQIz&#10;6zs+0u0UC5EgHDLUUMbYZFIGU5LDMPINcfK+feswJtkW0rbYJbir5USpuXRYcVoosaFNSeZ6+nUa&#10;fnby4I1Cc8kv3d6+f23nVCut31779SeISH38D/+191bDdKam8Hy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U3k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TkFMYA&#10;AADdAAAADwAAAGRycy9kb3ducmV2LnhtbESPT2sCMRTE70K/Q3iF3mq2WousZsUWCqXFg2sRj8/N&#10;2z/s5mVJoq7f3hQKHoeZ+Q2zXA2mE2dyvrGs4GWcgCAurG64UvC7+3yeg/ABWWNnmRRcycMqexgt&#10;MdX2wls656ESEcI+RQV1CH0qpS9qMujHtieOXmmdwRClq6R2eIlw08lJkrxJgw3HhRp7+qipaPOT&#10;UXA4/XC5mX6v3XvY22Hn28lx3ir19DisFyACDeEe/m9/aQXTWfIKf2/iE5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+TkF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7XcgA&#10;AADdAAAADwAAAGRycy9kb3ducmV2LnhtbESPT2sCMRTE70K/Q3iF3jSp7RZdjVILhV6E+uegt+fm&#10;ubu4edkmqa799I1Q6HGYmd8w03lnG3EmH2rHGh4HCgRx4UzNpYbt5r0/AhEissHGMWm4UoD57K43&#10;xdy4C6/ovI6lSBAOOWqoYmxzKUNRkcUwcC1x8o7OW4xJ+lIaj5cEt40cKvUiLdacFips6a2i4rT+&#10;thoW49Hi6/OZlz+rw572u8MpG3ql9cN99zoBEamL/+G/9ofR8JSpDG5v0hO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MvtdyAAAAN0AAAAPAAAAAAAAAAAAAAAAAJgCAABk&#10;cnMvZG93bnJldi54bWxQSwUGAAAAAAQABAD1AAAAjQMAAAAA&#10;" fillcolor="black" stroked="f"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yfK8UA&#10;AADdAAAADwAAAGRycy9kb3ducmV2LnhtbESPQWsCMRSE74X+h/AK3mq2ilK2RlmEYvG02pZen5vX&#10;zdLNy5KkcfvvG0HwOMzMN8xqM9peJPKhc6zgaVqAIG6c7rhV8PH++vgMIkRkjb1jUvBHATbr+7sV&#10;ltqd+UDpGFuRIRxKVGBiHEopQ2PIYpi6gTh7385bjFn6VmqP5wy3vZwVxVJa7DgvGBxoa6j5Of5a&#10;Bem0rat5+krmsPdV6129+zzVSk0exuoFRKQx3sLX9ptWMF8US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J8r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faQscA&#10;AADdAAAADwAAAGRycy9kb3ducmV2LnhtbESPQUvDQBSE7wX/w/KE3tpNLG01ZltK0aK9VKOgx0f2&#10;mQ3Nvg3ZNY3+elco9DjMzDdMvh5sI3rqfO1YQTpNQBCXTtdcKXh/e5zcgvABWWPjmBT8kIf16mqU&#10;Y6bdiV+pL0IlIoR9hgpMCG0mpS8NWfRT1xJH78t1FkOUXSV1h6cIt428SZKFtFhzXDDY0tZQeSy+&#10;rQKfbh8+9vb3rv/cGT4Uz2bxUhmlxtfD5h5EoCFcwuf2k1YwmydL+H8Tn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X2kL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70266" w:rsidRPr="00E83DE6" w:rsidRDefault="00D70266" w:rsidP="00D7026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70266" w:rsidRPr="00E83DE6" w:rsidRDefault="00D70266" w:rsidP="00D7026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70266" w:rsidRPr="00E83DE6" w:rsidRDefault="00D70266" w:rsidP="00D7026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70266" w:rsidRPr="00E83DE6" w:rsidRDefault="00D70266" w:rsidP="00D702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70266" w:rsidRPr="00E83DE6" w:rsidRDefault="00D70266" w:rsidP="00D702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D70266" w:rsidRPr="00E83DE6" w:rsidRDefault="00D70266" w:rsidP="00D7026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D70266" w:rsidRPr="00E83DE6" w:rsidRDefault="00D70266" w:rsidP="00D702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D70266" w:rsidRPr="00E83DE6" w:rsidRDefault="00D70266" w:rsidP="00D702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D70266" w:rsidRPr="00E83DE6" w:rsidRDefault="00D70266" w:rsidP="00D702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E0BE6" w:rsidRPr="00BE0BE6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il78UA&#10;AADdAAAADwAAAGRycy9kb3ducmV2LnhtbESPQWvCQBSE7wX/w/IEb3WjwWpT1xCkSg6CqPX+yD6T&#10;0OzbkN2a+O/dQqHHYWa+YdbpYBpxp87VlhXMphEI4sLqmksFX5fd6wqE88gaG8uk4EEO0s3oZY2J&#10;tj2f6H72pQgQdgkqqLxvEyldUZFBN7UtcfButjPog+xKqTvsA9w0ch5Fb9JgzWGhwpa2FRXf5x+j&#10;wMb7/HAt56f4k5ees+Pqdh0OSk3GQ/YBwtPg/8N/7VwriBfRO/y+CU9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KXv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1eocUA&#10;AADdAAAADwAAAGRycy9kb3ducmV2LnhtbERPy2oCMRTdF/yHcIVupGZsqW2nRinC1MdC0Ba6vUyu&#10;k7GTmyFJdfTrm4Xg8nDek1lnG3EkH2rHCkbDDARx6XTNlYLvr+LhFUSIyBobx6TgTAFm097dBHPt&#10;Tryl4y5WIoVwyFGBibHNpQylIYth6FrixO2dtxgT9JXUHk8p3DbyMcvG0mLNqcFgS3ND5e/uzyo4&#10;FBvzM3+5fPrB25Yug2K9aFZjpe773cc7iEhdvImv7qVW8PQ8SvvTm/QE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bV6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mZRcQA&#10;AADdAAAADwAAAGRycy9kb3ducmV2LnhtbESPy2rDMBBF94X8g5hCNqWRHdMQ3CjGhCYUb0IeHzBY&#10;E8vUGhlLjZ2/rwqFLi/3cbibYrKduNPgW8cK0kUCgrh2uuVGwfWyf12D8AFZY+eYFDzIQ7GdPW0w&#10;127kE93PoRFxhH2OCkwIfS6lrw1Z9AvXE0fv5gaLIcqhkXrAMY7bTi6TZCUtthwJBnvaGaq/zt82&#10;Qo4ZHqvbeNkfJhzxozL8Up6Umj9P5TuIQFP4D/+1P7WC7C1N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5mU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DSksYA&#10;AADdAAAADwAAAGRycy9kb3ducmV2LnhtbESPQUsDMRSE70L/Q3iCN5vtaqusTUupCkXowSqIt8fm&#10;dXdx8xKSZ3f9940geBxm5htmuR5dr04UU+fZwGxagCKuve24MfD+9nx9DyoJssXeMxn4oQTr1eRi&#10;iZX1A7/S6SCNyhBOFRpoRUKldapbcpimPhBn7+ijQ8kyNtpGHDLc9bosioV22HFeaDHQtqX66/Dt&#10;DOyHp/Byt5gfw2e8LXV6tPKxFWOuLsfNAyihUf7Df+2dNXAzn5X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DSk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eiqcMA&#10;AADdAAAADwAAAGRycy9kb3ducmV2LnhtbESP3YrCMBCF74V9hzDC3oimblGWahRZdBFvpLoPMDRj&#10;U2wmpYm2+/ZGELw8nJ+Ps1z3thZ3an3lWMF0koAgLpyuuFTwd96Nv0H4gKyxdkwK/snDevUxWGKm&#10;Xcc53U+hFHGEfYYKTAhNJqUvDFn0E9cQR+/iWoshyraUusUujttafiXJXFqsOBIMNvRjqLiebjZC&#10;jikeD5fuvPvtscPtwfBokyv1Oew3CxCB+vAOv9p7rSCdTV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eiq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XvfcYA&#10;AADdAAAADwAAAGRycy9kb3ducmV2LnhtbESPQUsDMRSE74L/ITzBm822tlW2TUtpFUTwYC0Ub4/N&#10;6+7SzUtInt313xtB8DjMzDfMcj24Tl0optazgfGoAEVcedtybeDw8Xz3CCoJssXOMxn4pgTr1fXV&#10;Ekvre36ny15qlSGcSjTQiIRS61Q15DCNfCDO3slHh5JlrLWN2Ge46/SkKObaYct5ocFA24aq8/7L&#10;GXjrn8Lrw3x2Cp9xOtFpZ+W4FWNub4bNApTQIP/hv/aLNXA/G0/h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Xvf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nqmMYA&#10;AADdAAAADwAAAGRycy9kb3ducmV2LnhtbESPUWvCMBSF3wf7D+EOfJGZOqmMzigqBAWFMR3s9dJc&#10;27LmpiSZrf/eDAZ7PJxzvsNZrAbbiiv50DhWMJ1kIIhLZxquFHye9fMriBCRDbaOScGNAqyWjw8L&#10;LIzr+YOup1iJBOFQoII6xq6QMpQ1WQwT1xEn7+K8xZikr6Tx2Ce4beVLls2lxYbTQo0dbWsqv08/&#10;VsHmva9mflxuBne47L5yrY0+aqVGT8P6DUSkIf6H/9p7o2CWT3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/nqm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MuqsQA&#10;AADdAAAADwAAAGRycy9kb3ducmV2LnhtbESPUWvCMBSF3wf+h3CFvc1UN0WqUUQpDNnLqj/g0lyb&#10;anNTkli7f28Ggz0ezjnf4ay3g21FTz40jhVMJxkI4srphmsF51PxtgQRIrLG1jEp+KEA283oZY25&#10;dg/+pr6MtUgQDjkqMDF2uZShMmQxTFxHnLyL8xZjkr6W2uMjwW0rZ1m2kBYbTgsGO9obqm7l3Soo&#10;jrOv/nbXvnC74cPS3FyXB6PU63jYrUBEGuJ/+K/9qRW8z6cL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TLq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fRdMYA&#10;AADdAAAADwAAAGRycy9kb3ducmV2LnhtbESPQWsCMRSE7wX/Q3iFXqRmVWzLahQVgkKFUlvw+tg8&#10;d5duXpYkddd/bwpCj8PMfMMsVr1txIV8qB0rGI8yEMSFMzWXCr6/9PMbiBCRDTaOScGVAqyWg4cF&#10;5sZ1/EmXYyxFgnDIUUEVY5tLGYqKLIaRa4mTd3beYkzSl9J47BLcNnKSZS/SYs1pocKWthUVP8df&#10;q2Dz0ZVTPyw2vXs/704zrY0+aKWeHvv1HESkPv6H7+29UTCdjV/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fRd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AfQ8AA&#10;AADdAAAADwAAAGRycy9kb3ducmV2LnhtbERPzYrCMBC+C75DGMGbpuq6SNcoohRk2cvqPsDQzDbV&#10;ZlKSWOvbm4Pg8eP7X29724iOfKgdK5hNMxDEpdM1Vwr+zsVkBSJEZI2NY1LwoADbzXCwxly7O/9S&#10;d4qVSCEcclRgYmxzKUNpyGKYupY4cf/OW4wJ+kpqj/cUbhs5z7JPabHm1GCwpb2h8nq6WQXF9/yn&#10;u960L9yu/7C0NJfVwSg1HvW7LxCR+vgWv9xHrWCxnKW56U16An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AfQ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mg/sQA&#10;AADdAAAADwAAAGRycy9kb3ducmV2LnhtbESPzWrDMBCE74W+g9hCb7XsOC6tEyWUgktyrNMHWKyN&#10;bWKtXEvxz9tXgUCPw8x8w2z3s+nESINrLStIohgEcWV1y7WCn1Px8gbCeWSNnWVSsJCD/e7xYYu5&#10;thN/01j6WgQIuxwVNN73uZSuasigi2xPHLyzHQz6IIda6gGnADedXMXxqzTYclhosKfPhqpLeTUK&#10;1sv09Vtml7jQhpJj2h/ZV5lSz0/zxwaEp9n/h+/tg1aQZsk73N6EJyB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JoP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3awsMA&#10;AADdAAAADwAAAGRycy9kb3ducmV2LnhtbERPy2rCQBTdF/oPwy24q5NGKm10EqSSUly1qbq+ZK5J&#10;MHMnZCYP/76zELo8nPc2m00rRupdY1nByzICQVxa3XCl4PibP7+BcB5ZY2uZFNzIQZY+Pmwx0Xbi&#10;HxoLX4kQwi5BBbX3XSKlK2sy6Ja2Iw7cxfYGfYB9JXWPUwg3rYyjaC0NNhwaauzoo6byWgxGwbA+&#10;x0e+HPR3sb99vu/znZOnSqnF07zbgPA0+3/x3f2lFaxe47A/vAlP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3aw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IAXsgA&#10;AADdAAAADwAAAGRycy9kb3ducmV2LnhtbESPT2vCQBTE74LfYXmCN934L9jUVVpBUA+Gqj309pp9&#10;TdJm36bZVdNv7xYKPQ4z8xtmsWpNJa7UuNKygtEwAkGcWV1yruB82gzmIJxH1lhZJgU/5GC17HYW&#10;mGh74xe6Hn0uAoRdggoK7+tESpcVZNANbU0cvA/bGPRBNrnUDd4C3FRyHEWxNFhyWCiwpnVB2dfx&#10;YhS8pvP4IX3eTT/3h3ecGP39pstYqX6vfXoE4an1/+G/9lYrmMzGI/h9E56AX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YgB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hc2sYA&#10;AADdAAAADwAAAGRycy9kb3ducmV2LnhtbESPQWvCQBSE7wX/w/KE3urGWENIXcW2NBZPagu9PrLP&#10;JJh9G7JbTfrr3YLgcZiZb5jFqjeNOFPnassKppMIBHFhdc2lgu+vj6cUhPPIGhvLpGAgB6vl6GGB&#10;mbYX3tP54EsRIOwyVFB532ZSuqIig25iW+LgHW1n0AfZlVJ3eAlw08g4ihJpsOawUGFLbxUVp8Ov&#10;UfCX/ODObeLX95n2NDynud3ucqUex/36BYSn3t/Dt/anVjCbxzH8vw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hc2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yq+cUA&#10;AADdAAAADwAAAGRycy9kb3ducmV2LnhtbESP3WrCQBSE7wu+w3KE3jUb4w9tdBURC961Rh/gkD1u&#10;gtmzMbtq2qd3CwUvh5n5hlmsetuIG3W+dqxglKQgiEunazYKjofPt3cQPiBrbByTgh/ysFoOXhaY&#10;a3fnPd2KYESEsM9RQRVCm0vpy4os+sS1xNE7uc5iiLIzUnd4j3DbyCxNZ9JizXGhwpY2FZXn4moV&#10;XFw21X2xxa/z9uO7NmZy+d1PlHod9us5iEB9eIb/2zutYDzNxv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XKr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S45cYA&#10;AADdAAAADwAAAGRycy9kb3ducmV2LnhtbESPzW7CMBCE75V4B2uRemucQqGQxkFtpUpc+Tn0uNhL&#10;kjZep7ELgafHSEgcRzPzjSZf9LYRB+p87VjBc5KCINbO1Fwq2G6+nmYgfEA22DgmBSfysCgGDzlm&#10;xh15RYd1KEWEsM9QQRVCm0npdUUWfeJa4ujtXWcxRNmV0nR4jHDbyFGaTqXFmuNChS19VqR/1/9W&#10;wbLe0WSq93M7+9Cr7/NfGL/+GKUeh/37G4hAfbiHb+2lUTCejF7g+iY+AV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S45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HuisIA&#10;AADdAAAADwAAAGRycy9kb3ducmV2LnhtbERPXWvCMBR9H/gfwhX2NlMrDleNMgeC4hTmhr5emmtT&#10;bG5Kk9X6781g4OP55swWna1ES40vHSsYDhIQxLnTJRcKfr5XLxMQPiBrrByTght5WMx7TzPMtLvy&#10;F7WHUIhYwj5DBSaEOpPS54Ys+oGriaN2do3FEGFTSN3gNZbbSqZJ8iotlhwXDNb0YSi/HH6tghb3&#10;t+Rklru3TfmZp/vlcasjr5773fsURKAuPMz/6bVWMBqnY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0e6K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jOnc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vg9q5c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4zp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8toccA&#10;AADdAAAADwAAAGRycy9kb3ducmV2LnhtbESP3WoCMRSE74W+QzgF7zTrlqpsjWL9gSKVotX7081x&#10;d9vkZNmkur59IxS8HGbmG2Yya60RZ2p85VjBoJ+AIM6drrhQcPhc98YgfEDWaByTgit5mE0fOhPM&#10;tLvwjs77UIgIYZ+hgjKEOpPS5yVZ9H1XE0fv5BqLIcqmkLrBS4RbI9MkGUqLFceFEmtalJT/7H+t&#10;gvXH0nyn2938KMNiNfoy483r8l2p7mM7fwERqA338H/7TSt4ek5H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fLa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d0asQA&#10;AADdAAAADwAAAGRycy9kb3ducmV2LnhtbERPTWvCQBC9F/wPywi9FN3UEAnRVaRQVLDQRsHrmB2T&#10;YHY2ZNeY/vvuQejx8b6X68E0oqfO1ZYVvE8jEMSF1TWXCk7Hz0kKwnlkjY1lUvBLDtar0csSM20f&#10;/EN97ksRQthlqKDyvs2kdEVFBt3UtsSBu9rOoA+wK6Xu8BHCTSNnUTSXBmsODRW29FFRccvvRkH/&#10;fbiUu961+1v65pL4st1+6bNSr+NhswDhafD/4qd7pxXEySzMDW/CE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ndGr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qtOMcA&#10;AADdAAAADwAAAGRycy9kb3ducmV2LnhtbESPQWsCMRSE74L/IbxCb5rtVouuRtGC4KWgtod6e26e&#10;u4ubl20SdeuvNwWhx2FmvmGm89bU4kLOV5YVvPQTEMS51RUXCr4+V70RCB+QNdaWScEveZjPup0p&#10;ZtpeeUuXXShEhLDPUEEZQpNJ6fOSDPq+bYijd7TOYIjSFVI7vEa4qWWaJG/SYMVxocSG3kvKT7uz&#10;UbAcj5Y/mwF/3LaHPe2/D6dh6hKlnp/axQREoDb8hx/ttVbwOkzH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KrTjHAAAA3QAAAA8AAAAAAAAAAAAAAAAAmAIAAGRy&#10;cy9kb3ducmV2LnhtbFBLBQYAAAAABAAEAPUAAACMAwAAAAA=&#10;" fillcolor="black" stroked="f"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BRdsQA&#10;AADdAAAADwAAAGRycy9kb3ducmV2LnhtbERPy2rCQBTdC/2H4Ra604mKItFRfFQoqIvYLlzeZm6T&#10;IZk7ITNq6td3FgWXh/NerDpbixu13jhWMBwkIIhzpw0XCr4+9/0ZCB+QNdaOScEveVgtX3oLTLW7&#10;c0a3cyhEDGGfooIyhCaV0uclWfQD1xBH7se1FkOEbSF1i/cYbms5SpKptGg4NpTY0LakvDpfrYLL&#10;YWpmmaHR9/GxedfHSbU57Sql3l679RxEoC48xf/uD61gPBnH/fFNf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AUXb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nKWMYA&#10;AADdAAAADwAAAGRycy9kb3ducmV2LnhtbESPT2sCMRTE70K/Q3iF3mpWpWXZGkWU0l568B+9Pjav&#10;m+1uXtYk6uqnN4WCx2FmfsNM571txYl8qB0rGA0zEMSl0zVXCnbb9+ccRIjIGlvHpOBCAeazh8EU&#10;C+3OvKbTJlYiQTgUqMDE2BVShtKQxTB0HXHyfpy3GJP0ldQezwluWznOsldpsea0YLCjpaGy2Ryt&#10;Ar/4XjVXPu6b7Pp1CR+//SFHo9TTY794AxGpj/fwf/tTK5i8TEbw9yY9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nKW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/xncYA&#10;AADdAAAADwAAAGRycy9kb3ducmV2LnhtbESP3WrCQBSE7wt9h+UUelPqxkitTV1FhEJBEfx5gGP2&#10;NAndPRuyR419erdQ6OUwM98w03nvnTpTF5vABoaDDBRxGWzDlYHD/uN5AioKskUXmAxcKcJ8dn83&#10;xcKGC2/pvJNKJQjHAg3UIm2hdSxr8hgHoSVO3lfoPEqSXaVth5cE907nWTbWHhtOCzW2tKyp/N6d&#10;vAGXH93b6jWu5XrQ6+zHy/ZpY415fOgX76CEevkP/7U/rYHRyyiH3zfpCe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/xn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9bQsYA&#10;AADdAAAADwAAAGRycy9kb3ducmV2LnhtbESPQWsCMRSE74X+h/AKvdWsLpayNYqtCHvx4Nbi9bl5&#10;3SxNXpZNqqu/3ghCj8PMfMPMFoOz4kh9aD0rGI8yEMS11y03CnZf65c3ECEia7SeScGZAizmjw8z&#10;LLQ/8ZaOVWxEgnAoUIGJsSukDLUhh2HkO+Lk/fjeYUyyb6Tu8ZTgzspJlr1Khy2nBYMdfRqqf6s/&#10;p2BVdXayK81H2H9vDgdbXta0Xyn1/DQs30FEGuJ/+N4utYJ8mud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+9bQ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GMh8UA&#10;AADdAAAADwAAAGRycy9kb3ducmV2LnhtbESPQWsCMRSE74L/ITyhN03U1pZ1syKlguCpVg+9PZLX&#10;3dXNy7JJ3e2/N4VCj8PMfMPkm8E14kZdqD1rmM8UCGLjbc2lhtPHbvoCIkRki41n0vBDATbFeJRj&#10;Zn3P73Q7xlIkCIcMNVQxtpmUwVTkMMx8S5y8L985jEl2pbQd9gnuGrlQaiUd1pwWKmzptSJzPX47&#10;DZedPHij0JxP535vnz/fVtQorR8mw3YNItIQ/8N/7b3VsHxaPsLvm/QEZH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kYyH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SLMsYA&#10;AADdAAAADwAAAGRycy9kb3ducmV2LnhtbESPT4vCMBTE7wv7HcJb2NuaalGkaxQVBNnFg3+QPT6b&#10;Z1vavJQkavfbG0HwOMzMb5jJrDONuJLzlWUF/V4Cgji3uuJCwWG/+hqD8AFZY2OZFPyTh9n0/W2C&#10;mbY33tJ1FwoRIewzVFCG0GZS+rwkg75nW+Lona0zGKJ0hdQObxFuGjlIkpE0WHFcKLGlZUl5vbsY&#10;BX+XXz5v0p+5W4Sj7fa+HpzGtVKfH938G0SgLrzCz/ZaK0iH6RAeb+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SLM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vl8cA&#10;AADdAAAADwAAAGRycy9kb3ducmV2LnhtbESPT2sCMRTE70K/Q3iCN82qVXQ1Si0UeinUPwe9PTfP&#10;3cXNyzaJuu2nbwTB4zAzv2Hmy8ZU4krOl5YV9HsJCOLM6pJzBbvtR3cCwgdkjZVlUvBLHpaLl9Yc&#10;U21vvKbrJuQiQtinqKAIoU6l9FlBBn3P1sTRO1lnMETpcqkd3iLcVHKQJGNpsOS4UGBN7wVl583F&#10;KFhNJ6uf71f++lsfD3TYH8+jgUuU6rSbtxmIQE14hh/tT61gOBqO4f4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Mr5fHAAAA3QAAAA8AAAAAAAAAAAAAAAAAmAIAAGRy&#10;cy9kb3ducmV2LnhtbFBLBQYAAAAABAAEAPUAAACMAwAAAAA=&#10;" fillcolor="black" stroked="f"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zwDcYA&#10;AADdAAAADwAAAGRycy9kb3ducmV2LnhtbESPzWrDMBCE74W8g9hCbo3cmP7gRAkmUFJ6ctKWXDfW&#10;1jK1VkZSFfftq0Khx2FmvmHW28kOIpEPvWMFt4sCBHHrdM+dgrfXp5tHECEiaxwck4JvCrDdzK7W&#10;WGl34QOlY+xEhnCoUIGJcaykDK0hi2HhRuLsfThvMWbpO6k9XjLcDnJZFPfSYs95weBIO0Pt5/HL&#10;KkjnXVOX6ZTM4cXXnXfN/v3cKDW/nuoViEhT/A//tZ+1gvKufIDfN/k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zwDcYAAADd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SEjcMA&#10;AADdAAAADwAAAGRycy9kb3ducmV2LnhtbERPz2vCMBS+C/sfwhvsNlMVRTujiKjoLptVcMdH89aU&#10;NS+lyWr1r18OA48f3+/5srOVaKnxpWMFg34Cgjh3uuRCwfm0fZ2C8AFZY+WYFNzIw3Lx1Jtjqt2V&#10;j9RmoRAxhH2KCkwIdSqlzw1Z9H1XE0fu2zUWQ4RNIXWD1xhuKzlMkom0WHJsMFjT2lD+k/1aBX6w&#10;3lze7X3Wfu0Mf2QHM/ksjFIvz93qDUSgLjzE/+69VjAaj+Lc+CY+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SEj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70266" w:rsidRDefault="00D70266" w:rsidP="00D702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70266" w:rsidRPr="00E83DE6" w:rsidRDefault="00D70266" w:rsidP="00D702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D70266" w:rsidRPr="00E83DE6" w:rsidRDefault="00D70266" w:rsidP="00D7026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Х_____ сесії сільської ради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D70266" w:rsidRPr="00E83DE6" w:rsidRDefault="00D70266" w:rsidP="00D702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70266" w:rsidRPr="00E83DE6" w:rsidRDefault="00D70266" w:rsidP="00D7026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____.01.2020р.                                    Крупець                                        № _______</w:t>
      </w:r>
    </w:p>
    <w:p w:rsidR="00D70266" w:rsidRPr="00E83DE6" w:rsidRDefault="00D70266" w:rsidP="00D702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D70266" w:rsidRPr="00E83DE6" w:rsidRDefault="00D70266" w:rsidP="00D702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70266" w:rsidRPr="00E83DE6" w:rsidRDefault="00D70266" w:rsidP="00D7026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D70266" w:rsidRPr="00E83DE6" w:rsidRDefault="00D70266" w:rsidP="00D7026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D70266" w:rsidRPr="00E83DE6" w:rsidRDefault="00D70266" w:rsidP="00D7026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D70266" w:rsidRPr="00E83DE6" w:rsidRDefault="00D70266" w:rsidP="00D7026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 н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атурі (на місцевості) Дем’янчуку Л.П.</w:t>
      </w:r>
    </w:p>
    <w:p w:rsidR="00D70266" w:rsidRPr="00E83DE6" w:rsidRDefault="00D70266" w:rsidP="00D702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70266" w:rsidRPr="00E83DE6" w:rsidRDefault="00D70266" w:rsidP="00D702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70266" w:rsidRPr="00E83DE6" w:rsidRDefault="00D70266" w:rsidP="00D7026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», розглянувши заяву Дем’янчука Л.П.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сільська  рада ВИРІШИЛА:</w:t>
      </w:r>
    </w:p>
    <w:p w:rsidR="00D70266" w:rsidRPr="00E83DE6" w:rsidRDefault="00D70266" w:rsidP="00D7026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70266" w:rsidRDefault="00D70266" w:rsidP="00D7026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ердити Дем’янчуку Леоніду Петровичу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який зареєстрований за 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дресою: </w:t>
      </w:r>
      <w:r w:rsidR="00B7149E" w:rsidRPr="00B7149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B7149E" w:rsidRPr="00B7149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0га, (кадастровий номер: 68239840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00:0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2:002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:00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72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), для будівництва та обслуговування житлового будинку господарських будівель та споруд (присадибна ділянка), яка розташована Хмельницька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с.Стригани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вул. Лісна, 10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</w:t>
      </w:r>
    </w:p>
    <w:p w:rsidR="00D70266" w:rsidRPr="00E83DE6" w:rsidRDefault="00D70266" w:rsidP="00D7026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</w:t>
      </w: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Дем’янчуку Л.П.</w:t>
      </w:r>
      <w:r w:rsidRPr="00E83DE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D70266" w:rsidRDefault="00D70266" w:rsidP="00D7026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70266" w:rsidRPr="00E83DE6" w:rsidRDefault="00D70266" w:rsidP="00D7026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70266" w:rsidRPr="00E83DE6" w:rsidRDefault="00D70266" w:rsidP="00D7026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70266" w:rsidRPr="00D70266" w:rsidRDefault="00D70266" w:rsidP="00D7026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</w:p>
    <w:p w:rsidR="00EC60C9" w:rsidRPr="00D70266" w:rsidRDefault="00D70266" w:rsidP="00D7026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            В.А.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sectPr w:rsidR="00EC60C9" w:rsidRPr="00D70266" w:rsidSect="00EC6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70266"/>
    <w:rsid w:val="00171A2E"/>
    <w:rsid w:val="00304C90"/>
    <w:rsid w:val="00505B6D"/>
    <w:rsid w:val="006D3977"/>
    <w:rsid w:val="007D6C18"/>
    <w:rsid w:val="00B7149E"/>
    <w:rsid w:val="00B9772F"/>
    <w:rsid w:val="00BE0BE6"/>
    <w:rsid w:val="00C85770"/>
    <w:rsid w:val="00D1641A"/>
    <w:rsid w:val="00D70266"/>
    <w:rsid w:val="00EC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66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272</Words>
  <Characters>1555</Characters>
  <Application>Microsoft Office Word</Application>
  <DocSecurity>0</DocSecurity>
  <Lines>12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2020-01-13T07:13:00Z</dcterms:created>
  <dcterms:modified xsi:type="dcterms:W3CDTF">2020-01-13T07:21:00Z</dcterms:modified>
</cp:coreProperties>
</file>