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79D" w:rsidRDefault="008C779D" w:rsidP="008C779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779D" w:rsidRDefault="008C779D" w:rsidP="008C77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C779D" w:rsidRDefault="008C779D" w:rsidP="008C77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C779D" w:rsidRDefault="008C779D" w:rsidP="008C77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779D" w:rsidRDefault="008C779D" w:rsidP="008C77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779D" w:rsidRDefault="008C779D" w:rsidP="008C779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779D" w:rsidRDefault="008C779D" w:rsidP="008C77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C779D" w:rsidRDefault="008C779D" w:rsidP="008C779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C779D" w:rsidRDefault="008C779D" w:rsidP="008C77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C779D" w:rsidRDefault="008C779D" w:rsidP="008C77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C779D" w:rsidRDefault="008C779D" w:rsidP="008C77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779D" w:rsidRDefault="008C779D" w:rsidP="008C77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C779D" w:rsidRDefault="008C779D" w:rsidP="008C77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779D" w:rsidRDefault="008C779D" w:rsidP="008C77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C779D" w:rsidRDefault="008C779D" w:rsidP="008C779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C779D" w:rsidRPr="00D74EEC" w:rsidRDefault="008C779D" w:rsidP="008C779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№71</w:t>
      </w:r>
    </w:p>
    <w:p w:rsidR="008C779D" w:rsidRPr="00D9673A" w:rsidRDefault="008C779D" w:rsidP="008C779D">
      <w:pPr>
        <w:spacing w:after="0" w:line="240" w:lineRule="auto"/>
        <w:jc w:val="both"/>
      </w:pPr>
    </w:p>
    <w:p w:rsidR="008C779D" w:rsidRPr="00DE6ED3" w:rsidRDefault="008C779D" w:rsidP="008C779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8C779D" w:rsidRPr="00DE6ED3" w:rsidRDefault="008C779D" w:rsidP="008C779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8C779D" w:rsidRPr="006310B2" w:rsidRDefault="008C779D" w:rsidP="008C779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Федорчуку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І.В.</w:t>
      </w:r>
    </w:p>
    <w:p w:rsidR="008C779D" w:rsidRPr="00DE6ED3" w:rsidRDefault="008C779D" w:rsidP="008C77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C779D" w:rsidRPr="00DE6ED3" w:rsidRDefault="008C779D" w:rsidP="008C77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Федорчука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І.В.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8C779D" w:rsidRPr="00DE6ED3" w:rsidRDefault="008C779D" w:rsidP="008C77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8C779D" w:rsidRPr="00DE6ED3" w:rsidRDefault="008C779D" w:rsidP="008C77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Федорчуку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Івану Володимировичу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0,2254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779D" w:rsidRPr="00DE6ED3" w:rsidRDefault="008C779D" w:rsidP="008C779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Федорчуку Івану Володимировичу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адресою: </w:t>
      </w:r>
      <w:r w:rsidR="007A5F80" w:rsidRPr="007A5F80">
        <w:rPr>
          <w:rFonts w:ascii="Times New Roman" w:eastAsia="Calibri" w:hAnsi="Times New Roman" w:cs="Times New Roman"/>
          <w:sz w:val="24"/>
          <w:lang w:val="ru-RU"/>
        </w:rPr>
        <w:t>________</w:t>
      </w:r>
      <w:r>
        <w:rPr>
          <w:rFonts w:ascii="Times New Roman" w:eastAsia="Calibri" w:hAnsi="Times New Roman" w:cs="Times New Roman"/>
          <w:sz w:val="24"/>
        </w:rPr>
        <w:t>,</w:t>
      </w:r>
      <w:r w:rsidR="007A5F80" w:rsidRPr="007A5F80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7A5F80" w:rsidRPr="007A5F80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0,2254 га, кадастровий номер: 6823984000:03:018:0351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779D" w:rsidRPr="00DE6ED3" w:rsidRDefault="008C779D" w:rsidP="008C779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Федорчуку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8C779D" w:rsidRPr="00DE6ED3" w:rsidRDefault="008C779D" w:rsidP="008C779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C779D" w:rsidRPr="00DE6ED3" w:rsidRDefault="008C779D" w:rsidP="008C77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C779D" w:rsidRDefault="008C779D" w:rsidP="008C77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C779D" w:rsidRPr="008C779D" w:rsidRDefault="008C779D" w:rsidP="008C77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E286F" w:rsidRPr="008C779D" w:rsidRDefault="008C779D" w:rsidP="008C779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E286F" w:rsidRPr="008C779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79D"/>
    <w:rsid w:val="00171A2E"/>
    <w:rsid w:val="00304C90"/>
    <w:rsid w:val="00505B6D"/>
    <w:rsid w:val="006D3977"/>
    <w:rsid w:val="007A5F80"/>
    <w:rsid w:val="007D6C18"/>
    <w:rsid w:val="008C779D"/>
    <w:rsid w:val="00BE286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8C779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8C779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8C779D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8C779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8C779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8C779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1170</Words>
  <Characters>668</Characters>
  <Application>Microsoft Office Word</Application>
  <DocSecurity>0</DocSecurity>
  <Lines>5</Lines>
  <Paragraphs>3</Paragraphs>
  <ScaleCrop>false</ScaleCrop>
  <Company>Microsoft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2021-03-31T05:50:00Z</dcterms:created>
  <dcterms:modified xsi:type="dcterms:W3CDTF">2021-03-31T10:18:00Z</dcterms:modified>
</cp:coreProperties>
</file>