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121" w:rsidRDefault="00224121" w:rsidP="002241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224121" w:rsidRDefault="00224121" w:rsidP="00224121"/>
    <w:p w:rsidR="00224121" w:rsidRDefault="00224121" w:rsidP="00224121"/>
    <w:p w:rsidR="00224121" w:rsidRDefault="00224121" w:rsidP="0022412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24121" w:rsidRDefault="00224121" w:rsidP="0022412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224121" w:rsidRDefault="00224121" w:rsidP="0022412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24121" w:rsidRDefault="00224121" w:rsidP="0022412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24121" w:rsidRDefault="00224121" w:rsidP="0022412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121" w:rsidRDefault="00224121" w:rsidP="002241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224121" w:rsidRDefault="00224121" w:rsidP="002241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24121" w:rsidRDefault="00224121" w:rsidP="0022412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224121" w:rsidRPr="00875C2B" w:rsidRDefault="00224121" w:rsidP="00224121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№131</w:t>
      </w:r>
    </w:p>
    <w:p w:rsidR="00224121" w:rsidRPr="00875C2B" w:rsidRDefault="00224121" w:rsidP="00224121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224121" w:rsidRPr="00875C2B" w:rsidRDefault="00224121" w:rsidP="0022412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75C2B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875C2B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875C2B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875C2B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224121" w:rsidRPr="00875C2B" w:rsidRDefault="00224121" w:rsidP="0022412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75C2B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875C2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875C2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875C2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875C2B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224121" w:rsidRPr="00875C2B" w:rsidRDefault="00224121" w:rsidP="00224121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75C2B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875C2B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875C2B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875C2B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875C2B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875C2B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875C2B">
        <w:rPr>
          <w:rFonts w:ascii="Times New Roman" w:hAnsi="Times New Roman" w:cs="Times New Roman"/>
          <w:b/>
          <w:sz w:val="24"/>
          <w:szCs w:val="24"/>
        </w:rPr>
        <w:t>Бережному</w:t>
      </w:r>
      <w:proofErr w:type="gramEnd"/>
      <w:r w:rsidRPr="00875C2B">
        <w:rPr>
          <w:rFonts w:ascii="Times New Roman" w:hAnsi="Times New Roman" w:cs="Times New Roman"/>
          <w:b/>
          <w:sz w:val="24"/>
          <w:szCs w:val="24"/>
        </w:rPr>
        <w:t xml:space="preserve"> В.В.</w:t>
      </w:r>
    </w:p>
    <w:p w:rsidR="00224121" w:rsidRPr="00875C2B" w:rsidRDefault="00224121" w:rsidP="00224121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24121" w:rsidRPr="00875C2B" w:rsidRDefault="00224121" w:rsidP="0022412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C2B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875C2B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End"/>
      <w:r w:rsidRPr="00875C2B">
        <w:rPr>
          <w:rFonts w:ascii="Times New Roman" w:hAnsi="Times New Roman" w:cs="Times New Roman"/>
          <w:sz w:val="24"/>
          <w:szCs w:val="24"/>
        </w:rPr>
        <w:t xml:space="preserve">Бережного В.В.,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224121" w:rsidRPr="00875C2B" w:rsidRDefault="00224121" w:rsidP="0022412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C2B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224121" w:rsidRPr="00875C2B" w:rsidRDefault="00224121" w:rsidP="0022412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C2B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Бережному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Володимиру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Васильовичу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0,1174 га, яка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район, за межами   села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>.</w:t>
      </w:r>
    </w:p>
    <w:p w:rsidR="00224121" w:rsidRPr="00875C2B" w:rsidRDefault="00224121" w:rsidP="002241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C2B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Бережному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Володимиру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Васильовичу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: </w:t>
      </w:r>
      <w:r w:rsidR="009915B3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9915B3">
        <w:rPr>
          <w:rFonts w:ascii="Times New Roman" w:hAnsi="Times New Roman" w:cs="Times New Roman"/>
          <w:sz w:val="24"/>
          <w:szCs w:val="24"/>
          <w:lang w:val="en-US"/>
        </w:rPr>
        <w:t>__________</w:t>
      </w:r>
      <w:bookmarkStart w:id="0" w:name="_GoBack"/>
      <w:bookmarkEnd w:id="0"/>
      <w:r w:rsidRPr="00875C2B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0,1174 га,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номер: 6823984000:01:017:0017, для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рада за межами  села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>.</w:t>
      </w:r>
    </w:p>
    <w:p w:rsidR="00224121" w:rsidRPr="00875C2B" w:rsidRDefault="00224121" w:rsidP="002241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C2B">
        <w:rPr>
          <w:rFonts w:ascii="Times New Roman" w:hAnsi="Times New Roman" w:cs="Times New Roman"/>
          <w:sz w:val="24"/>
          <w:szCs w:val="24"/>
        </w:rPr>
        <w:t xml:space="preserve">          3. Бережному В.В.,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75C2B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224121" w:rsidRPr="00875C2B" w:rsidRDefault="00224121" w:rsidP="002241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C2B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75C2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75C2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середовищ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224121" w:rsidRPr="00875C2B" w:rsidRDefault="00224121" w:rsidP="0022412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5CC3" w:rsidRPr="00224121" w:rsidRDefault="00224121" w:rsidP="00224121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C5CC3" w:rsidRPr="00224121" w:rsidSect="00224121">
      <w:pgSz w:w="12240" w:h="15840"/>
      <w:pgMar w:top="1440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121"/>
    <w:rsid w:val="00171A2E"/>
    <w:rsid w:val="001C5CC3"/>
    <w:rsid w:val="00224121"/>
    <w:rsid w:val="00304C90"/>
    <w:rsid w:val="00505B6D"/>
    <w:rsid w:val="006D3977"/>
    <w:rsid w:val="007D6C18"/>
    <w:rsid w:val="009915B3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287</Words>
  <Characters>1642</Characters>
  <Application>Microsoft Office Word</Application>
  <DocSecurity>0</DocSecurity>
  <Lines>13</Lines>
  <Paragraphs>3</Paragraphs>
  <ScaleCrop>false</ScaleCrop>
  <Company>Microsoft</Company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2020-07-29T14:49:00Z</dcterms:created>
  <dcterms:modified xsi:type="dcterms:W3CDTF">2020-07-29T18:23:00Z</dcterms:modified>
</cp:coreProperties>
</file>