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845" w:rsidRPr="002A548E" w:rsidRDefault="00622845" w:rsidP="00622845">
      <w:pPr>
        <w:pStyle w:val="HTML0"/>
        <w:spacing w:line="276" w:lineRule="auto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92328F" wp14:editId="14AA721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52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5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2845" w:rsidRDefault="00622845" w:rsidP="00622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xRN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Bd5xRNp3cAAEBZBAAOAAAAAAAAAAAAAAAAAC4CAABkcnMvZTJvRG9jLnhtbFBLAQItABQA&#10;BgAIAAAAIQCyHUyb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kDrcUA&#10;AADdAAAADwAAAGRycy9kb3ducmV2LnhtbESPS4vCQBCE74L/YWhhb+vEiLsaHUVkXTwIi4/cm0zn&#10;gZmekBk1/vsdQfBYVNVX1GLVmVrcqHWVZQWjYQSCOLO64kLB+bT9nIJwHlljbZkUPMjBatnvLTDR&#10;9s4Huh19IQKEXYIKSu+bREqXlWTQDW1DHLzctgZ9kG0hdYv3ADe1jKPoSxqsOCyU2NCmpOxyvBoF&#10;dvy726dFfBj/8Lfn9d80T7u9Uh+Dbj0H4anz7/CrvdMKJpN4Bs834Qn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+QOt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z448UA&#10;AADdAAAADwAAAGRycy9kb3ducmV2LnhtbERPTWsCMRC9C/6HMEIvUrNt0bZboxRhW/UgaAu9Dptx&#10;s3YzWZJUV399cxA8Pt73dN7ZRhzJh9qxgodRBoK4dLrmSsH3V3H/AiJEZI2NY1JwpgDzWb83xVy7&#10;E2/puIuVSCEcclRgYmxzKUNpyGIYuZY4cXvnLcYEfSW1x1MKt418zLKJtFhzajDY0sJQ+bv7swoO&#10;xcb8LJ4vH374uqXLsFh/NquJUneD7v0NRKQu3sRX91IrGI+f0v70Jj0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Pjj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g/B8QA&#10;AADdAAAADwAAAGRycy9kb3ducmV2LnhtbESP32rCMBTG7we+QziCN2OmrjhGNS0ic0hvRN0DHJpj&#10;U2xOShNtfftFGOzy4/vz41sXo23FnXrfOFawmCcgiCunG64V/Jx3b58gfEDW2DomBQ/yUOSTlzVm&#10;2g18pPsp1CKOsM9QgQmhy6T0lSGLfu464uhdXG8xRNnXUvc4xHHbyvck+ZAWG44Egx1tDVXX081G&#10;yCHFQ3kZzrvvEQf8Kg2/bo5KzabjZgUi0Bj+w3/tvVawXKY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YPw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F00MYA&#10;AADdAAAADwAAAGRycy9kb3ducmV2LnhtbESPQUvDQBSE70L/w/IEb3ZjNFVit6VUhSJ4sAri7ZF9&#10;TYLZt8vus4n/visIHoeZ+YZZric3qCPF1Hs2cDUvQBE33vbcGnh/e7q8A5UE2eLgmQz8UIL1ana2&#10;xNr6kV/puJdWZQinGg10IqHWOjUdOUxzH4izd/DRoWQZW20jjhnuBl0WxUI77DkvdBho21Hztf92&#10;Bl7Gx/B8u6gO4TPelDo9WPnYijEX59PmHpTQJP/hv/bOGqiq6xJ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F00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YE68QA&#10;AADdAAAADwAAAGRycy9kb3ducmV2LnhtbESPy2rDMBBF94X8g5hCN6WRG5MQ3CjGhCQUb0weHzBY&#10;E8vUGhlLjd2/jwqFLi/3cbibfLKduNPgW8cK3ucJCOLa6ZYbBdfL4W0NwgdkjZ1jUvBDHvLt7GmD&#10;mXYjn+h+Do2II+wzVGBC6DMpfW3Iop+7njh6NzdYDFEOjdQDjnHcdnKRJCtpseVIMNjTzlD9df62&#10;EVKlWJW38XI4TjjivjT8WpyUenmeig8QgabwH/5rf2oFy2Wa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GBO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JP8YA&#10;AADdAAAADwAAAGRycy9kb3ducmV2LnhtbESPQUsDMRSE70L/Q3gFbzZr7VZZmxapCiL00FYQb4/N&#10;6+7i5iUkz+76740geBxm5htmtRldr84UU+fZwPWsAEVce9txY+Dt+Hx1ByoJssXeMxn4pgSb9eRi&#10;hZX1A+/pfJBGZQinCg20IqHSOtUtOUwzH4izd/LRoWQZG20jDhnuej0viqV22HFeaDHQtqX68/Dl&#10;DOyGp/B6uyxP4SMu5jo9WnnfijGX0/HhHpTQKP/hv/aLNVCWN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RJP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hM2sYA&#10;AADdAAAADwAAAGRycy9kb3ducmV2LnhtbESPUWvCMBSF3wX/Q7iDvchMnVRGZxQVwgYKohvs9dJc&#10;27LmpiSZ7f69GQx8PJxzvsNZrgfbiiv50DhWMJtmIIhLZxquFHx+6KcXECEiG2wdk4JfCrBejUdL&#10;LIzr+UTXc6xEgnAoUEEdY1dIGcqaLIap64iTd3HeYkzSV9J47BPctvI5yxbSYsNpocaOdjWV3+cf&#10;q2B77Ku5n5Tbwe0vb1+51kYftFKPD8PmFUSkId7D/+13oyDP5zn8vU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hM2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KI6MQA&#10;AADdAAAADwAAAGRycy9kb3ducmV2LnhtbESPUWvCMBSF3wX/Q7jC3jSdsyKdUUQpyPBlbj/g0tw1&#10;nc1NSWKt/34RhD0ezjnf4ay3g21FTz40jhW8zjIQxJXTDdcKvr/K6QpEiMgaW8ek4E4BtpvxaI2F&#10;djf+pP4ca5EgHApUYGLsCilDZchimLmOOHk/zluMSfpaao+3BLetnGfZUlpsOC0Y7GhvqLqcr1ZB&#10;+TE/9Zer9qXbDQtLufldHYxSL5Nh9w4i0hD/w8/2USvI87cl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yiO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3NsYA&#10;AADdAAAADwAAAGRycy9kb3ducmV2LnhtbESPUWvCMBSF34X9h3AHexkzVakbnVFUCBMcDN1gr5fm&#10;2pY1NyXJbPfvjTDw8XDO+Q5nsRpsK87kQ+NYwWScgSAunWm4UvD1qZ9eQISIbLB1TAr+KMBqeTda&#10;YGFczwc6H2MlEoRDgQrqGLtCylDWZDGMXUecvJPzFmOSvpLGY5/gtpXTLJtLiw2nhRo72tZU/hx/&#10;rYLNR1/N/GO5Gdz+9Pada230u1bq4X5Yv4KINMRb+L+9MwryfPYM1zfpCc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Z3N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G5AcEA&#10;AADdAAAADwAAAGRycy9kb3ducmV2LnhtbERP3WrCMBS+H/gO4Qi7m6m6ilSjiFIYYzdTH+DQHJtq&#10;c1KSWLu3Xy4ELz++//V2sK3oyYfGsYLpJANBXDndcK3gfCo/liBCRNbYOiYFfxRguxm9rbHQ7sG/&#10;1B9jLVIIhwIVmBi7QspQGbIYJq4jTtzFeYsxQV9L7fGRwm0rZ1m2kBYbTg0GO9obqm7Hu1VQfs9+&#10;+ttd+9Lthk9LubkuD0ap9/GwW4GINMSX+On+0gryfJ7mpjfpCc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huQH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GvMQA&#10;AADdAAAADwAAAGRycy9kb3ducmV2LnhtbESP0WqDQBRE3wP9h+UW+hbXNDG01jWUgiF5rMkHXNxb&#10;Fd271t1G/ftsodDHYWbOMNlhNr240ehaywo2UQyCuLK65VrB9VKsX0A4j6yxt0wKFnJwyB9WGaba&#10;TvxJt9LXIkDYpaig8X5IpXRVQwZdZAfi4H3Z0aAPcqylHnEKcNPL5zjeS4Mth4UGB/poqOrKH6Ng&#10;t0zH7zLp4kIb2py3w5l9lSj19Di/v4HwNPv/8F/7pBUkyfYVft+EJ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oBr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bFQMMA&#10;AADdAAAADwAAAGRycy9kb3ducmV2LnhtbERPy2rCQBTdC/7DcAV3OqkYadOMIkqkdFVT2/Ulc/Og&#10;mTshM5rk7zuLQpeH804Po2nFg3rXWFbwtI5AEBdWN1wpuH1mq2cQziNrbC2TgokcHPbzWYqJtgNf&#10;6ZH7SoQQdgkqqL3vEildUZNBt7YdceBK2xv0AfaV1D0OIdy0chNFO2mw4dBQY0enmoqf/G4U3Hff&#10;mxuX7/ojP0+Xl3N2dPKrUmq5GI+vIDyN/l/8537TCuJ4G/aHN+EJ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bFQ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kf3MgA&#10;AADdAAAADwAAAGRycy9kb3ducmV2LnhtbESPT2vCQBTE74V+h+UVvNWNrQZNXaUtCOrBUP8cenvN&#10;vibR7NuYXTX99q4g9DjMzG+Y8bQ1lThT40rLCnrdCARxZnXJuYLtZvY8BOE8ssbKMin4IwfTyePD&#10;GBNtL/xF57XPRYCwS1BB4X2dSOmyggy6rq2Jg/drG4M+yCaXusFLgJtKvkRRLA2WHBYKrOmzoOyw&#10;PhkFu3QYj9KPRX+/XP3gq9HHb13GSnWe2vc3EJ5a/x++t+dawWDQ78HtTXg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aR/c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NDWMUA&#10;AADdAAAADwAAAGRycy9kb3ducmV2LnhtbESPS4vCQBCE78L+h6EX9qYTsyoSHWVX8YEnX+C1ybRJ&#10;MNMTMqNGf/3OguCxqKqvqPG0MaW4Ue0Kywq6nQgEcWp1wZmC42HRHoJwHlljaZkUPMjBdPLRGmOi&#10;7Z13dNv7TAQIuwQV5N5XiZQuzcmg69iKOHhnWxv0QdaZ1DXeA9yUMo6igTRYcFjIsaJZTullfzUK&#10;noMTbt0q/p1/a0+P3nBpN9ulUl+fzc8IhKfGv8Ov9lor6Pd7Mfy/CU9AT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0NY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e1e8UA&#10;AADdAAAADwAAAGRycy9kb3ducmV2LnhtbESP0WrCQBRE3wX/YbmCb7rRJkWjq5Si0Ldq6gdcstdN&#10;MHs3Zrea9uu7BcHHYWbOMOttbxtxo87XjhXMpgkI4tLpmo2C09d+sgDhA7LGxjEp+CEP281wsMZc&#10;uzsf6VYEIyKEfY4KqhDaXEpfVmTRT11LHL2z6yyGKDsjdYf3CLeNnCfJq7RYc1yosKX3ispL8W0V&#10;XN08032xw8/LbnmojUmvv8dUqfGof1uBCNSHZ/jR/tAKsix9gf838Qn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V7V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+nZ8UA&#10;AADdAAAADwAAAGRycy9kb3ducmV2LnhtbESPwW7CMBBE70j8g7WVegOnQICmGASVKnGFcuC42EuS&#10;Nl6H2IXA12MkpB5HM/NGM1u0thJnanzpWMFbPwFBrJ0pOVew+/7qTUH4gGywckwKruRhMe92ZpgZ&#10;d+ENnbchFxHCPkMFRQh1JqXXBVn0fVcTR+/oGoshyiaXpsFLhNtKDpJkLC2WHBcKrOmzIP27/bMK&#10;1uWB0rE+vtvpSm/2t1MYTn6MUq8v7fIDRKA2/Ief7bVRkKajETzexCc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6d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rxCMIA&#10;AADdAAAADwAAAGRycy9kb3ducmV2LnhtbERPXWvCMBR9H/gfwhV8m6lih6tGmQNB2RTmhr5emmtT&#10;bG5KE2v998tg4OP55syXna1ES40vHSsYDRMQxLnTJRcKfr7Xz1MQPiBrrByTgjt5WC56T3PMtLvx&#10;F7WHUIhYwj5DBSaEOpPS54Ys+qGriaN2do3FEGFTSN3gLZbbSo6T5EVaLDkuGKzp3VB+OVytghb3&#10;9+RkVrvXbfmZj/er44eOvBr0u7cZiEBdeJj/0xutIE0nKfy9iU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2vE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PRH8UA&#10;AADdAAAADwAAAGRycy9kb3ducmV2LnhtbESPQUvDQBSE70L/w/IK3uymwRaJ3RYpVDxq7MHjM/ua&#10;Tc2+F3bXJvrrXUHwOMzMN8xmN/leXSjETtjAclGAIm7EdtwaOL4ebu5AxYRssRcmA18UYbedXW2w&#10;sjLyC13q1KoM4VihAZfSUGkdG0ce40IG4uydJHhMWYZW24Bjhvtel0Wx1h47zgsOB9o7aj7qT29g&#10;fGzez+XpzbrvMMihfpZz2Ysx1/Pp4R5Uoin9h//aT9bAanW7ht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9Ef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yI8cA&#10;AADdAAAADwAAAGRycy9kb3ducmV2LnhtbESPW2sCMRSE3wv+h3CEvtWsUqtsjWK9QClK8dL34+a4&#10;uzY5WTaprv/eCEIfh5n5hhlNGmvEmWpfOlbQ7SQgiDOnS84V7HfLlyEIH5A1Gsek4EoeJuPW0whT&#10;7S68ofM25CJC2KeooAihSqX0WUEWfcdVxNE7utpiiLLOpa7xEuHWyF6SvEmLJceFAiuaFZT9bv+s&#10;guX33Jx66830R4bZYnAww6+P+Uqp53YzfQcRqAn/4Uf7Uyvo918HcH8Tn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UMi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xr6MMA&#10;AADdAAAADwAAAGRycy9kb3ducmV2LnhtbERPTYvCMBC9L/gfwgheRFN1K9I1igiiwgrqLux1bMa2&#10;2ExKE2v99+Yg7PHxvufL1pSiodoVlhWMhhEI4tTqgjMFvz+bwQyE88gaS8uk4EkOlovOxxwTbR98&#10;oubsMxFC2CWoIPe+SqR0aU4G3dBWxIG72tqgD7DOpK7xEcJNKcdRNJUGCw4NOVa0zim9ne9GQXP8&#10;vmS7xlX726zv4slluz3oP6V63Xb1BcJT6//Fb/dOK4jjzzA3vAlP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xr6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GyuscA&#10;AADdAAAADwAAAGRycy9kb3ducmV2LnhtbESPQWsCMRSE74L/ITyhN81WXNGtUaog9FJQ20O9PTev&#10;u4ubl22S6uqvN4LgcZiZb5jZojW1OJHzlWUFr4MEBHFudcWFgu+vdX8CwgdkjbVlUnAhD4t5tzPD&#10;TNszb+m0C4WIEPYZKihDaDIpfV6SQT+wDXH0fq0zGKJ0hdQOzxFuajlMkrE0WHFcKLGhVUn5cfdv&#10;FCynk+XfZsSf1+1hT/ufwzEdukSpl177/gYiUBue4Uf7QytI09EU7m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BsrrHAAAA3QAAAA8AAAAAAAAAAAAAAAAAmAIAAGRy&#10;cy9kb3ducmV2LnhtbFBLBQYAAAAABAAEAPUAAACMAwAAAAA=&#10;" fillcolor="black" stroked="f"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tO9MQA&#10;AADdAAAADwAAAGRycy9kb3ducmV2LnhtbERPz2vCMBS+D/Y/hDfwNtMJFemMRbcJgu6g7uDx2Tzb&#10;0OalNLHW/fXLYeDx4/s9zwfbiJ46bxwreBsnIIgLpw2XCn6O69cZCB+QNTaOScGdPOSL56c5Ztrd&#10;eE/9IZQihrDPUEEVQptJ6YuKLPqxa4kjd3GdxRBhV0rd4S2G20ZOkmQqLRqODRW29FFRUR+uVsFp&#10;OzWzvaHJefe7+tK7tF59f9ZKjV6G5TuIQEN4iP/dG60gTdO4P76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LTvT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LV2sUA&#10;AADdAAAADwAAAGRycy9kb3ducmV2LnhtbESPQWsCMRSE74X+h/AEb5q1sCJbo4il1EsP1ZZeH5vn&#10;Zt3NyzaJuvrrjSD0OMzMN8x82dtWnMiH2rGCyTgDQVw6XXOl4Hv3PpqBCBFZY+uYFFwowHLx/DTH&#10;Qrszf9FpGyuRIBwKVGBi7AopQ2nIYhi7jjh5e+ctxiR9JbXHc4LbVr5k2VRarDktGOxobahstker&#10;wK9+35orH3+a7Pp5CR+H/m+GRqnhoF+9gojUx//wo73RCvI8n8D9TXo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otXa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TuH8YA&#10;AADdAAAADwAAAGRycy9kb3ducmV2LnhtbESP3UrDQBSE74W+w3IK3ki7aSBaY7elCIJgEfrzAKfZ&#10;YxLcPRuyxzb16d1CwcthZr5hFqvBO3WiPraBDcymGSjiKtiWawOH/dtkDioKskUXmAxcKMJqObpb&#10;YGnDmbd02kmtEoRjiQYaka7UOlYNeYzT0BEn7yv0HiXJvta2x3OCe6fzLHvUHltOCw129NpQ9b37&#10;8QZcfnTPH09xI5eD3mS/XrYPn9aY+/GwfgElNMh/+NZ+twaKosjh+iY9Ab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TuH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REwMYA&#10;AADdAAAADwAAAGRycy9kb3ducmV2LnhtbESPQWsCMRSE74X+h/AK3mpWy5ayNYqtCHvpwa3F63Pz&#10;3CwmL8sm1bW/3ghCj8PMfMPMFoOz4kR9aD0rmIwzEMS11y03Crbf6+c3ECEia7SeScGFAizmjw8z&#10;LLQ/84ZOVWxEgnAoUIGJsSukDLUhh2HsO+LkHXzvMCbZN1L3eE5wZ+U0y16lw5bTgsGOPg3Vx+rX&#10;KVhVnZ1uS/MRdj9f+70t/9a0Wyk1ehqW7yAiDfE/fG+XWkGe5y9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REw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qTBcQA&#10;AADdAAAADwAAAGRycy9kb3ducmV2LnhtbESPT2sCMRTE7wW/Q3hCbzVRXFu2RilFQejJf4feHslz&#10;d3Xzsmyiu/32jSB4HGbmN8x82bta3KgNlWcN45ECQWy8rbjQcNiv3z5AhIhssfZMGv4owHIxeJlj&#10;bn3HW7rtYiEShEOOGsoYm1zKYEpyGEa+IU7eybcOY5JtIW2LXYK7Wk6UmkmHFaeFEhv6Lslcdlen&#10;4byWP94oNMfDsdvY99/VjGql9euw//oEEamPz/CjvbEasiybwv1Neg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akw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+UsMMA&#10;AADdAAAADwAAAGRycy9kb3ducmV2LnhtbERPXWvCMBR9F/Yfwh3szaY6HNI1ihsIouxhOsYer821&#10;LW1uShLb+u+XwcDzdjhfnHw9mlb05HxtWcEsSUEQF1bXXCr4Om2nSxA+IGtsLZOCG3lYrx4mOWba&#10;DvxJ/TGUIpawz1BBFUKXSemLigz6xHbEUbtYZzBE6kqpHQ6x3LRynqYv0mDNcaHCjt4rKprj1Sj4&#10;uR748vG837i38G3Hk2/m52Wj1NPjuHkFEWgMd/N/eqcVLCLg701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+UsM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ewFccA&#10;AADdAAAADwAAAGRycy9kb3ducmV2LnhtbESPT2sCMRTE74V+h/AK3mq24oquRtFCoRfBPz3U23Pz&#10;uru4eVmTVFc/vREEj8PM/IaZzFpTixM5X1lW8NFNQBDnVldcKPjZfr0PQfiArLG2TAou5GE2fX2Z&#10;YKbtmdd02oRCRAj7DBWUITSZlD4vyaDv2oY4en/WGQxRukJqh+cIN7XsJclAGqw4LpTY0GdJ+WHz&#10;bxQsRsPFcdXn5XW939Hud39Iey5RqvPWzscgArXhGX60v7WCNE0HcH8Tn4C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HsBXHAAAA3QAAAA8AAAAAAAAAAAAAAAAAmAIAAGRy&#10;cy9kb3ducmV2LnhtbFBLBQYAAAAABAAEAPUAAACMAwAAAAA=&#10;" fillcolor="black" stroked="f"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fvj8UA&#10;AADdAAAADwAAAGRycy9kb3ducmV2LnhtbESPQUsDMRSE70L/Q3iCN5u1ZVW2TctSkIqnbVV6fd08&#10;N4ublyWJ6frvjSB4HGbmG2a9newgEvnQO1ZwNy9AELdO99wpeHt9un0EESKyxsExKfimANvN7GqN&#10;lXYXPlA6xk5kCIcKFZgYx0rK0BqyGOZuJM7eh/MWY5a+k9rjJcPtIBdFcS8t9pwXDI60M9R+Hr+s&#10;gnTeNfUynZI5vPi6867Zv58bpW6up3oFItIU/8N/7WetoCzLB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++P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+bD8MA&#10;AADdAAAADwAAAGRycy9kb3ducmV2LnhtbERPz2vCMBS+D/Y/hDfwpqmDinZGGTJFvajdYDs+mrem&#10;rHkpTazVv94chB0/vt/zZW9r0VHrK8cKxqMEBHHhdMWlgq/P9XAKwgdkjbVjUnAlD8vF89McM+0u&#10;fKIuD6WIIewzVGBCaDIpfWHIoh+5hjhyv661GCJsS6lbvMRwW8vXJJlIixXHBoMNrQwVf/nZKvDj&#10;1cf33t5m3c/G8CHfmcmxNEoNXvr3NxCB+vAvfri3WkGapnFufBOf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+bD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2845" w:rsidRDefault="00622845" w:rsidP="00622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22845" w:rsidRDefault="00622845" w:rsidP="00622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845" w:rsidRDefault="00622845" w:rsidP="00622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845" w:rsidRDefault="00622845" w:rsidP="00622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845" w:rsidRDefault="00622845" w:rsidP="00622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845" w:rsidRDefault="00622845" w:rsidP="00622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22845" w:rsidRDefault="00622845" w:rsidP="006228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22845" w:rsidRDefault="00622845" w:rsidP="00622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22845" w:rsidRDefault="00622845" w:rsidP="00622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22845" w:rsidRDefault="00622845" w:rsidP="00622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845" w:rsidRDefault="00622845" w:rsidP="00622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22845" w:rsidRDefault="00622845" w:rsidP="00622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2845" w:rsidRDefault="00622845" w:rsidP="00622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22845" w:rsidRDefault="00622845" w:rsidP="006228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2845" w:rsidRPr="00186FBA" w:rsidRDefault="00622845" w:rsidP="006228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№14</w:t>
      </w:r>
    </w:p>
    <w:p w:rsidR="00622845" w:rsidRDefault="00622845" w:rsidP="0062284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22845" w:rsidRDefault="00622845" w:rsidP="0062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2845" w:rsidRDefault="00622845" w:rsidP="0062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22845" w:rsidRPr="00D82BDE" w:rsidRDefault="00622845" w:rsidP="006228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22845" w:rsidRDefault="00622845" w:rsidP="0062284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r w:rsidRPr="00F359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</w:t>
      </w:r>
      <w:r w:rsidRPr="00496A4E">
        <w:rPr>
          <w:rFonts w:ascii="Times New Roman" w:hAnsi="Times New Roman" w:cs="Times New Roman"/>
          <w:sz w:val="24"/>
          <w:szCs w:val="24"/>
        </w:rPr>
        <w:t>66.</w:t>
      </w:r>
      <w:r>
        <w:rPr>
          <w:rFonts w:ascii="Times New Roman" w:hAnsi="Times New Roman" w:cs="Times New Roman"/>
          <w:sz w:val="24"/>
          <w:szCs w:val="24"/>
        </w:rPr>
        <w:t>від 16.12.2019 року «</w:t>
      </w:r>
      <w:r w:rsidRPr="00496A4E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496A4E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496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4E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496A4E"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 w:rsidRPr="00496A4E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496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4E"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 w:rsidRPr="00496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4E"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 w:rsidRPr="00496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4E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496A4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96A4E"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 w:rsidRPr="00496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4E"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 w:rsidRPr="00496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4E"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 w:rsidRPr="00496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4E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496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4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96A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96A4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96A4E"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 w:cs="Times New Roman"/>
          <w:sz w:val="24"/>
          <w:szCs w:val="24"/>
        </w:rPr>
        <w:t>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№10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27.11.2020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ради» ,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№4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23.12.2020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,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622845" w:rsidRDefault="00622845" w:rsidP="006228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2845" w:rsidRDefault="00622845" w:rsidP="006228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4BC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1.</w:t>
      </w:r>
      <w:r w:rsidRPr="00CF4BCC">
        <w:rPr>
          <w:rFonts w:ascii="Times New Roman" w:hAnsi="Times New Roman" w:cs="Times New Roman"/>
          <w:sz w:val="24"/>
          <w:szCs w:val="24"/>
        </w:rPr>
        <w:t xml:space="preserve">Надати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доп</w:t>
      </w:r>
      <w:r>
        <w:rPr>
          <w:rFonts w:ascii="Times New Roman" w:hAnsi="Times New Roman" w:cs="Times New Roman"/>
          <w:sz w:val="24"/>
          <w:szCs w:val="24"/>
        </w:rPr>
        <w:t>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на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брата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помер 01.12.2020  року ( АЗ № 71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09.12.2020 року) ,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3000.00  (три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F4BCC">
        <w:rPr>
          <w:rFonts w:ascii="Times New Roman" w:hAnsi="Times New Roman" w:cs="Times New Roman"/>
          <w:sz w:val="24"/>
          <w:szCs w:val="24"/>
        </w:rPr>
        <w:t>) грн.</w:t>
      </w:r>
    </w:p>
    <w:p w:rsidR="00622845" w:rsidRDefault="00622845" w:rsidP="006228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</w:t>
      </w:r>
      <w:r w:rsidRPr="00CF4BCC">
        <w:rPr>
          <w:rFonts w:ascii="Times New Roman" w:hAnsi="Times New Roman" w:cs="Times New Roman"/>
          <w:sz w:val="24"/>
          <w:szCs w:val="24"/>
        </w:rPr>
        <w:t xml:space="preserve">Надати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доп</w:t>
      </w:r>
      <w:r>
        <w:rPr>
          <w:rFonts w:ascii="Times New Roman" w:hAnsi="Times New Roman" w:cs="Times New Roman"/>
          <w:sz w:val="24"/>
          <w:szCs w:val="24"/>
        </w:rPr>
        <w:t>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на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батька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Миколайовича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помер 12.01.2021  року ( АЗ № 5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13.01.2021 року) ,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5000.00  (</w:t>
      </w:r>
      <w:proofErr w:type="spellStart"/>
      <w:r>
        <w:rPr>
          <w:rFonts w:ascii="Times New Roman" w:hAnsi="Times New Roman" w:cs="Times New Roman"/>
          <w:sz w:val="24"/>
          <w:szCs w:val="24"/>
        </w:rPr>
        <w:t>п’ять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F4BCC">
        <w:rPr>
          <w:rFonts w:ascii="Times New Roman" w:hAnsi="Times New Roman" w:cs="Times New Roman"/>
          <w:sz w:val="24"/>
          <w:szCs w:val="24"/>
        </w:rPr>
        <w:t>) грн.</w:t>
      </w:r>
    </w:p>
    <w:p w:rsidR="00622845" w:rsidRDefault="00622845" w:rsidP="006228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1978"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3.Відділу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(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М.М.Нечипорук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22845" w:rsidRPr="00622845" w:rsidRDefault="00622845" w:rsidP="00622845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22845" w:rsidRDefault="00622845" w:rsidP="00622845"/>
    <w:p w:rsidR="001B4A73" w:rsidRDefault="00622845" w:rsidP="00622845">
      <w:r>
        <w:rPr>
          <w:rFonts w:ascii="Times New Roman" w:hAnsi="Times New Roman" w:cs="Times New Roman"/>
          <w:noProof/>
          <w:sz w:val="24"/>
          <w:szCs w:val="24"/>
        </w:rPr>
        <w:lastRenderedPageBreak/>
        <w:t>Сільський голова                                                                                   Валерій МИХАЛЮК</w:t>
      </w:r>
    </w:p>
    <w:sectPr w:rsidR="001B4A7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9F9" w:rsidRDefault="007639F9">
      <w:pPr>
        <w:spacing w:after="0" w:line="240" w:lineRule="auto"/>
      </w:pPr>
      <w:r>
        <w:separator/>
      </w:r>
    </w:p>
  </w:endnote>
  <w:endnote w:type="continuationSeparator" w:id="0">
    <w:p w:rsidR="007639F9" w:rsidRDefault="007639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9F9" w:rsidRDefault="007639F9">
      <w:pPr>
        <w:spacing w:after="0" w:line="240" w:lineRule="auto"/>
      </w:pPr>
      <w:r>
        <w:separator/>
      </w:r>
    </w:p>
  </w:footnote>
  <w:footnote w:type="continuationSeparator" w:id="0">
    <w:p w:rsidR="007639F9" w:rsidRDefault="007639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845"/>
    <w:rsid w:val="001B4A73"/>
    <w:rsid w:val="00622845"/>
    <w:rsid w:val="00763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84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2284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2284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22845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84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2284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2284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22845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2021-01-31T13:08:00Z</dcterms:created>
  <dcterms:modified xsi:type="dcterms:W3CDTF">2021-01-31T13:08:00Z</dcterms:modified>
</cp:coreProperties>
</file>