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BB6" w:rsidRPr="0066767B" w:rsidRDefault="009E1BB6" w:rsidP="009E1BB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9E1BB6" w:rsidRPr="0066767B" w:rsidRDefault="009E1BB6" w:rsidP="009E1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AEC956" wp14:editId="6A6EC35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262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26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BB6" w:rsidRDefault="009E1BB6" w:rsidP="009E1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MeBjHcAAGVZ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oEM8IA&#10;AADeAAAADwAAAGRycy9kb3ducmV2LnhtbERPS4vCMBC+L/gfwix4W9NtQaWaisgqHgSx6n1opg9s&#10;JqXJav33mwXB23x8z1muBtOKO/WusazgexKBIC6sbrhScDlvv+YgnEfW2FomBU9ysMpGH0tMtX3w&#10;ie65r0QIYZeigtr7LpXSFTUZdBPbEQeutL1BH2BfSd3jI4SbVsZRNJUGGw4NNXa0qam45b9GgU12&#10;+8O1ik/JD888r4/z8joclBp/DusFCE+Df4tf7r0O85N4msD/O+EG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ugQz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cu5McA&#10;AADeAAAADwAAAGRycy9kb3ducmV2LnhtbERP30vDMBB+F/wfwgm+DJduk6p12RiDbs4HoVPw9WjO&#10;ptpcShK3ur9+EQTf7uP7efPlYDtxIB9axwom4wwEce10y42Ct9fy5h5EiMgaO8ek4IcCLBeXF3Ms&#10;tDtyRYd9bEQK4VCgAhNjX0gZakMWw9j1xIn7cN5iTNA3Uns8pnDbyWmW5dJiy6nBYE9rQ/XX/tsq&#10;+CxfzPv67rTxo4eKTqPyedvtcqWur4bVI4hIQ/wX/7mfdJo/m+a38PtOukEu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XLu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gvfsYA&#10;AADeAAAADwAAAGRycy9kb3ducmV2LnhtbESP0WrCQBBF3wv+wzKCL0U3VSoluoYgKiUvQe0HDNkx&#10;G8zOhuzWxL/vFgp9m+HeuefONhttKx7U+8axgrdFAoK4crrhWsHX9Tj/AOEDssbWMSl4kodsN3nZ&#10;YqrdwGd6XEItYgj7FBWYELpUSl8ZsugXriOO2s31FkNc+1rqHocYblu5TJK1tNhwJBjsaG+oul++&#10;bYSUKyyL23A9nkYc8FAYfs3PSs2mY74BEWgM/+a/608d66+W63f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cgvf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kM8QA&#10;AADeAAAADwAAAGRycy9kb3ducmV2LnhtbERPTUvDQBC9C/0PyxS82Y1Ro8Rui1QFEXpoK4i3ITtN&#10;gtnZZXds4r93BcHbPN7nLNeTG9SJYuo9G7hcFKCIG297bg28HZ4v7kAlQbY4eCYD35RgvZqdLbG2&#10;fuQdnfbSqhzCqUYDnUiotU5NRw7TwgfizB19dCgZxlbbiGMOd4Mui6LSDnvODR0G2nTUfO6/nIHt&#10;+BReb6ubY/iI16VOj1beN2LM+Xx6uAclNMm/+M/9YvP8q7Kq4P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epD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YUksUA&#10;AADeAAAADwAAAGRycy9kb3ducmV2LnhtbESP3YrCMBCF74V9hzALeyOaroJKbRRZVBZvxJ8HGJpp&#10;U2wmpYm2+/ZmQfBuhnPmfGeydW9r8aDWV44VfI8TEMS50xWXCq6X3WgBwgdkjbVjUvBHHtarj0GG&#10;qXYdn+hxDqWIIexTVGBCaFIpfW7Ioh+7hjhqhWsthri2pdQtdjHc1nKSJDNpseJIMNjQj6H8dr7b&#10;CDlO8Xgoustu32OH24Ph4eak1Ndnv1mCCNSHt/l1/atj/elkNof/d+IM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VhS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2V2scA&#10;AADeAAAADwAAAGRycy9kb3ducmV2LnhtbESPQUvDQBCF70L/wzKCN7sxapS021KqgggerIXibclO&#10;k9Ds7LI7NvHfOwfB2wzvzXvfLNeTH9QZU+4DGbiZF6CQmuB6ag3sP1+uH0FltuTsEAgN/GCG9Wp2&#10;sbS1CyN94HnHrZIQyrU10DHHWuvcdOhtnoeIJNoxJG9Z1tRql+wo4X7QZVFU2tuepKGzEbcdNqfd&#10;tzfwPj7Ht4fq/hi/0l2p85Pjw5aNubqcNgtQjBP/m/+uX53g35aV8Mo7MoN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5Nldr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QtqMUA&#10;AADeAAAADwAAAGRycy9kb3ducmV2LnhtbERP32vCMBB+H/g/hBP2IjNVmWydUXQQJkwQ3WCvR3O2&#10;Zc2lJJmt/70RhL3dx/fzFqveNuJMPtSOFUzGGQjiwpmaSwXfX/rpBUSIyAYbx6TgQgFWy8HDAnPj&#10;Oj7Q+RhLkUI45KigirHNpQxFRRbD2LXEiTs5bzEm6EtpPHYp3DZymmVzabHm1FBhS+8VFb/HP6tg&#10;s+/KmR8Vm959nj5+nrU2eqeVehz26zcQkfr4L767tybNn03nr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BC2o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dYF8YA&#10;AADeAAAADwAAAGRycy9kb3ducmV2LnhtbESPzWrDMBCE74W8g9hAb40c9yfBjRJCiqGUXpr2ARZr&#10;Y7mxVkZSHPftu4dCb7vs7Mx8m93kezVSTF1gA8tFAYq4Cbbj1sDXZ323BpUyssU+MBn4oQS77exm&#10;g5UNV/6g8ZhbJSacKjTgch4qrVPjyGNahIFYbqcQPWZZY6ttxKuY+16XRfGkPXYsCQ4HOjhqzseL&#10;N1C/le/j+WJjHfbTg6dH971+ccbczqf9M6hMU/4X/32/Wql/X64EQHBkBr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dYF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u3c8UA&#10;AADeAAAADwAAAGRycy9kb3ducmV2LnhtbERP32vCMBB+H/g/hBv4IjNVmRvVKCqECRNkbuDr0Zxt&#10;WXMpSWa7/34RhL3dx/fzluveNuJKPtSOFUzGGQjiwpmaSwVfn/rpFUSIyAYbx6TglwKsV4OHJebG&#10;dfxB11MsRQrhkKOCKsY2lzIUFVkMY9cSJ+7ivMWYoC+l8dilcNvIaZbNpcWaU0OFLe0qKr5PP1bB&#10;9tiVMz8qtr17v7ydn7U2+qCVGj72mwWISH38F9/de5Pmz6YvE7i9k2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q7d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lj+8MA&#10;AADeAAAADwAAAGRycy9kb3ducmV2LnhtbERP3WrCMBS+H/gO4QjezdS6OemMIkphjN2oe4BDc9ZU&#10;m5OSxFrf3gwGuzsf3+9ZbQbbip58aBwrmE0zEMSV0w3XCr5P5fMSRIjIGlvHpOBOATbr0dMKC+1u&#10;fKD+GGuRQjgUqMDE2BVShsqQxTB1HXHifpy3GBP0tdQebynctjLPsoW02HBqMNjRzlB1OV6tgvIz&#10;/+ovV+1Ltx1eLL2a83JvlJqMh+07iEhD/Bf/uT90mj/P33L4fSfd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0lj+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tYiMIA&#10;AADeAAAADwAAAGRycy9kb3ducmV2LnhtbERPzWrCQBC+C32HZQRvuomprUTXIEKkHpv2AYbsmASz&#10;s2l2Ncnbu4VCb/Px/c4+G00rHtS7xrKCeBWBIC6tbrhS8P2VL7cgnEfW2FomBRM5yA4vsz2m2g78&#10;SY/CVyKEsEtRQe19l0rpypoMupXtiAN3tb1BH2BfSd3jEMJNK9dR9CYNNhwaauzoVFN5K+5Gwes0&#10;nH+KzS3KtaH4knQX9uVGqcV8PO5AeBr9v/jP/aHD/GT9nsDvO+EGe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y1iI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7qmMQA&#10;AADeAAAADwAAAGRycy9kb3ducmV2LnhtbERPS2vCQBC+F/oflhF6q5tYCDV1E6RiKZ5sansespMH&#10;ZmdDdjXJv3eFQm/z8T1nk0+mE1caXGtZQbyMQBCXVrdcKzh9759fQTiPrLGzTApmcpBnjw8bTLUd&#10;+Yuuha9FCGGXooLG+z6V0pUNGXRL2xMHrrKDQR/gUEs94BjCTSdXUZRIgy2HhgZ7em+oPBcXo+CS&#10;/K5OXB30sdjNH+vdfuvkT63U02LavoHwNPl/8Z/7U4f58folgfs74Qa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e6p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3/HsYA&#10;AADeAAAADwAAAGRycy9kb3ducmV2LnhtbERPS2vCQBC+F/oflil4qxtriRpdpQqF6kHxdehtmh2T&#10;aHY2zW41/vuuIHibj+85o0ljSnGm2hWWFXTaEQji1OqCMwW77edrH4TzyBpLy6TgSg4m4+enESba&#10;XnhN543PRAhhl6CC3PsqkdKlORl0bVsRB+5ga4M+wDqTusZLCDelfIuiWBosODTkWNEsp/S0+TMK&#10;9qt+PFhN5+/HxfIHu0b/fusiVqr10nwMQXhq/EN8d3/pML8z6Pbg9k64QY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3/H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v8+MYA&#10;AADeAAAADwAAAGRycy9kb3ducmV2LnhtbESPQWvCQBCF7wX/wzJCb3WjFtHoKmqplZ6sCl6H7JgE&#10;s7Mhu9XYX985CN5meG/e+2a2aF2lrtSE0rOBfi8BRZx5W3Ju4Hj4fBuDChHZYuWZDNwpwGLeeZlh&#10;av2Nf+i6j7mSEA4pGihirFOtQ1aQw9DzNbFoZ984jLI2ubYN3iTcVXqQJCPtsGRpKLCmdUHZZf/r&#10;DPyNTrgLX4PVx9BGur+PN/57tzHmtdsup6AitfFpflxvreD3J0PhlXdkB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v8+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4wzcMA&#10;AADeAAAADwAAAGRycy9kb3ducmV2LnhtbERP24rCMBB9X/Afwiz4tqZeVrZdo4go7Jtr9QOGZjYt&#10;NpPaRK379UYQfJvDuc5s0dlaXKj1lWMFw0ECgrhwumKj4LDffHyB8AFZY+2YFNzIw2Lee5thpt2V&#10;d3TJgxExhH2GCsoQmkxKX5Rk0Q9cQxy5P9daDBG2RuoWrzHc1nKUJFNpseLYUGJDq5KKY362Ck5u&#10;9Km7fI3b4zr9rYyZnP53E6X6793yG0SgLrzET/ePjvOH6TiFxzvxBj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4wz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6MxsYA&#10;AADeAAAADwAAAGRycy9kb3ducmV2LnhtbESPQW/CMAyF70j7D5En7QYpgzHoCAgmTeIK48DRS0zb&#10;rXFKk0Hh1+PDpN1s+fm9982Xna/VmdpYBTYwHGSgiG1wFRcG9p8f/SmomJAd1oHJwJUiLBcPvTnm&#10;Llx4S+ddKpSYcMzRQJlSk2sdbUke4yA0xHI7htZjkrUttGvxIua+1s9ZNtEeK5aEEht6L8n+7H69&#10;gU31RS8Te5z56dpuD7dTGr1+O2OeHrvVG6hEXfoX/31vnNQfzsYCIDgyg17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6Mx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QisYA&#10;AADeAAAADwAAAGRycy9kb3ducmV2LnhtbERP0WrCQBB8L/gPxwp9q5dIkZp6CSoIFltBLe3rkltz&#10;wdxeyF1j/PteoeDb7M7OzM6iGGwjeup87VhBOklAEJdO11wp+Dxtnl5A+ICssXFMCm7kochHDwvM&#10;tLvygfpjqEQ0YZ+hAhNCm0npS0MW/cS1xJE7u85iiGNXSd3hNZrbRk6TZCYt1hwTDLa0NlRejj9W&#10;QY/7W/JtVh/zt/q9nO5XXzsd9+pxPCxfQQQawv34X73V8f10/pzCX52IQe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PQi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yRZ8MA&#10;AADeAAAADwAAAGRycy9kb3ducmV2LnhtbERPTUvDQBC9C/0PyxS82U1DEY3dllKo9KjRg8cxO82m&#10;ZmfC7tpEf70rCN7m8T5nvZ18ry4UYidsYLkoQBE3YjtuDby+HG7uQMWEbLEXJgNfFGG7mV2tsbIy&#10;8jNd6tSqHMKxQgMupaHSOjaOPMaFDMSZO0nwmDIMrbYBxxzue10Wxa322HFucDjQ3lHzUX96A+Nj&#10;834uT2/WfYdBDvWTnMtejLmeT7sHUImm9C/+cx9tnr+8X5X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yRZ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gk68YA&#10;AADeAAAADwAAAGRycy9kb3ducmV2LnhtbERP22oCMRB9L/gPYQTfalYtVVejeKkgYhFtfZ9uprvb&#10;JpNlk+r6941Q6NscznWm88YacaHal44V9LoJCOLM6ZJzBe9vm8cRCB+QNRrHpOBGHuaz1sMUU+2u&#10;fKTLKeQihrBPUUERQpVK6bOCLPquq4gj9+lqiyHCOpe6xmsMt0b2k+RZWiw5NhRY0aqg7Pv0YxVs&#10;Dmvz1X89Ls4yrF6GH2a0W673SnXazWICIlAT/sV/7q2O83vjpwHc34k3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gk6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dhC8YA&#10;AADeAAAADwAAAGRycy9kb3ducmV2LnhtbERPTWvCQBC9F/oflhF6Ed1ordjUVYpQoqBQY6HXMTsm&#10;wexsyG6T9N93BaG3ebzPWa57U4mWGldaVjAZRyCIM6tLzhV8nT5GCxDOI2usLJOCX3KwXj0+LDHW&#10;tuMjtanPRQhhF6OCwvs6ltJlBRl0Y1sTB+5iG4M+wCaXusEuhJtKTqNoLg2WHBoKrGlTUHZNf4yC&#10;9nN/zretq3fXxdC9PJ+T5KC/lXoa9O9vIDz1/l98d291mD95nc3g9k64Qa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/dhC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e6jcUA&#10;AADeAAAADwAAAGRycy9kb3ducmV2LnhtbERPS2sCMRC+F/ofwhS81ayiRVejVEHopeDroLdxM+4u&#10;bibbJOrqr28Ewdt8fM8ZTxtTiQs5X1pW0GknIIgzq0vOFWw3i88BCB+QNVaWScGNPEwn729jTLW9&#10;8oou65CLGMI+RQVFCHUqpc8KMujbtiaO3NE6gyFCl0vt8BrDTSW7SfIlDZYcGwqsaV5QdlqfjYLZ&#10;cDD7W/b497467Gm/O5z6XZco1fpovkcgAjXhJX66f3Sc3xn2+vB4J94gJ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17qNxQAAAN4AAAAPAAAAAAAAAAAAAAAAAJgCAABkcnMv&#10;ZG93bnJldi54bWxQSwUGAAAAAAQABAD1AAAAigMAAAAA&#10;" fillcolor="black" stroked="f"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Yq+sYA&#10;AADeAAAADwAAAGRycy9kb3ducmV2LnhtbERPS2vCQBC+F/wPyxR6qxulDZq6ivYBgnrwcfA4zU6T&#10;JdnZkN1q7K/vCoK3+fieM5l1thYnar1xrGDQT0AQ504bLhQc9l/PIxA+IGusHZOCC3mYTXsPE8y0&#10;O/OWTrtQiBjCPkMFZQhNJqXPS7Lo+64hjtyPay2GCNtC6hbPMdzWcpgkqbRoODaU2NB7SXm1+7UK&#10;jqvUjLaGht/rv8WnXr9Wi81HpdTTYzd/AxGoC3fxzb3Ucf5g/JLC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Yq+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jiU8QA&#10;AADeAAAADwAAAGRycy9kb3ducmV2LnhtbERPTWsCMRC9F/wPYQq91axS1G6NIpaiFw/all6HzXSz&#10;3c1kTaKu/nojCL3N433OdN7ZRhzJh8qxgkE/A0FcOF1xqeDr8+N5AiJEZI2NY1JwpgDzWe9hirl2&#10;J97ScRdLkUI45KjAxNjmUobCkMXQdy1x4n6dtxgT9KXUHk8p3DZymGUjabHi1GCwpaWhot4drAK/&#10;+HmvL3z4rrPL5hxWf91+gkapp8du8QYiUhf/xXf3Wqf5g9eXMdzeST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Y4l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bAascA&#10;AADeAAAADwAAAGRycy9kb3ducmV2LnhtbESP0UoDQQxF34X+w5CCL2JnW0Tt2mkRQRBahNZ+QLqT&#10;7i7OZJad2G779eZB8C3h3tx7slgNMZgT9blN7GA6KcAQV8m3XDvYf73fP4PJguwxJCYHF8qwWo5u&#10;Flj6dOYtnXZSGw3hXKKDRqQrrc1VQxHzJHXEqh1TH1F07WvrezxreAx2VhSPNmLL2tBgR28NVd+7&#10;n+ggzA5hvn7KG7ns7aa4RtnefXrnbsfD6wsYoUH+zX/XH17xp/MH5dV3dAa7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2wGr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okq8UA&#10;AADeAAAADwAAAGRycy9kb3ducmV2LnhtbERPTWsCMRC9F/ofwhR6q1lFRLdGsRVhLz10u8XruJlu&#10;FpPJsom67a83BcHbPN7nLNeDs+JMfWg9KxiPMhDEtdctNwqqr93LHESIyBqtZ1LwSwHWq8eHJeba&#10;X/iTzmVsRArhkKMCE2OXSxlqQw7DyHfEifvxvcOYYN9I3eMlhTsrJ1k2kw5bTg0GO3o3VB/Lk1Ow&#10;LTs7qQrzFvbfH4eDLf52tN8q9fw0bF5BRBriXXxzFzrNHy+mC/h/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iSr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yp3cYA&#10;AADeAAAADwAAAGRycy9kb3ducmV2LnhtbESPQWsCMRCF74X+hzAFbzVRUNvVKKUoCD3V6qG3IRl3&#10;t91Mlk1013/fORS8zTBv3nvfajOERl2pS3VkC5OxAUXsoq+5tHD82j2/gEoZ2WMTmSzcKMFm/fiw&#10;wsLHnj/pesilEhNOBVqocm4LrZOrKGAax5ZYbufYBcyydqX2HfZiHho9NWauA9YsCRW29F6R+z1c&#10;goWfnf6IzqA7HU/93i++t3NqjLWjp+FtCSrTkO/i/++9l/qT15kACI7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yp3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j/IcQA&#10;AADeAAAADwAAAGRycy9kb3ducmV2LnhtbERPTWvCQBC9C/0PywjedBOlYqOrWEEQSw/VUjyO2TEJ&#10;yc6G3VXTf98tCN7m8T5nsepMI27kfGVZQTpKQBDnVldcKPg+boczED4ga2wsk4Jf8rBavvQWmGl7&#10;5y+6HUIhYgj7DBWUIbSZlD4vyaAf2ZY4chfrDIYIXSG1w3sMN40cJ8lUGqw4NpTY0qakvD5cjYLT&#10;9YMvn5P92r2HH9sdfT0+z2qlBv1uPQcRqAtP8cO903F++vaawv8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o/y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e0JMUA&#10;AADeAAAADwAAAGRycy9kb3ducmV2LnhtbERPTWsCMRC9C/6HMAVvmnXRolujqCB4EdT2UG/jZrq7&#10;uJmsSdRtf30jFHqbx/uc2aI1tbiT85VlBcNBAoI4t7riQsHH+6Y/AeEDssbaMin4Jg+Lebczw0zb&#10;Bx/ofgyFiCHsM1RQhtBkUvq8JIN+YBviyH1ZZzBE6AqpHT5iuKllmiSv0mDFsaHEhtYl5ZfjzShY&#10;TSer637Eu5/D+USnz/NlnLpEqd5Lu3wDEagN/+I/91bH+cPpOIX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7QkxQAAAN4AAAAPAAAAAAAAAAAAAAAAAJgCAABkcnMv&#10;ZG93bnJldi54bWxQSwUGAAAAAAQABAD1AAAAigMAAAAA&#10;" fillcolor="black" stroked="f"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wUcQA&#10;AADeAAAADwAAAGRycy9kb3ducmV2LnhtbERPS0sDMRC+C/6HMII3m20FrdumZSkUxdP2Ib1ON+Nm&#10;cTNZkpiu/94IQm/z8T1nuR5tLxL50DlWMJ0UIIgbpztuFRwP24c5iBCRNfaOScEPBVivbm+WWGp3&#10;4R2lfWxFDuFQogIT41BKGRpDFsPEDcSZ+3TeYszQt1J7vORw28tZUTxJix3nBoMDbQw1X/tvqyCd&#10;N3X1mE7J7N591XpXv36ca6Xu78ZqASLSGK/if/ebzvOnL/Nn+Hsn3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MF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XgKscA&#10;AADeAAAADwAAAGRycy9kb3ducmV2LnhtbESPQU/DMAyF70j8h8hIu7G0HKatLJvQBNPGZVCQ4Gg1&#10;pqlonKrJuo5fPx+QdrP1nt/7vFyPvlUD9bEJbCCfZqCIq2Abrg18frzcz0HFhGyxDUwGzhRhvbq9&#10;WWJhw4nfaShTrSSEY4EGXEpdoXWsHHmM09ARi/YTeo9J1r7WtseThPtWP2TZTHtsWBocdrRxVP2W&#10;R28g5pvnr1f/txi+t44P5d7N3mpnzORufHoElWhMV/P/9c4Kfr6YC6+8IzPo1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14Cr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E1BB6" w:rsidRDefault="009E1BB6" w:rsidP="009E1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E1BB6" w:rsidRPr="0066767B" w:rsidRDefault="009E1BB6" w:rsidP="009E1B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1BB6" w:rsidRPr="0066767B" w:rsidRDefault="009E1BB6" w:rsidP="009E1BB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1BB6" w:rsidRPr="0066767B" w:rsidRDefault="009E1BB6" w:rsidP="009E1B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1BB6" w:rsidRDefault="009E1BB6" w:rsidP="009E1B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9E1BB6" w:rsidRPr="0066767B" w:rsidRDefault="009E1BB6" w:rsidP="009E1B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E1BB6" w:rsidRPr="0066767B" w:rsidRDefault="009E1BB6" w:rsidP="009E1BB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E1BB6" w:rsidRPr="0066767B" w:rsidRDefault="009E1BB6" w:rsidP="009E1B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E1BB6" w:rsidRPr="0066767B" w:rsidRDefault="009E1BB6" w:rsidP="009E1B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E1BB6" w:rsidRPr="0066767B" w:rsidRDefault="009E1BB6" w:rsidP="009E1B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1BB6" w:rsidRPr="0066767B" w:rsidRDefault="009E1BB6" w:rsidP="009E1B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9E1BB6" w:rsidRPr="0066767B" w:rsidRDefault="009E1BB6" w:rsidP="009E1B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1BB6" w:rsidRPr="0066767B" w:rsidRDefault="009E1BB6" w:rsidP="009E1BB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E1BB6" w:rsidRPr="0066767B" w:rsidRDefault="009E1BB6" w:rsidP="009E1BB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E1BB6" w:rsidRDefault="009E1BB6" w:rsidP="009E1BB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25.03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.2021 року                                       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№___</w:t>
      </w:r>
    </w:p>
    <w:p w:rsidR="009E1BB6" w:rsidRDefault="009E1BB6" w:rsidP="009E1BB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E1BB6" w:rsidRPr="001C55EE" w:rsidRDefault="009E1BB6" w:rsidP="009E1B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9E1BB6" w:rsidRPr="001C55EE" w:rsidRDefault="009E1BB6" w:rsidP="009E1B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9E1BB6" w:rsidRPr="001C55EE" w:rsidRDefault="009E1BB6" w:rsidP="009E1B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E1BB6" w:rsidRPr="001C55EE" w:rsidRDefault="009E1BB6" w:rsidP="009E1B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6823982100:03:005:0033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, яка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розташована</w:t>
      </w:r>
      <w:proofErr w:type="spellEnd"/>
    </w:p>
    <w:p w:rsidR="009E1BB6" w:rsidRDefault="009E1BB6" w:rsidP="009E1B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Хмельницька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область,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Славутський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9E1BB6" w:rsidRDefault="009E1BB6" w:rsidP="009E1B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Шепетівський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) район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Головлівська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E1BB6" w:rsidRPr="001C55EE" w:rsidRDefault="009E1BB6" w:rsidP="009E1B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рада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Крупецька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рада)</w:t>
      </w:r>
    </w:p>
    <w:p w:rsidR="009E1BB6" w:rsidRDefault="009E1BB6" w:rsidP="009E1B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1BB6" w:rsidRPr="001C55EE" w:rsidRDefault="009E1BB6" w:rsidP="009E1BB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1BB6" w:rsidRPr="001C55EE" w:rsidRDefault="009E1BB6" w:rsidP="009E1B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1C55EE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9E1BB6" w:rsidRPr="001C55EE" w:rsidRDefault="009E1BB6" w:rsidP="009E1B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E1BB6" w:rsidRPr="001C55EE" w:rsidRDefault="009E1BB6" w:rsidP="009E1B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1BB6" w:rsidRPr="001C55EE" w:rsidRDefault="009E1BB6" w:rsidP="009E1B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1BB6" w:rsidRPr="001C55EE" w:rsidRDefault="009E1BB6" w:rsidP="009E1B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1C55EE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поділута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17,88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6823982100:03:005:0033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r w:rsidRPr="00F30BA9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область, 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Славутський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Шепетівський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) район,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Головлівська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30BA9">
        <w:rPr>
          <w:rFonts w:ascii="Times New Roman" w:eastAsia="Times New Roman" w:hAnsi="Times New Roman" w:cs="Times New Roman"/>
          <w:sz w:val="24"/>
          <w:szCs w:val="24"/>
        </w:rPr>
        <w:t>ільська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рада (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Крупецька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рада)</w:t>
      </w:r>
      <w:r>
        <w:rPr>
          <w:rFonts w:ascii="Times New Roman" w:eastAsia="Times New Roman" w:hAnsi="Times New Roman" w:cs="Times New Roman"/>
          <w:sz w:val="24"/>
          <w:szCs w:val="24"/>
        </w:rPr>
        <w:t>, 16.00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9E1BB6" w:rsidRPr="001C55EE" w:rsidRDefault="009E1BB6" w:rsidP="009E1B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1C55E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9E1BB6" w:rsidRPr="009E1BB6" w:rsidRDefault="009E1BB6" w:rsidP="009E1B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674A0C" w:rsidRPr="009E1BB6" w:rsidRDefault="009E1BB6" w:rsidP="009E1BB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1C55E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74A0C" w:rsidRPr="009E1BB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739" w:rsidRDefault="00B35739">
      <w:pPr>
        <w:spacing w:after="0" w:line="240" w:lineRule="auto"/>
      </w:pPr>
      <w:r>
        <w:separator/>
      </w:r>
    </w:p>
  </w:endnote>
  <w:endnote w:type="continuationSeparator" w:id="0">
    <w:p w:rsidR="00B35739" w:rsidRDefault="00B3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739" w:rsidRDefault="00B35739">
      <w:pPr>
        <w:spacing w:after="0" w:line="240" w:lineRule="auto"/>
      </w:pPr>
      <w:r>
        <w:separator/>
      </w:r>
    </w:p>
  </w:footnote>
  <w:footnote w:type="continuationSeparator" w:id="0">
    <w:p w:rsidR="00B35739" w:rsidRDefault="00B3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B6"/>
    <w:rsid w:val="00674A0C"/>
    <w:rsid w:val="009E1BB6"/>
    <w:rsid w:val="00B3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BB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BB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2021-03-20T04:59:00Z</dcterms:created>
  <dcterms:modified xsi:type="dcterms:W3CDTF">2021-03-20T04:59:00Z</dcterms:modified>
</cp:coreProperties>
</file>