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F71" w:rsidRPr="00154EFF" w:rsidRDefault="001E7F71" w:rsidP="001E7F71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7F71" w:rsidRDefault="001E7F71" w:rsidP="001E7F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E7F71" w:rsidRDefault="001E7F71" w:rsidP="001E7F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E7F71" w:rsidRDefault="001E7F71" w:rsidP="001E7F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E7F71" w:rsidRDefault="001E7F71" w:rsidP="001E7F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E7F71" w:rsidRDefault="001E7F71" w:rsidP="001E7F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E7F71" w:rsidRDefault="001E7F71" w:rsidP="001E7F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E7F71" w:rsidRDefault="001E7F71" w:rsidP="001E7F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E7F71" w:rsidRDefault="001E7F71" w:rsidP="001E7F7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E7F71" w:rsidRDefault="001E7F71" w:rsidP="001E7F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E7F71" w:rsidRDefault="001E7F71" w:rsidP="001E7F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E7F71" w:rsidRDefault="001E7F71" w:rsidP="001E7F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E7F71" w:rsidRDefault="001E7F71" w:rsidP="001E7F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E7F71" w:rsidRDefault="001E7F71" w:rsidP="001E7F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E7F71" w:rsidRDefault="001E7F71" w:rsidP="001E7F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E7F71" w:rsidRDefault="001E7F71" w:rsidP="001E7F7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E7F71" w:rsidRDefault="001E7F71" w:rsidP="001E7F7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№48</w:t>
      </w:r>
    </w:p>
    <w:p w:rsidR="001E7F71" w:rsidRPr="008E3616" w:rsidRDefault="001E7F71" w:rsidP="001E7F7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E7F71" w:rsidRPr="008E3616" w:rsidRDefault="001E7F71" w:rsidP="001E7F7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дозволу</w:t>
      </w:r>
      <w:proofErr w:type="spellEnd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розробку</w:t>
      </w:r>
      <w:proofErr w:type="spellEnd"/>
    </w:p>
    <w:p w:rsidR="001E7F71" w:rsidRPr="008E3616" w:rsidRDefault="001E7F71" w:rsidP="001E7F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п</w:t>
      </w:r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щодо</w:t>
      </w:r>
      <w:proofErr w:type="spellEnd"/>
    </w:p>
    <w:p w:rsidR="001E7F71" w:rsidRPr="008E3616" w:rsidRDefault="001E7F71" w:rsidP="001E7F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в</w:t>
      </w:r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ділянки</w:t>
      </w:r>
      <w:proofErr w:type="spellEnd"/>
    </w:p>
    <w:p w:rsidR="001E7F71" w:rsidRPr="008E3616" w:rsidRDefault="001E7F71" w:rsidP="001E7F7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Колежнюку</w:t>
      </w:r>
      <w:proofErr w:type="spellEnd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В.В.</w:t>
      </w:r>
    </w:p>
    <w:p w:rsidR="001E7F71" w:rsidRPr="008E3616" w:rsidRDefault="001E7F71" w:rsidP="001E7F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E7F71" w:rsidRPr="008E3616" w:rsidRDefault="001E7F71" w:rsidP="001E7F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пункту</w:t>
      </w:r>
      <w:proofErr w:type="gram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34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частини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1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26, 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42 Закону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Україні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116,118, 121,122,186</w:t>
      </w:r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Земельного кодексу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Закону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землеустрій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 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Колежнюка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 В.В.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сільська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рада </w:t>
      </w:r>
    </w:p>
    <w:p w:rsidR="001E7F71" w:rsidRPr="0017361B" w:rsidRDefault="001E7F71" w:rsidP="001E7F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ВИРІШИЛА:</w:t>
      </w:r>
    </w:p>
    <w:p w:rsidR="001E7F71" w:rsidRPr="008E3616" w:rsidRDefault="001E7F71" w:rsidP="001E7F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1. Надати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Колежнюку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Василю Володимировичу, який зареєстрований за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41CCA">
        <w:rPr>
          <w:rFonts w:ascii="Times New Roman" w:eastAsia="Calibri" w:hAnsi="Times New Roman" w:cs="Times New Roman"/>
          <w:sz w:val="24"/>
          <w:szCs w:val="24"/>
        </w:rPr>
        <w:t>_____________</w:t>
      </w:r>
      <w:bookmarkStart w:id="0" w:name="_GoBack"/>
      <w:bookmarkEnd w:id="0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,  дозвіл на розробку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із землеустрою щодо відведення земельної ділянки для передачі її у власність, орієнтовною площею 0,2300 га, для  ведення особистого селянського господарства,  яка розташована в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>Лисиче.</w:t>
      </w:r>
    </w:p>
    <w:p w:rsidR="001E7F71" w:rsidRPr="008E3616" w:rsidRDefault="001E7F71" w:rsidP="001E7F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Колежнюку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розробити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1E7F71" w:rsidRPr="008E3616" w:rsidRDefault="001E7F71" w:rsidP="001E7F7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1E7F71" w:rsidRPr="008E3616" w:rsidRDefault="001E7F71" w:rsidP="001E7F7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E7F71" w:rsidRPr="008E3616" w:rsidRDefault="001E7F71" w:rsidP="001E7F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7F71" w:rsidRPr="008E3616" w:rsidRDefault="001E7F71" w:rsidP="001E7F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7F71" w:rsidRPr="008E3616" w:rsidRDefault="001E7F71" w:rsidP="001E7F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7F71" w:rsidRPr="008E3616" w:rsidRDefault="001E7F71" w:rsidP="001E7F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0B5E" w:rsidRPr="001E7F71" w:rsidRDefault="001E7F71" w:rsidP="001E7F7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E00B5E" w:rsidRPr="001E7F7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F71"/>
    <w:rsid w:val="001E7F71"/>
    <w:rsid w:val="00D41CCA"/>
    <w:rsid w:val="00E0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F7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1E7F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E7F71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F7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1E7F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E7F71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7</TotalTime>
  <Pages>1</Pages>
  <Words>233</Words>
  <Characters>1334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2022-02-08T06:44:00Z</dcterms:created>
  <dcterms:modified xsi:type="dcterms:W3CDTF">2022-02-08T11:24:00Z</dcterms:modified>
</cp:coreProperties>
</file>