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BAD" w:rsidRDefault="00431BAD" w:rsidP="00431B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431BAD" w:rsidRDefault="00431BAD" w:rsidP="00431BAD"/>
    <w:p w:rsidR="00431BAD" w:rsidRDefault="00431BAD" w:rsidP="00431BAD"/>
    <w:p w:rsidR="00431BAD" w:rsidRDefault="00431BAD" w:rsidP="00431BA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31BAD" w:rsidRDefault="00431BAD" w:rsidP="00431BA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31BAD" w:rsidRDefault="00431BAD" w:rsidP="00431BA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31BAD" w:rsidRDefault="00431BAD" w:rsidP="00431BA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31BAD" w:rsidRDefault="00431BAD" w:rsidP="00431BA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1BAD" w:rsidRDefault="00431BAD" w:rsidP="00431B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31BAD" w:rsidRDefault="00431BAD" w:rsidP="00431B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1BAD" w:rsidRDefault="00431BAD" w:rsidP="00431BA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31BAD" w:rsidRDefault="00431BAD" w:rsidP="00431BA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31BAD" w:rsidRDefault="00431BAD" w:rsidP="00431BAD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</w:t>
      </w:r>
    </w:p>
    <w:p w:rsidR="00431BAD" w:rsidRDefault="00431BAD" w:rsidP="00431BAD">
      <w:pPr>
        <w:tabs>
          <w:tab w:val="left" w:pos="4424"/>
        </w:tabs>
        <w:rPr>
          <w:rFonts w:ascii="Times New Roman" w:hAnsi="Times New Roman" w:cs="Times New Roman"/>
        </w:rPr>
      </w:pPr>
    </w:p>
    <w:p w:rsidR="00431BAD" w:rsidRDefault="00431BAD" w:rsidP="00431BAD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431BAD" w:rsidRDefault="00431BAD" w:rsidP="00431BAD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31BAD" w:rsidRDefault="00431BAD" w:rsidP="00431BAD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431BAD" w:rsidRDefault="00431BAD" w:rsidP="00431BAD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Токман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О.А.</w:t>
      </w:r>
    </w:p>
    <w:p w:rsidR="00431BAD" w:rsidRDefault="00431BAD" w:rsidP="00431BAD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31BAD" w:rsidRDefault="00431BAD" w:rsidP="00431BA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Токман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431BAD" w:rsidRDefault="00431BAD" w:rsidP="00431BA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Токману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Олександру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Анатолійовичу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716A08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</w:t>
      </w:r>
      <w:r w:rsidR="00716A0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716A08">
        <w:rPr>
          <w:rFonts w:ascii="Times New Roman" w:hAnsi="Times New Roman" w:cs="Times New Roman"/>
          <w:sz w:val="24"/>
          <w:szCs w:val="24"/>
          <w:lang w:val="en-US"/>
        </w:rPr>
        <w:t>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0,3272га,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номер: 6823982100:01:002:0018),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с.Головлі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31BAD" w:rsidRDefault="00431BAD" w:rsidP="00431BA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Токману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431BAD" w:rsidRDefault="00431BAD" w:rsidP="00431BA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431BAD" w:rsidRDefault="00431BAD" w:rsidP="00431BA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31BAD" w:rsidRDefault="00431BAD" w:rsidP="00431BA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1BAD" w:rsidRPr="00431BAD" w:rsidRDefault="00431BAD" w:rsidP="00431BA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31BAD" w:rsidRDefault="00431BAD" w:rsidP="00431BA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5DEC" w:rsidRPr="00431BAD" w:rsidRDefault="00431BAD" w:rsidP="00431BAD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E95DEC" w:rsidRPr="00431BA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BAD"/>
    <w:rsid w:val="00171A2E"/>
    <w:rsid w:val="00304C90"/>
    <w:rsid w:val="00431BAD"/>
    <w:rsid w:val="00505B6D"/>
    <w:rsid w:val="006D3977"/>
    <w:rsid w:val="00716A08"/>
    <w:rsid w:val="007D6C18"/>
    <w:rsid w:val="00D1641A"/>
    <w:rsid w:val="00E95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252</Words>
  <Characters>1442</Characters>
  <Application>Microsoft Office Word</Application>
  <DocSecurity>0</DocSecurity>
  <Lines>12</Lines>
  <Paragraphs>3</Paragraphs>
  <ScaleCrop>false</ScaleCrop>
  <Company>Microsoft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2020-06-23T13:09:00Z</dcterms:created>
  <dcterms:modified xsi:type="dcterms:W3CDTF">2020-06-23T15:42:00Z</dcterms:modified>
</cp:coreProperties>
</file>