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90B" w:rsidRDefault="00CA490B" w:rsidP="00CA49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noProof/>
          <w:color w:val="000000"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-126365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90B" w:rsidRDefault="00CA490B" w:rsidP="00CA4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490B" w:rsidRDefault="00CA490B" w:rsidP="00CA4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90B" w:rsidRDefault="00CA490B" w:rsidP="00CA4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490B" w:rsidRDefault="00CA490B" w:rsidP="00CA4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90B" w:rsidRDefault="00CA490B" w:rsidP="00CA4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490B" w:rsidRDefault="00CA490B" w:rsidP="00CA4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90B" w:rsidRDefault="00CA490B" w:rsidP="00CA4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490B" w:rsidRDefault="00CA490B" w:rsidP="00CA4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90B" w:rsidRDefault="00CA490B" w:rsidP="00CA4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490B" w:rsidRDefault="00CA490B" w:rsidP="00CA4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90B" w:rsidRDefault="00CA490B" w:rsidP="00CA4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490B" w:rsidRDefault="00CA490B" w:rsidP="00CA4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90B" w:rsidRDefault="00CA490B" w:rsidP="00CA4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490B" w:rsidRDefault="00CA490B" w:rsidP="00CA4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90B" w:rsidRDefault="00CA490B" w:rsidP="00CA4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490B" w:rsidRDefault="00CA490B" w:rsidP="00CA4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90B" w:rsidRDefault="00CA490B" w:rsidP="00CA4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490B" w:rsidRDefault="00CA490B" w:rsidP="00CA4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90B" w:rsidRDefault="00CA490B" w:rsidP="00CA4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490B" w:rsidRDefault="00CA490B" w:rsidP="00CA4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90B" w:rsidRDefault="00CA490B" w:rsidP="00CA4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90B" w:rsidRDefault="00CA490B" w:rsidP="00CA4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90B" w:rsidRDefault="00CA490B" w:rsidP="00CA4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90B" w:rsidRDefault="00CA490B" w:rsidP="00CA4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90B" w:rsidRDefault="00CA490B" w:rsidP="00CA4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90B" w:rsidRDefault="00CA490B" w:rsidP="00CA4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90B" w:rsidRDefault="00CA490B" w:rsidP="00CA4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90B" w:rsidRDefault="00CA490B" w:rsidP="00CA4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90B" w:rsidRDefault="00CA490B" w:rsidP="00CA4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90B" w:rsidRDefault="00CA490B" w:rsidP="00CA4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left:0;text-align:left;margin-left:215.85pt;margin-top:-9.9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A490B" w:rsidRDefault="00CA490B" w:rsidP="00CA4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A490B" w:rsidRDefault="00CA490B" w:rsidP="00CA4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A490B" w:rsidRDefault="00CA490B" w:rsidP="00CA4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A490B" w:rsidRDefault="00CA490B" w:rsidP="00CA4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A490B" w:rsidRDefault="00CA490B" w:rsidP="00CA4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A490B" w:rsidRDefault="00CA490B" w:rsidP="00CA4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A490B" w:rsidRDefault="00CA490B" w:rsidP="00CA4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A490B" w:rsidRDefault="00CA490B" w:rsidP="00CA4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A490B" w:rsidRDefault="00CA490B" w:rsidP="00CA4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A490B" w:rsidRDefault="00CA490B" w:rsidP="00CA4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A490B" w:rsidRDefault="00CA490B" w:rsidP="00CA4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A490B" w:rsidRDefault="00CA490B" w:rsidP="00CA4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A490B" w:rsidRDefault="00CA490B" w:rsidP="00CA4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A490B" w:rsidRDefault="00CA490B" w:rsidP="00CA4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A490B" w:rsidRDefault="00CA490B" w:rsidP="00CA4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A490B" w:rsidRDefault="00CA490B" w:rsidP="00CA4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A490B" w:rsidRDefault="00CA490B" w:rsidP="00CA4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A490B" w:rsidRDefault="00CA490B" w:rsidP="00CA4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A490B" w:rsidRDefault="00CA490B" w:rsidP="00CA4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A490B" w:rsidRDefault="00CA490B" w:rsidP="00CA4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A490B" w:rsidRDefault="00CA490B" w:rsidP="00CA4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A490B" w:rsidRDefault="00CA490B" w:rsidP="00CA4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A490B" w:rsidRDefault="00CA490B" w:rsidP="00CA4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A490B" w:rsidRDefault="00CA490B" w:rsidP="00CA4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A490B" w:rsidRDefault="00CA490B" w:rsidP="00CA4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A490B" w:rsidRDefault="00CA490B" w:rsidP="00CA4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A490B" w:rsidRDefault="00CA490B" w:rsidP="00CA4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A490B" w:rsidRDefault="00CA490B" w:rsidP="00CA4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A490B" w:rsidRDefault="00CA490B" w:rsidP="00CA4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A490B" w:rsidRDefault="00CA490B" w:rsidP="00CA4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A490B" w:rsidRDefault="00CA490B" w:rsidP="00CA49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A490B" w:rsidRDefault="00CA490B" w:rsidP="00CA49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A490B" w:rsidRDefault="00CA490B" w:rsidP="00CA49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A490B" w:rsidRDefault="00CA490B" w:rsidP="00CA49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A490B" w:rsidRDefault="00CA490B" w:rsidP="00CA490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A490B" w:rsidRDefault="00CA490B" w:rsidP="00CA49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A490B" w:rsidRDefault="00CA490B" w:rsidP="00CA49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A490B" w:rsidRDefault="00CA490B" w:rsidP="00CA49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A490B" w:rsidRDefault="00CA490B" w:rsidP="00CA49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A490B" w:rsidRDefault="00CA490B" w:rsidP="00CA49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A490B" w:rsidRDefault="00CA490B" w:rsidP="00CA49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Х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II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A490B" w:rsidRDefault="00CA490B" w:rsidP="00CA490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A490B" w:rsidRDefault="00CA490B" w:rsidP="00CA490B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№12</w:t>
      </w:r>
    </w:p>
    <w:p w:rsidR="00CA490B" w:rsidRPr="003A78DE" w:rsidRDefault="00CA490B" w:rsidP="00CA490B">
      <w:pPr>
        <w:pStyle w:val="Pro"/>
        <w:spacing w:after="0" w:line="276" w:lineRule="auto"/>
        <w:ind w:right="0"/>
        <w:rPr>
          <w:sz w:val="24"/>
          <w:szCs w:val="24"/>
        </w:rPr>
      </w:pPr>
    </w:p>
    <w:p w:rsidR="00CA490B" w:rsidRPr="003C36DB" w:rsidRDefault="00CA490B" w:rsidP="00CA490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36DB">
        <w:rPr>
          <w:rFonts w:ascii="Times New Roman" w:hAnsi="Times New Roman" w:cs="Times New Roman"/>
          <w:b/>
          <w:bCs/>
          <w:sz w:val="24"/>
          <w:szCs w:val="24"/>
        </w:rPr>
        <w:t>Про втрату чинності рішення</w:t>
      </w:r>
    </w:p>
    <w:p w:rsidR="00CA490B" w:rsidRPr="003C36DB" w:rsidRDefault="00CA490B" w:rsidP="00CA490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36DB">
        <w:rPr>
          <w:rFonts w:ascii="Times New Roman" w:eastAsia="Arial Unicode MS" w:hAnsi="Times New Roman"/>
          <w:b/>
          <w:color w:val="000000"/>
          <w:sz w:val="24"/>
          <w:szCs w:val="24"/>
          <w:lang w:val="en-US"/>
        </w:rPr>
        <w:t>I</w:t>
      </w:r>
      <w:r w:rsidRPr="003C36DB">
        <w:rPr>
          <w:rFonts w:ascii="Times New Roman" w:hAnsi="Times New Roman" w:cs="Times New Roman"/>
          <w:b/>
          <w:bCs/>
          <w:sz w:val="24"/>
          <w:szCs w:val="24"/>
        </w:rPr>
        <w:t xml:space="preserve"> сесії </w:t>
      </w:r>
      <w:r w:rsidRPr="003C36DB">
        <w:rPr>
          <w:rFonts w:ascii="Times New Roman" w:eastAsia="Arial Unicode MS" w:hAnsi="Times New Roman"/>
          <w:b/>
          <w:color w:val="000000"/>
          <w:sz w:val="24"/>
          <w:szCs w:val="24"/>
          <w:lang w:val="en-US"/>
        </w:rPr>
        <w:t>V</w:t>
      </w:r>
      <w:r w:rsidRPr="003C36DB">
        <w:rPr>
          <w:rFonts w:ascii="Times New Roman" w:eastAsia="Arial Unicode MS" w:hAnsi="Times New Roman"/>
          <w:b/>
          <w:color w:val="000000"/>
          <w:sz w:val="24"/>
          <w:szCs w:val="24"/>
        </w:rPr>
        <w:t>ІІІ скликання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C36DB">
        <w:rPr>
          <w:rFonts w:ascii="Times New Roman" w:hAnsi="Times New Roman" w:cs="Times New Roman"/>
          <w:b/>
          <w:bCs/>
          <w:sz w:val="24"/>
          <w:szCs w:val="24"/>
        </w:rPr>
        <w:t>Крупецької</w:t>
      </w:r>
      <w:proofErr w:type="spellEnd"/>
    </w:p>
    <w:p w:rsidR="00CA490B" w:rsidRPr="003C36DB" w:rsidRDefault="00CA490B" w:rsidP="00CA490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36DB">
        <w:rPr>
          <w:rFonts w:ascii="Times New Roman" w:hAnsi="Times New Roman" w:cs="Times New Roman"/>
          <w:b/>
          <w:bCs/>
          <w:sz w:val="24"/>
          <w:szCs w:val="24"/>
        </w:rPr>
        <w:t>сільської ради від 16.11.2020 №5</w:t>
      </w:r>
    </w:p>
    <w:p w:rsidR="00CA490B" w:rsidRPr="003A78DE" w:rsidRDefault="00CA490B" w:rsidP="00CA490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490B" w:rsidRPr="00C9096F" w:rsidRDefault="00CA490B" w:rsidP="00CA490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в</w:t>
      </w:r>
      <w:r w:rsidRPr="003A78DE">
        <w:rPr>
          <w:rFonts w:ascii="Times New Roman" w:hAnsi="Times New Roman" w:cs="Times New Roman"/>
          <w:sz w:val="24"/>
          <w:szCs w:val="24"/>
        </w:rPr>
        <w:t>ідповідно до</w:t>
      </w:r>
      <w:r>
        <w:rPr>
          <w:rFonts w:ascii="Times New Roman" w:hAnsi="Times New Roman" w:cs="Times New Roman"/>
          <w:sz w:val="24"/>
          <w:szCs w:val="24"/>
        </w:rPr>
        <w:t xml:space="preserve"> частини 3 статті 51,</w:t>
      </w:r>
      <w:r w:rsidRPr="003A78DE">
        <w:rPr>
          <w:rFonts w:ascii="Times New Roman" w:hAnsi="Times New Roman" w:cs="Times New Roman"/>
          <w:sz w:val="24"/>
          <w:szCs w:val="24"/>
        </w:rPr>
        <w:t xml:space="preserve"> частини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3A78DE">
        <w:rPr>
          <w:rFonts w:ascii="Times New Roman" w:hAnsi="Times New Roman" w:cs="Times New Roman"/>
          <w:sz w:val="24"/>
          <w:szCs w:val="24"/>
        </w:rPr>
        <w:t xml:space="preserve"> статті </w:t>
      </w:r>
      <w:r>
        <w:rPr>
          <w:rFonts w:ascii="Times New Roman" w:hAnsi="Times New Roman" w:cs="Times New Roman"/>
          <w:sz w:val="24"/>
          <w:szCs w:val="24"/>
        </w:rPr>
        <w:t>59</w:t>
      </w:r>
      <w:r w:rsidRPr="003A78DE">
        <w:rPr>
          <w:rFonts w:ascii="Times New Roman" w:hAnsi="Times New Roman" w:cs="Times New Roman"/>
          <w:sz w:val="24"/>
          <w:szCs w:val="24"/>
        </w:rPr>
        <w:t xml:space="preserve"> Закону України «Про місцеве самоврядування в Україні», </w:t>
      </w:r>
      <w:r>
        <w:rPr>
          <w:rFonts w:ascii="Times New Roman" w:hAnsi="Times New Roman" w:cs="Times New Roman"/>
          <w:sz w:val="24"/>
          <w:szCs w:val="24"/>
        </w:rPr>
        <w:t xml:space="preserve">керуючись  рішенням №9 від 30.06.2021 року </w:t>
      </w:r>
      <w:r>
        <w:rPr>
          <w:rFonts w:ascii="Times New Roman" w:hAnsi="Times New Roman" w:cs="Times New Roman"/>
          <w:sz w:val="24"/>
          <w:szCs w:val="24"/>
          <w:lang w:val="en-US"/>
        </w:rPr>
        <w:t>XII</w:t>
      </w:r>
      <w:r>
        <w:rPr>
          <w:rFonts w:ascii="Times New Roman" w:hAnsi="Times New Roman" w:cs="Times New Roman"/>
          <w:sz w:val="24"/>
          <w:szCs w:val="24"/>
        </w:rPr>
        <w:t xml:space="preserve"> сесії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скликання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сільської</w:t>
      </w:r>
      <w:r w:rsidRPr="00DA2A3A">
        <w:rPr>
          <w:rFonts w:ascii="Times New Roman" w:hAnsi="Times New Roman" w:cs="Times New Roman"/>
          <w:bCs/>
          <w:sz w:val="24"/>
          <w:szCs w:val="24"/>
        </w:rPr>
        <w:t xml:space="preserve"> ради</w:t>
      </w:r>
      <w:r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Pr="00DA2A3A">
        <w:rPr>
          <w:rFonts w:ascii="Times New Roman" w:hAnsi="Times New Roman" w:cs="Times New Roman"/>
          <w:bCs/>
          <w:sz w:val="24"/>
          <w:szCs w:val="24"/>
        </w:rPr>
        <w:t>Про з</w:t>
      </w:r>
      <w:r>
        <w:rPr>
          <w:rFonts w:ascii="Times New Roman" w:hAnsi="Times New Roman" w:cs="Times New Roman"/>
          <w:bCs/>
          <w:sz w:val="24"/>
          <w:szCs w:val="24"/>
        </w:rPr>
        <w:t xml:space="preserve">атвердження керуючого справами </w:t>
      </w:r>
      <w:r w:rsidRPr="00DA2A3A">
        <w:rPr>
          <w:rFonts w:ascii="Times New Roman" w:hAnsi="Times New Roman" w:cs="Times New Roman"/>
          <w:bCs/>
          <w:sz w:val="24"/>
          <w:szCs w:val="24"/>
        </w:rPr>
        <w:t>(секретаря) виконавчого комітету сільської ради</w:t>
      </w:r>
      <w:r>
        <w:rPr>
          <w:rFonts w:ascii="Times New Roman" w:hAnsi="Times New Roman" w:cs="Times New Roman"/>
          <w:bCs/>
          <w:sz w:val="24"/>
          <w:szCs w:val="24"/>
        </w:rPr>
        <w:t xml:space="preserve">», </w:t>
      </w:r>
      <w:r w:rsidRPr="003A78DE">
        <w:rPr>
          <w:rFonts w:ascii="Times New Roman" w:hAnsi="Times New Roman" w:cs="Times New Roman"/>
          <w:sz w:val="24"/>
          <w:szCs w:val="24"/>
        </w:rPr>
        <w:t xml:space="preserve">сільська рада </w:t>
      </w:r>
    </w:p>
    <w:p w:rsidR="00CA490B" w:rsidRPr="003A78DE" w:rsidRDefault="00CA490B" w:rsidP="00CA490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pacing w:val="200"/>
          <w:sz w:val="24"/>
          <w:szCs w:val="24"/>
        </w:rPr>
      </w:pPr>
      <w:r w:rsidRPr="003A78DE">
        <w:rPr>
          <w:rFonts w:ascii="Times New Roman" w:hAnsi="Times New Roman" w:cs="Times New Roman"/>
          <w:sz w:val="24"/>
          <w:szCs w:val="24"/>
        </w:rPr>
        <w:t xml:space="preserve">ВИРІШИЛА </w:t>
      </w:r>
      <w:r w:rsidRPr="003A78DE">
        <w:rPr>
          <w:rFonts w:ascii="Times New Roman" w:hAnsi="Times New Roman" w:cs="Times New Roman"/>
          <w:b/>
          <w:bCs/>
          <w:spacing w:val="200"/>
          <w:sz w:val="24"/>
          <w:szCs w:val="24"/>
        </w:rPr>
        <w:t>:</w:t>
      </w:r>
    </w:p>
    <w:p w:rsidR="00CA490B" w:rsidRPr="00CA490B" w:rsidRDefault="00CA490B" w:rsidP="00CA490B">
      <w:pPr>
        <w:pStyle w:val="af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CA490B">
        <w:rPr>
          <w:rFonts w:ascii="Times New Roman" w:hAnsi="Times New Roman"/>
          <w:sz w:val="24"/>
          <w:szCs w:val="24"/>
          <w:lang w:val="uk-UA"/>
        </w:rPr>
        <w:t xml:space="preserve">Визнати таким, що втратило чинність рішення </w:t>
      </w:r>
      <w:r w:rsidRPr="00123DA0">
        <w:rPr>
          <w:rFonts w:ascii="Times New Roman" w:eastAsia="Arial Unicode MS" w:hAnsi="Times New Roman"/>
          <w:color w:val="000000"/>
          <w:sz w:val="24"/>
          <w:szCs w:val="24"/>
        </w:rPr>
        <w:t>I</w:t>
      </w:r>
      <w:r w:rsidRPr="00CA490B">
        <w:rPr>
          <w:rFonts w:ascii="Times New Roman" w:hAnsi="Times New Roman"/>
          <w:bCs/>
          <w:sz w:val="24"/>
          <w:szCs w:val="24"/>
          <w:lang w:val="uk-UA"/>
        </w:rPr>
        <w:t xml:space="preserve"> сесії </w:t>
      </w:r>
      <w:r w:rsidRPr="00123DA0">
        <w:rPr>
          <w:rFonts w:ascii="Times New Roman" w:eastAsia="Arial Unicode MS" w:hAnsi="Times New Roman"/>
          <w:color w:val="000000"/>
          <w:sz w:val="24"/>
          <w:szCs w:val="24"/>
        </w:rPr>
        <w:t>V</w:t>
      </w:r>
      <w:r w:rsidRPr="00CA490B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 xml:space="preserve">ІІІ скликання </w:t>
      </w:r>
      <w:r w:rsidRPr="00CA490B">
        <w:rPr>
          <w:rFonts w:ascii="Times New Roman" w:hAnsi="Times New Roman"/>
          <w:bCs/>
          <w:sz w:val="24"/>
          <w:szCs w:val="24"/>
          <w:lang w:val="uk-UA"/>
        </w:rPr>
        <w:t>Крупецької</w:t>
      </w:r>
    </w:p>
    <w:p w:rsidR="00CA490B" w:rsidRPr="00C9096F" w:rsidRDefault="00CA490B" w:rsidP="00CA490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C9096F">
        <w:rPr>
          <w:rFonts w:ascii="Times New Roman" w:hAnsi="Times New Roman"/>
          <w:bCs/>
          <w:sz w:val="24"/>
          <w:szCs w:val="24"/>
        </w:rPr>
        <w:t xml:space="preserve"> сільської ради від 16.11.2020 №5 «Про здійснення повноважень секретаря виконавчого комітету сільської ради» з 14.07.2021 року.</w:t>
      </w:r>
    </w:p>
    <w:p w:rsidR="00CA490B" w:rsidRPr="00C9096F" w:rsidRDefault="00CA490B" w:rsidP="00CA490B">
      <w:pPr>
        <w:pStyle w:val="af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FF0000"/>
          <w:sz w:val="24"/>
          <w:szCs w:val="24"/>
          <w:lang w:val="ru-RU"/>
        </w:rPr>
      </w:pPr>
      <w:r w:rsidRPr="00EE6BB2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Контроль за </w:t>
      </w:r>
      <w:proofErr w:type="spellStart"/>
      <w:r w:rsidRPr="00EE6BB2">
        <w:rPr>
          <w:rFonts w:ascii="Times New Roman" w:eastAsia="Times New Roman" w:hAnsi="Times New Roman"/>
          <w:sz w:val="24"/>
          <w:szCs w:val="24"/>
          <w:lang w:val="ru-RU" w:eastAsia="ru-RU"/>
        </w:rPr>
        <w:t>виконанням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данного  </w:t>
      </w:r>
      <w:proofErr w:type="spellStart"/>
      <w:proofErr w:type="gramStart"/>
      <w:r w:rsidRPr="00EE6BB2">
        <w:rPr>
          <w:rFonts w:ascii="Times New Roman" w:eastAsia="Times New Roman" w:hAnsi="Times New Roman"/>
          <w:sz w:val="24"/>
          <w:szCs w:val="24"/>
          <w:lang w:val="ru-RU" w:eastAsia="ru-RU"/>
        </w:rPr>
        <w:t>р</w:t>
      </w:r>
      <w:proofErr w:type="gramEnd"/>
      <w:r w:rsidRPr="00EE6BB2">
        <w:rPr>
          <w:rFonts w:ascii="Times New Roman" w:eastAsia="Times New Roman" w:hAnsi="Times New Roman"/>
          <w:sz w:val="24"/>
          <w:szCs w:val="24"/>
          <w:lang w:val="ru-RU" w:eastAsia="ru-RU"/>
        </w:rPr>
        <w:t>ішення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EE6BB2">
        <w:rPr>
          <w:rFonts w:ascii="Times New Roman" w:eastAsia="Times New Roman" w:hAnsi="Times New Roman"/>
          <w:sz w:val="24"/>
          <w:szCs w:val="24"/>
          <w:lang w:val="ru-RU" w:eastAsia="ru-RU"/>
        </w:rPr>
        <w:t>покласти</w:t>
      </w:r>
      <w:proofErr w:type="spellEnd"/>
      <w:r w:rsidRPr="00EE6BB2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на </w:t>
      </w:r>
      <w:proofErr w:type="spellStart"/>
      <w:r w:rsidRPr="00EE6BB2">
        <w:rPr>
          <w:rFonts w:ascii="Times New Roman" w:eastAsia="Times New Roman" w:hAnsi="Times New Roman"/>
          <w:sz w:val="24"/>
          <w:szCs w:val="24"/>
          <w:lang w:val="ru-RU" w:eastAsia="ru-RU"/>
        </w:rPr>
        <w:t>сільського</w:t>
      </w:r>
      <w:proofErr w:type="spellEnd"/>
      <w:r w:rsidRPr="00EE6BB2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голову </w:t>
      </w:r>
      <w:proofErr w:type="spellStart"/>
      <w:r w:rsidRPr="00EE6BB2">
        <w:rPr>
          <w:rFonts w:ascii="Times New Roman" w:eastAsia="Times New Roman" w:hAnsi="Times New Roman"/>
          <w:sz w:val="24"/>
          <w:szCs w:val="24"/>
          <w:lang w:val="ru-RU" w:eastAsia="ru-RU"/>
        </w:rPr>
        <w:t>Валерія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</w:p>
    <w:p w:rsidR="00CA490B" w:rsidRPr="00C9096F" w:rsidRDefault="00CA490B" w:rsidP="00CA490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FF0000"/>
          <w:sz w:val="24"/>
          <w:szCs w:val="24"/>
          <w:lang w:val="ru-RU"/>
        </w:rPr>
      </w:pPr>
      <w:proofErr w:type="spellStart"/>
      <w:r w:rsidRPr="00C9096F">
        <w:rPr>
          <w:rFonts w:ascii="Times New Roman" w:eastAsia="Times New Roman" w:hAnsi="Times New Roman"/>
          <w:sz w:val="24"/>
          <w:szCs w:val="24"/>
          <w:lang w:val="ru-RU" w:eastAsia="ru-RU"/>
        </w:rPr>
        <w:t>Михалюка</w:t>
      </w:r>
      <w:proofErr w:type="spellEnd"/>
      <w:r w:rsidRPr="00C9096F">
        <w:rPr>
          <w:rFonts w:ascii="Times New Roman" w:eastAsia="Times New Roman" w:hAnsi="Times New Roman"/>
          <w:sz w:val="24"/>
          <w:szCs w:val="24"/>
          <w:lang w:val="ru-RU" w:eastAsia="ru-RU"/>
        </w:rPr>
        <w:t>.</w:t>
      </w:r>
    </w:p>
    <w:p w:rsidR="00CA490B" w:rsidRPr="003A78DE" w:rsidRDefault="00CA490B" w:rsidP="00CA490B">
      <w:pPr>
        <w:autoSpaceDE w:val="0"/>
        <w:autoSpaceDN w:val="0"/>
        <w:adjustRightInd w:val="0"/>
        <w:spacing w:before="57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490B" w:rsidRPr="003A78DE" w:rsidRDefault="00CA490B" w:rsidP="00CA490B">
      <w:pPr>
        <w:autoSpaceDE w:val="0"/>
        <w:autoSpaceDN w:val="0"/>
        <w:adjustRightInd w:val="0"/>
        <w:spacing w:before="57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490B" w:rsidRPr="003A78DE" w:rsidRDefault="00CA490B" w:rsidP="00CA490B">
      <w:pPr>
        <w:autoSpaceDE w:val="0"/>
        <w:autoSpaceDN w:val="0"/>
        <w:adjustRightInd w:val="0"/>
        <w:spacing w:before="57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490B" w:rsidRDefault="00CA490B" w:rsidP="00CA490B">
      <w:pPr>
        <w:autoSpaceDE w:val="0"/>
        <w:autoSpaceDN w:val="0"/>
        <w:adjustRightInd w:val="0"/>
        <w:spacing w:before="340" w:after="0"/>
        <w:rPr>
          <w:rFonts w:ascii="Times New Roman" w:hAnsi="Times New Roman" w:cs="Times New Roman"/>
          <w:bCs/>
          <w:sz w:val="24"/>
          <w:szCs w:val="24"/>
        </w:rPr>
      </w:pPr>
      <w:r w:rsidRPr="003A78DE">
        <w:rPr>
          <w:rFonts w:ascii="Times New Roman" w:hAnsi="Times New Roman" w:cs="Times New Roman"/>
          <w:bCs/>
          <w:sz w:val="24"/>
          <w:szCs w:val="24"/>
        </w:rPr>
        <w:t xml:space="preserve">   Сільський голова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Валерій МИХАЛЮК</w:t>
      </w:r>
    </w:p>
    <w:p w:rsidR="00F90DDB" w:rsidRDefault="00F90DDB">
      <w:bookmarkStart w:id="0" w:name="_GoBack"/>
      <w:bookmarkEnd w:id="0"/>
    </w:p>
    <w:sectPr w:rsidR="00F90DD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B4ECE"/>
    <w:multiLevelType w:val="hybridMultilevel"/>
    <w:tmpl w:val="63567622"/>
    <w:lvl w:ilvl="0" w:tplc="8C04FF90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90B"/>
    <w:rsid w:val="00CA490B"/>
    <w:rsid w:val="00F90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90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customStyle="1" w:styleId="Pro">
    <w:name w:val="Pro"/>
    <w:basedOn w:val="a"/>
    <w:uiPriority w:val="99"/>
    <w:rsid w:val="00CA490B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f3">
    <w:name w:val="Абзац списка Знак"/>
    <w:link w:val="af4"/>
    <w:uiPriority w:val="34"/>
    <w:locked/>
    <w:rsid w:val="00CA490B"/>
  </w:style>
  <w:style w:type="paragraph" w:styleId="af4">
    <w:name w:val="List Paragraph"/>
    <w:basedOn w:val="a"/>
    <w:link w:val="af3"/>
    <w:uiPriority w:val="34"/>
    <w:qFormat/>
    <w:rsid w:val="00CA490B"/>
    <w:pPr>
      <w:ind w:left="720"/>
      <w:contextualSpacing/>
    </w:pPr>
    <w:rPr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90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customStyle="1" w:styleId="Pro">
    <w:name w:val="Pro"/>
    <w:basedOn w:val="a"/>
    <w:uiPriority w:val="99"/>
    <w:rsid w:val="00CA490B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f3">
    <w:name w:val="Абзац списка Знак"/>
    <w:link w:val="af4"/>
    <w:uiPriority w:val="34"/>
    <w:locked/>
    <w:rsid w:val="00CA490B"/>
  </w:style>
  <w:style w:type="paragraph" w:styleId="af4">
    <w:name w:val="List Paragraph"/>
    <w:basedOn w:val="a"/>
    <w:link w:val="af3"/>
    <w:uiPriority w:val="34"/>
    <w:qFormat/>
    <w:rsid w:val="00CA490B"/>
    <w:pPr>
      <w:ind w:left="720"/>
      <w:contextualSpacing/>
    </w:pPr>
    <w:rPr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162</Words>
  <Characters>927</Characters>
  <Application>Microsoft Office Word</Application>
  <DocSecurity>0</DocSecurity>
  <Lines>7</Lines>
  <Paragraphs>2</Paragraphs>
  <ScaleCrop>false</ScaleCrop>
  <Company>SPecialiST RePack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2021-07-07T07:48:00Z</dcterms:created>
  <dcterms:modified xsi:type="dcterms:W3CDTF">2021-07-07T07:48:00Z</dcterms:modified>
</cp:coreProperties>
</file>