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404" w:rsidRDefault="00842404" w:rsidP="0084240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2404" w:rsidRDefault="00842404" w:rsidP="008424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2404" w:rsidRDefault="00842404" w:rsidP="008424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2404" w:rsidRDefault="00842404" w:rsidP="008424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42404" w:rsidRDefault="00842404" w:rsidP="008424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2404" w:rsidRDefault="00842404" w:rsidP="008424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30</w:t>
      </w:r>
    </w:p>
    <w:p w:rsidR="00842404" w:rsidRDefault="00842404" w:rsidP="0084240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42404" w:rsidRDefault="00842404" w:rsidP="0084240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Бацан Н.В</w:t>
      </w: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Бацан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42404" w:rsidRPr="007C46F7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2225E" w:rsidRPr="0072225E">
        <w:rPr>
          <w:rFonts w:ascii="Times New Roman" w:eastAsia="Calibri" w:hAnsi="Times New Roman" w:cs="Times New Roman"/>
          <w:sz w:val="24"/>
          <w:lang w:eastAsia="en-US"/>
        </w:rPr>
        <w:t>_</w:t>
      </w:r>
      <w:r w:rsidR="0072225E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 Колом</w:t>
      </w:r>
      <w:r w:rsidRPr="00FB7161">
        <w:rPr>
          <w:rFonts w:ascii="Times New Roman" w:eastAsia="Calibri" w:hAnsi="Times New Roman" w:cs="Times New Roman"/>
          <w:sz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є.</w:t>
      </w: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42404" w:rsidRDefault="00842404" w:rsidP="0084240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42404" w:rsidRDefault="00842404" w:rsidP="0084240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2404" w:rsidRDefault="00842404" w:rsidP="0084240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2404" w:rsidRDefault="00842404" w:rsidP="0084240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42404" w:rsidRPr="00842404" w:rsidRDefault="00842404" w:rsidP="00842404">
      <w:pPr>
        <w:spacing w:after="0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5A6EE4" w:rsidRPr="00842404" w:rsidRDefault="00842404" w:rsidP="0084240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A6EE4" w:rsidRPr="0084240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404"/>
    <w:rsid w:val="005A6EE4"/>
    <w:rsid w:val="0072225E"/>
    <w:rsid w:val="00842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4240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240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4240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4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4240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240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4240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239</Words>
  <Characters>1367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2021-07-26T12:26:00Z</dcterms:created>
  <dcterms:modified xsi:type="dcterms:W3CDTF">2021-07-27T07:17:00Z</dcterms:modified>
</cp:coreProperties>
</file>