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2B45" w:rsidRDefault="009C2B45" w:rsidP="009C2B45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val="ru-RU" w:eastAsia="ru-RU" w:bidi="ar-SA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C2B45" w:rsidRDefault="009C2B45" w:rsidP="009C2B4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C2B45" w:rsidRDefault="009C2B45" w:rsidP="009C2B4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C2B45" w:rsidRDefault="009C2B45" w:rsidP="009C2B4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C2B45" w:rsidRDefault="009C2B45" w:rsidP="009C2B4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C2B45" w:rsidRDefault="009C2B45" w:rsidP="009C2B4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C2B45" w:rsidRDefault="009C2B45" w:rsidP="009C2B4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C2B45" w:rsidRDefault="009C2B45" w:rsidP="009C2B4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C2B45" w:rsidRDefault="009C2B45" w:rsidP="009C2B4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C2B45" w:rsidRDefault="009C2B45" w:rsidP="009C2B4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C2B45" w:rsidRDefault="009C2B45" w:rsidP="009C2B4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C2B45" w:rsidRDefault="009C2B45" w:rsidP="009C2B4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C2B45" w:rsidRDefault="009C2B45" w:rsidP="009C2B4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C2B45" w:rsidRDefault="009C2B45" w:rsidP="009C2B4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C2B45" w:rsidRDefault="009C2B45" w:rsidP="009C2B4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C2B45" w:rsidRDefault="009C2B45" w:rsidP="009C2B4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C2B45" w:rsidRDefault="009C2B45" w:rsidP="009C2B4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C2B45" w:rsidRDefault="009C2B45" w:rsidP="009C2B4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C2B45" w:rsidRDefault="009C2B45" w:rsidP="009C2B4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C2B45" w:rsidRDefault="009C2B45" w:rsidP="009C2B4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C2B45" w:rsidRDefault="009C2B45" w:rsidP="009C2B4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C2B45" w:rsidRDefault="009C2B45" w:rsidP="009C2B4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C2B45" w:rsidRDefault="009C2B45" w:rsidP="009C2B4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C2B45" w:rsidRDefault="009C2B45" w:rsidP="009C2B4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C2B45" w:rsidRDefault="009C2B45" w:rsidP="009C2B4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C2B45" w:rsidRDefault="009C2B45" w:rsidP="009C2B4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C2B45" w:rsidRDefault="009C2B45" w:rsidP="009C2B4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C2B45" w:rsidRDefault="009C2B45" w:rsidP="009C2B4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C2B45" w:rsidRDefault="009C2B45" w:rsidP="009C2B4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C2B45" w:rsidRDefault="009C2B45" w:rsidP="009C2B4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C2B45" w:rsidRDefault="009C2B45" w:rsidP="009C2B4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9C2B45" w:rsidRDefault="009C2B45" w:rsidP="009C2B4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9C2B45" w:rsidRDefault="009C2B45" w:rsidP="009C2B4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9C2B45" w:rsidRDefault="009C2B45" w:rsidP="009C2B4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9C2B45" w:rsidRDefault="009C2B45" w:rsidP="009C2B4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9C2B45" w:rsidRDefault="009C2B45" w:rsidP="009C2B4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9C2B45" w:rsidRDefault="009C2B45" w:rsidP="009C2B4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9C2B45" w:rsidRDefault="009C2B45" w:rsidP="009C2B4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9C2B45" w:rsidRDefault="009C2B45" w:rsidP="009C2B4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9C2B45" w:rsidRDefault="009C2B45" w:rsidP="009C2B4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9C2B45" w:rsidRDefault="009C2B45" w:rsidP="009C2B4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9C2B45" w:rsidRDefault="009C2B45" w:rsidP="009C2B4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9C2B45" w:rsidRDefault="009C2B45" w:rsidP="009C2B4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9C2B45" w:rsidRDefault="009C2B45" w:rsidP="009C2B4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9C2B45" w:rsidRDefault="009C2B45" w:rsidP="009C2B4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9C2B45" w:rsidRDefault="009C2B45" w:rsidP="009C2B4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9C2B45" w:rsidRDefault="009C2B45" w:rsidP="009C2B4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9C2B45" w:rsidRDefault="009C2B45" w:rsidP="009C2B4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9C2B45" w:rsidRDefault="009C2B45" w:rsidP="009C2B4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9C2B45" w:rsidRDefault="009C2B45" w:rsidP="009C2B4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9C2B45" w:rsidRDefault="009C2B45" w:rsidP="009C2B4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" fillcolor="black" stroked="f">
                  <v:textbox>
                    <w:txbxContent>
                      <w:p w:rsidR="009C2B45" w:rsidRDefault="009C2B45" w:rsidP="009C2B4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9C2B45" w:rsidRDefault="009C2B45" w:rsidP="009C2B4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9C2B45" w:rsidRDefault="009C2B45" w:rsidP="009C2B4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9C2B45" w:rsidRDefault="009C2B45" w:rsidP="009C2B4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9C2B45" w:rsidRDefault="009C2B45" w:rsidP="009C2B4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9C2B45" w:rsidRDefault="009C2B45" w:rsidP="009C2B4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9C2B45" w:rsidRDefault="009C2B45" w:rsidP="009C2B4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" fillcolor="black" stroked="f">
                  <v:textbox>
                    <w:txbxContent>
                      <w:p w:rsidR="009C2B45" w:rsidRDefault="009C2B45" w:rsidP="009C2B4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9C2B45" w:rsidRDefault="009C2B45" w:rsidP="009C2B4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9C2B45" w:rsidRDefault="009C2B45" w:rsidP="009C2B4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9C2B45" w:rsidRDefault="009C2B45" w:rsidP="009C2B4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C2B45" w:rsidRDefault="009C2B45" w:rsidP="009C2B4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C2B45" w:rsidRDefault="009C2B45" w:rsidP="009C2B4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C2B45" w:rsidRDefault="009C2B45" w:rsidP="009C2B4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C2B45" w:rsidRDefault="009C2B45" w:rsidP="009C2B4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9C2B45" w:rsidRDefault="009C2B45" w:rsidP="009C2B45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9C2B45" w:rsidRDefault="009C2B45" w:rsidP="009C2B4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9C2B45" w:rsidRDefault="009C2B45" w:rsidP="009C2B4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9C2B45" w:rsidRDefault="009C2B45" w:rsidP="009C2B4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C2B45" w:rsidRDefault="009C2B45" w:rsidP="009C2B4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9C2B45" w:rsidRDefault="009C2B45" w:rsidP="009C2B4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C2B45" w:rsidRDefault="009C2B45" w:rsidP="009C2B4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 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9C2B45" w:rsidRDefault="009C2B45" w:rsidP="009C2B45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9C2B45" w:rsidRPr="001C0261" w:rsidRDefault="009C2B45" w:rsidP="009C2B45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  <w:lang w:val="ru-RU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2</w:t>
      </w:r>
      <w:r>
        <w:rPr>
          <w:rFonts w:ascii="Times New Roman" w:eastAsia="Arial Unicode MS" w:hAnsi="Times New Roman"/>
          <w:color w:val="000000"/>
          <w:sz w:val="24"/>
          <w:szCs w:val="24"/>
          <w:lang w:val="ru-RU"/>
        </w:rPr>
        <w:t>2</w:t>
      </w:r>
      <w:r>
        <w:rPr>
          <w:rFonts w:ascii="Times New Roman" w:eastAsia="Arial Unicode MS" w:hAnsi="Times New Roman"/>
          <w:color w:val="000000"/>
          <w:sz w:val="24"/>
          <w:szCs w:val="24"/>
        </w:rPr>
        <w:t>.04.2021 року                                            Крупець                                                       №49</w:t>
      </w:r>
    </w:p>
    <w:p w:rsidR="009C2B45" w:rsidRPr="00DE6ED3" w:rsidRDefault="009C2B45" w:rsidP="009C2B45">
      <w:pPr>
        <w:spacing w:after="0" w:line="240" w:lineRule="auto"/>
        <w:rPr>
          <w:rFonts w:ascii="Times New Roman" w:eastAsia="Calibri" w:hAnsi="Times New Roman" w:cs="Times New Roman"/>
          <w:sz w:val="24"/>
        </w:rPr>
      </w:pPr>
    </w:p>
    <w:p w:rsidR="009C2B45" w:rsidRPr="00DE6ED3" w:rsidRDefault="009C2B45" w:rsidP="009C2B45">
      <w:pPr>
        <w:spacing w:after="0"/>
        <w:rPr>
          <w:rFonts w:ascii="Times New Roman" w:eastAsia="Calibri" w:hAnsi="Times New Roman" w:cs="Times New Roman"/>
          <w:b/>
          <w:sz w:val="24"/>
        </w:rPr>
      </w:pPr>
      <w:r w:rsidRPr="00DE6ED3">
        <w:rPr>
          <w:rFonts w:ascii="Times New Roman" w:eastAsia="Calibri" w:hAnsi="Times New Roman" w:cs="Times New Roman"/>
          <w:b/>
          <w:sz w:val="24"/>
        </w:rPr>
        <w:t xml:space="preserve">Про надання дозволу на розробку </w:t>
      </w:r>
    </w:p>
    <w:p w:rsidR="009C2B45" w:rsidRPr="00DE6ED3" w:rsidRDefault="009C2B45" w:rsidP="009C2B45">
      <w:pPr>
        <w:spacing w:after="0"/>
        <w:rPr>
          <w:rFonts w:ascii="Times New Roman" w:eastAsia="Calibri" w:hAnsi="Times New Roman" w:cs="Times New Roman"/>
          <w:b/>
          <w:sz w:val="24"/>
        </w:rPr>
      </w:pPr>
      <w:r w:rsidRPr="00DE6ED3">
        <w:rPr>
          <w:rFonts w:ascii="Times New Roman" w:eastAsia="Calibri" w:hAnsi="Times New Roman" w:cs="Times New Roman"/>
          <w:b/>
          <w:sz w:val="24"/>
        </w:rPr>
        <w:t xml:space="preserve">технічної документації із землеустрою </w:t>
      </w:r>
    </w:p>
    <w:p w:rsidR="009C2B45" w:rsidRPr="00DE6ED3" w:rsidRDefault="009C2B45" w:rsidP="009C2B45">
      <w:pPr>
        <w:spacing w:after="0"/>
        <w:rPr>
          <w:rFonts w:ascii="Times New Roman" w:eastAsia="Calibri" w:hAnsi="Times New Roman" w:cs="Times New Roman"/>
          <w:b/>
          <w:sz w:val="24"/>
        </w:rPr>
      </w:pPr>
      <w:r w:rsidRPr="00DE6ED3">
        <w:rPr>
          <w:rFonts w:ascii="Times New Roman" w:eastAsia="Calibri" w:hAnsi="Times New Roman" w:cs="Times New Roman"/>
          <w:b/>
          <w:sz w:val="24"/>
        </w:rPr>
        <w:t xml:space="preserve">щодо встановлення (відновлення) меж </w:t>
      </w:r>
    </w:p>
    <w:p w:rsidR="009C2B45" w:rsidRPr="00DE6ED3" w:rsidRDefault="009C2B45" w:rsidP="009C2B45">
      <w:pPr>
        <w:spacing w:after="0"/>
        <w:rPr>
          <w:rFonts w:ascii="Times New Roman" w:eastAsia="Calibri" w:hAnsi="Times New Roman" w:cs="Times New Roman"/>
          <w:b/>
          <w:sz w:val="24"/>
        </w:rPr>
      </w:pPr>
      <w:r w:rsidRPr="00DE6ED3">
        <w:rPr>
          <w:rFonts w:ascii="Times New Roman" w:eastAsia="Calibri" w:hAnsi="Times New Roman" w:cs="Times New Roman"/>
          <w:b/>
          <w:sz w:val="24"/>
        </w:rPr>
        <w:t>земельної ділянки в натурі (на місцевості)</w:t>
      </w:r>
    </w:p>
    <w:p w:rsidR="009C2B45" w:rsidRPr="00DE6ED3" w:rsidRDefault="009C2B45" w:rsidP="009C2B45">
      <w:pPr>
        <w:spacing w:after="0"/>
        <w:rPr>
          <w:rFonts w:ascii="Times New Roman" w:eastAsia="Calibri" w:hAnsi="Times New Roman" w:cs="Times New Roman"/>
          <w:b/>
          <w:sz w:val="24"/>
        </w:rPr>
      </w:pPr>
      <w:proofErr w:type="spellStart"/>
      <w:r>
        <w:rPr>
          <w:rFonts w:ascii="Times New Roman" w:eastAsia="Calibri" w:hAnsi="Times New Roman" w:cs="Times New Roman"/>
          <w:b/>
          <w:sz w:val="24"/>
        </w:rPr>
        <w:t>Юзюку</w:t>
      </w:r>
      <w:proofErr w:type="spellEnd"/>
      <w:r>
        <w:rPr>
          <w:rFonts w:ascii="Times New Roman" w:eastAsia="Calibri" w:hAnsi="Times New Roman" w:cs="Times New Roman"/>
          <w:b/>
          <w:sz w:val="24"/>
        </w:rPr>
        <w:t xml:space="preserve"> О.І.</w:t>
      </w:r>
    </w:p>
    <w:p w:rsidR="009C2B45" w:rsidRPr="00DE6ED3" w:rsidRDefault="009C2B45" w:rsidP="009C2B45">
      <w:pPr>
        <w:spacing w:after="0"/>
        <w:rPr>
          <w:rFonts w:ascii="Times New Roman" w:eastAsia="Calibri" w:hAnsi="Times New Roman" w:cs="Times New Roman"/>
          <w:b/>
          <w:sz w:val="24"/>
        </w:rPr>
      </w:pPr>
    </w:p>
    <w:p w:rsidR="009C2B45" w:rsidRPr="00DE6ED3" w:rsidRDefault="009C2B45" w:rsidP="009C2B45">
      <w:pPr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DE6ED3">
        <w:rPr>
          <w:rFonts w:ascii="Times New Roman" w:eastAsia="Calibri" w:hAnsi="Times New Roman" w:cs="Times New Roman"/>
          <w:sz w:val="24"/>
        </w:rPr>
        <w:t xml:space="preserve">                Відповідно до пункту 34 частини 1 статті 26,  статті 42 Закону України «Про місцеве самоврядування в Україні»,  Земельного кодексу України, Закону України «Про землеустрій»</w:t>
      </w:r>
      <w:r>
        <w:rPr>
          <w:rFonts w:ascii="Times New Roman" w:eastAsia="Calibri" w:hAnsi="Times New Roman" w:cs="Times New Roman"/>
          <w:sz w:val="24"/>
        </w:rPr>
        <w:t xml:space="preserve">, розглянувши заяву  </w:t>
      </w:r>
      <w:proofErr w:type="spellStart"/>
      <w:r>
        <w:rPr>
          <w:rFonts w:ascii="Times New Roman" w:eastAsia="Calibri" w:hAnsi="Times New Roman" w:cs="Times New Roman"/>
          <w:sz w:val="24"/>
        </w:rPr>
        <w:t>Юзюка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О.І.</w:t>
      </w:r>
      <w:r w:rsidRPr="00DE6ED3">
        <w:rPr>
          <w:rFonts w:ascii="Times New Roman" w:eastAsia="Calibri" w:hAnsi="Times New Roman" w:cs="Times New Roman"/>
          <w:sz w:val="24"/>
        </w:rPr>
        <w:t>, сільська рада</w:t>
      </w:r>
    </w:p>
    <w:p w:rsidR="009C2B45" w:rsidRPr="00DE6ED3" w:rsidRDefault="009C2B45" w:rsidP="009C2B45">
      <w:pPr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DE6ED3">
        <w:rPr>
          <w:rFonts w:ascii="Times New Roman" w:eastAsia="Calibri" w:hAnsi="Times New Roman" w:cs="Times New Roman"/>
          <w:sz w:val="24"/>
        </w:rPr>
        <w:t>ВИРІШИЛА:</w:t>
      </w:r>
    </w:p>
    <w:p w:rsidR="009C2B45" w:rsidRPr="00DE6ED3" w:rsidRDefault="009C2B45" w:rsidP="009C2B45">
      <w:pPr>
        <w:spacing w:after="0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        1. Надати </w:t>
      </w:r>
      <w:proofErr w:type="spellStart"/>
      <w:r>
        <w:rPr>
          <w:rFonts w:ascii="Times New Roman" w:eastAsia="Calibri" w:hAnsi="Times New Roman" w:cs="Times New Roman"/>
          <w:sz w:val="24"/>
        </w:rPr>
        <w:t>Юзюку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Олександру Іллічу, який зареєстрований за </w:t>
      </w:r>
      <w:proofErr w:type="spellStart"/>
      <w:r>
        <w:rPr>
          <w:rFonts w:ascii="Times New Roman" w:eastAsia="Calibri" w:hAnsi="Times New Roman" w:cs="Times New Roman"/>
          <w:sz w:val="24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: </w:t>
      </w:r>
      <w:r w:rsidR="00150241">
        <w:rPr>
          <w:rFonts w:ascii="Times New Roman" w:eastAsia="Calibri" w:hAnsi="Times New Roman" w:cs="Times New Roman"/>
          <w:sz w:val="24"/>
        </w:rPr>
        <w:t>____________</w:t>
      </w:r>
      <w:bookmarkStart w:id="0" w:name="_GoBack"/>
      <w:bookmarkEnd w:id="0"/>
      <w:r w:rsidRPr="00DE6ED3">
        <w:rPr>
          <w:rFonts w:ascii="Times New Roman" w:eastAsia="Calibri" w:hAnsi="Times New Roman" w:cs="Times New Roman"/>
          <w:sz w:val="24"/>
        </w:rPr>
        <w:t xml:space="preserve">, дозвіл на розробку технічної документації із землеустрою щодо встановлення (відновлення) меж земельної ділянки в натурі (на місцевості), орієнтовною площею 0,2500 га,  для будівництва та обслуговування  житлового будинку, господарських будівель і споруд (присадибна ділянка), земельна </w:t>
      </w:r>
      <w:r>
        <w:rPr>
          <w:rFonts w:ascii="Times New Roman" w:eastAsia="Calibri" w:hAnsi="Times New Roman" w:cs="Times New Roman"/>
          <w:sz w:val="24"/>
        </w:rPr>
        <w:t>ділянка  розташована в с. Крупець, по вул. Кринична, 41</w:t>
      </w:r>
      <w:r w:rsidRPr="00DE6ED3">
        <w:rPr>
          <w:rFonts w:ascii="Times New Roman" w:eastAsia="Calibri" w:hAnsi="Times New Roman" w:cs="Times New Roman"/>
          <w:sz w:val="24"/>
        </w:rPr>
        <w:t>.</w:t>
      </w:r>
    </w:p>
    <w:p w:rsidR="009C2B45" w:rsidRPr="00DE6ED3" w:rsidRDefault="009C2B45" w:rsidP="009C2B45">
      <w:pPr>
        <w:spacing w:after="0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        2. </w:t>
      </w:r>
      <w:proofErr w:type="spellStart"/>
      <w:r>
        <w:rPr>
          <w:rFonts w:ascii="Times New Roman" w:eastAsia="Calibri" w:hAnsi="Times New Roman" w:cs="Times New Roman"/>
          <w:sz w:val="24"/>
        </w:rPr>
        <w:t>Юзюку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О.І.</w:t>
      </w:r>
      <w:r w:rsidRPr="00DE6ED3">
        <w:rPr>
          <w:rFonts w:ascii="Times New Roman" w:eastAsia="Calibri" w:hAnsi="Times New Roman" w:cs="Times New Roman"/>
          <w:sz w:val="24"/>
        </w:rPr>
        <w:t>, розробити  технічну документацію із землеустрою  щодо встановлення (відновлення) меж земельної ділянки в натурі (на місцевості) та подати на  розгляд сесії сільської ради.</w:t>
      </w:r>
    </w:p>
    <w:p w:rsidR="009C2B45" w:rsidRPr="00DE6ED3" w:rsidRDefault="009C2B45" w:rsidP="009C2B45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E6ED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  3. Даний дозвіл дійсний на протязі року з дня прийняття даного рішення.</w:t>
      </w:r>
    </w:p>
    <w:p w:rsidR="009C2B45" w:rsidRPr="00DE6ED3" w:rsidRDefault="009C2B45" w:rsidP="009C2B45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9C2B45" w:rsidRPr="00DE6ED3" w:rsidRDefault="009C2B45" w:rsidP="009C2B45">
      <w:pPr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9C2B45" w:rsidRDefault="009C2B45" w:rsidP="009C2B45">
      <w:pPr>
        <w:tabs>
          <w:tab w:val="left" w:pos="4424"/>
        </w:tabs>
        <w:spacing w:after="0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5C358E" w:rsidRPr="009C2B45" w:rsidRDefault="009C2B45" w:rsidP="009C2B45">
      <w:pPr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DE6ED3">
        <w:rPr>
          <w:rFonts w:ascii="Times New Roman" w:eastAsia="Calibri" w:hAnsi="Times New Roman" w:cs="Times New Roman"/>
          <w:sz w:val="24"/>
        </w:rPr>
        <w:t xml:space="preserve">Сільський  голова                                                                            </w:t>
      </w:r>
      <w:r>
        <w:rPr>
          <w:rFonts w:ascii="Times New Roman" w:eastAsia="Calibri" w:hAnsi="Times New Roman" w:cs="Times New Roman"/>
          <w:sz w:val="24"/>
        </w:rPr>
        <w:t>Валерій  МИХАЛЮК</w:t>
      </w:r>
    </w:p>
    <w:sectPr w:rsidR="005C358E" w:rsidRPr="009C2B45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2B45"/>
    <w:rsid w:val="00150241"/>
    <w:rsid w:val="00171A2E"/>
    <w:rsid w:val="00304C90"/>
    <w:rsid w:val="00505B6D"/>
    <w:rsid w:val="005C358E"/>
    <w:rsid w:val="006D3977"/>
    <w:rsid w:val="007D6C18"/>
    <w:rsid w:val="009C2B45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0A4B56"/>
  <w15:docId w15:val="{11C25145-3D0A-469A-8D20-9EEF727F3A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2B45"/>
    <w:rPr>
      <w:lang w:val="uk-UA" w:eastAsia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Заголовок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link w:val="HTML0"/>
    <w:locked/>
    <w:rsid w:val="009C2B45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9C2B45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en-US" w:bidi="en-US"/>
    </w:rPr>
  </w:style>
  <w:style w:type="character" w:customStyle="1" w:styleId="HTML1">
    <w:name w:val="Стандартный HTML Знак1"/>
    <w:basedOn w:val="a0"/>
    <w:uiPriority w:val="99"/>
    <w:semiHidden/>
    <w:rsid w:val="009C2B45"/>
    <w:rPr>
      <w:rFonts w:ascii="Consolas" w:hAnsi="Consolas"/>
      <w:sz w:val="20"/>
      <w:szCs w:val="20"/>
      <w:lang w:val="uk-UA" w:eastAsia="uk-U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3</TotalTime>
  <Pages>1</Pages>
  <Words>260</Words>
  <Characters>1487</Characters>
  <Application>Microsoft Office Word</Application>
  <DocSecurity>0</DocSecurity>
  <Lines>12</Lines>
  <Paragraphs>3</Paragraphs>
  <ScaleCrop>false</ScaleCrop>
  <Company>Microsoft</Company>
  <LinksUpToDate>false</LinksUpToDate>
  <CharactersWithSpaces>1744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777</dc:creator>
  <cp:keywords/>
  <dc:description/>
  <cp:lastModifiedBy>777</cp:lastModifiedBy>
  <cp:revision>2</cp:revision>
  <dcterms:created xsi:type="dcterms:W3CDTF">2021-04-28T11:45:00Z</dcterms:created>
  <dcterms:modified xsi:type="dcterms:W3CDTF">2021-04-28T13:07:00Z</dcterms:modified>
</cp:coreProperties>
</file>